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0BAAD3" w14:textId="3B4CA715" w:rsidR="005E53AE" w:rsidRDefault="005E53AE" w:rsidP="004A16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spacing w:line="23" w:lineRule="atLeast"/>
        <w:jc w:val="both"/>
        <w:rPr>
          <w:sz w:val="16"/>
          <w:szCs w:val="16"/>
          <w:lang w:val="pl-PL" w:eastAsia="ar-SA"/>
        </w:rPr>
      </w:pPr>
      <w:bookmarkStart w:id="0" w:name="_GoBack"/>
      <w:bookmarkEnd w:id="0"/>
    </w:p>
    <w:p w14:paraId="7437DBB9" w14:textId="77777777" w:rsidR="005E53AE" w:rsidRDefault="005E53AE" w:rsidP="004A16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spacing w:line="23" w:lineRule="atLeast"/>
        <w:jc w:val="both"/>
        <w:rPr>
          <w:sz w:val="16"/>
          <w:szCs w:val="16"/>
          <w:lang w:val="pl-PL" w:eastAsia="ar-SA"/>
        </w:rPr>
      </w:pPr>
    </w:p>
    <w:p w14:paraId="187B3235" w14:textId="6FD99B5C" w:rsidR="00E26B30" w:rsidRPr="001963DC" w:rsidRDefault="00E26B30" w:rsidP="000D00D4">
      <w:pPr>
        <w:widowControl w:val="0"/>
        <w:suppressAutoHyphens/>
        <w:autoSpaceDE w:val="0"/>
        <w:spacing w:line="23" w:lineRule="atLeast"/>
        <w:rPr>
          <w:lang w:eastAsia="ar-SA"/>
        </w:rPr>
      </w:pPr>
      <w:r w:rsidRPr="001963DC">
        <w:rPr>
          <w:noProof/>
          <w:sz w:val="20"/>
          <w:lang w:val="pl-PL" w:eastAsia="pl-PL"/>
        </w:rPr>
        <mc:AlternateContent>
          <mc:Choice Requires="wps">
            <w:drawing>
              <wp:anchor distT="0" distB="0" distL="114935" distR="114935" simplePos="0" relativeHeight="251662848" behindDoc="0" locked="0" layoutInCell="1" allowOverlap="1" wp14:anchorId="36D69373" wp14:editId="294FA780">
                <wp:simplePos x="0" y="0"/>
                <wp:positionH relativeFrom="column">
                  <wp:posOffset>91440</wp:posOffset>
                </wp:positionH>
                <wp:positionV relativeFrom="paragraph">
                  <wp:posOffset>17780</wp:posOffset>
                </wp:positionV>
                <wp:extent cx="2008505" cy="920115"/>
                <wp:effectExtent l="0" t="0" r="10795" b="13335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8505" cy="920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E36370" w14:textId="77777777" w:rsidR="006546F0" w:rsidRDefault="006546F0" w:rsidP="00E26B30"/>
                          <w:p w14:paraId="0E6AB687" w14:textId="77777777" w:rsidR="006546F0" w:rsidRDefault="006546F0" w:rsidP="00E26B30"/>
                          <w:p w14:paraId="2EE90FAB" w14:textId="77777777" w:rsidR="006546F0" w:rsidRDefault="006546F0" w:rsidP="00E26B30"/>
                          <w:p w14:paraId="3E0AD68F" w14:textId="77777777" w:rsidR="006546F0" w:rsidRDefault="006546F0" w:rsidP="00E26B3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0D5F1B5" w14:textId="77777777" w:rsidR="006546F0" w:rsidRDefault="006546F0" w:rsidP="00E26B30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Cs/>
                                <w:sz w:val="16"/>
                                <w:szCs w:val="16"/>
                              </w:rPr>
                              <w:t>(pieczęć wykonawcy)</w:t>
                            </w:r>
                          </w:p>
                          <w:p w14:paraId="6AA68AB6" w14:textId="77777777" w:rsidR="006546F0" w:rsidRDefault="006546F0" w:rsidP="00E26B30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12245FC8" w14:textId="77777777" w:rsidR="006546F0" w:rsidRDefault="006546F0" w:rsidP="00E26B30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D69373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7.2pt;margin-top:1.4pt;width:158.15pt;height:72.45pt;z-index:2516628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" strokeweight=".5pt">
                <v:textbox inset=".25pt,.25pt,.25pt,.25pt">
                  <w:txbxContent>
                    <w:p w14:paraId="60E36370" w14:textId="77777777" w:rsidR="006546F0" w:rsidRDefault="006546F0" w:rsidP="00E26B30"/>
                    <w:p w14:paraId="0E6AB687" w14:textId="77777777" w:rsidR="006546F0" w:rsidRDefault="006546F0" w:rsidP="00E26B30"/>
                    <w:p w14:paraId="2EE90FAB" w14:textId="77777777" w:rsidR="006546F0" w:rsidRDefault="006546F0" w:rsidP="00E26B30"/>
                    <w:p w14:paraId="3E0AD68F" w14:textId="77777777" w:rsidR="006546F0" w:rsidRDefault="006546F0" w:rsidP="00E26B30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40D5F1B5" w14:textId="77777777" w:rsidR="006546F0" w:rsidRDefault="006546F0" w:rsidP="00E26B30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Cs/>
                          <w:sz w:val="16"/>
                          <w:szCs w:val="16"/>
                        </w:rPr>
                        <w:t>(pieczęć wykonawcy)</w:t>
                      </w:r>
                    </w:p>
                    <w:p w14:paraId="6AA68AB6" w14:textId="77777777" w:rsidR="006546F0" w:rsidRDefault="006546F0" w:rsidP="00E26B30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  <w:p w14:paraId="12245FC8" w14:textId="77777777" w:rsidR="006546F0" w:rsidRDefault="006546F0" w:rsidP="00E26B30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941D7B9" w14:textId="5105193B" w:rsidR="00E26B30" w:rsidRPr="001963DC" w:rsidRDefault="00C1417B" w:rsidP="000D00D4">
      <w:pPr>
        <w:suppressAutoHyphens/>
        <w:spacing w:line="23" w:lineRule="atLeast"/>
        <w:jc w:val="right"/>
        <w:rPr>
          <w:b/>
          <w:lang w:eastAsia="ar-SA"/>
        </w:rPr>
      </w:pPr>
      <w:r>
        <w:rPr>
          <w:b/>
          <w:lang w:eastAsia="ar-SA"/>
        </w:rPr>
        <w:t>ZAŁĄCZNIK NR 1 do S</w:t>
      </w:r>
      <w:r w:rsidR="00E26B30" w:rsidRPr="001963DC">
        <w:rPr>
          <w:b/>
          <w:lang w:eastAsia="ar-SA"/>
        </w:rPr>
        <w:t>WZ</w:t>
      </w:r>
    </w:p>
    <w:p w14:paraId="7DFD9E15" w14:textId="0F8853F7" w:rsidR="00E26B30" w:rsidRPr="001963DC" w:rsidRDefault="00E26B30" w:rsidP="000D00D4">
      <w:pPr>
        <w:suppressAutoHyphens/>
        <w:spacing w:line="23" w:lineRule="atLeast"/>
        <w:jc w:val="right"/>
        <w:rPr>
          <w:b/>
          <w:lang w:eastAsia="ar-SA"/>
        </w:rPr>
      </w:pPr>
      <w:r w:rsidRPr="001963DC">
        <w:rPr>
          <w:b/>
          <w:lang w:eastAsia="ar-SA"/>
        </w:rPr>
        <w:t>NS</w:t>
      </w:r>
      <w:r w:rsidRPr="005846B7">
        <w:rPr>
          <w:b/>
          <w:lang w:eastAsia="ar-SA"/>
        </w:rPr>
        <w:t>: ZP.271.</w:t>
      </w:r>
      <w:r w:rsidR="005E53AE">
        <w:rPr>
          <w:b/>
          <w:lang w:eastAsia="ar-SA"/>
        </w:rPr>
        <w:t>11.2024</w:t>
      </w:r>
    </w:p>
    <w:p w14:paraId="05A68F95" w14:textId="77777777" w:rsidR="00E26B30" w:rsidRPr="001963DC" w:rsidRDefault="00E26B30" w:rsidP="000D00D4">
      <w:pPr>
        <w:suppressAutoHyphens/>
        <w:spacing w:line="23" w:lineRule="atLeast"/>
        <w:rPr>
          <w:lang w:eastAsia="ar-SA"/>
        </w:rPr>
      </w:pPr>
    </w:p>
    <w:p w14:paraId="61DEF5A8" w14:textId="77777777" w:rsidR="00E26B30" w:rsidRPr="001963DC" w:rsidRDefault="00E26B30" w:rsidP="000D00D4">
      <w:pPr>
        <w:suppressAutoHyphens/>
        <w:spacing w:line="23" w:lineRule="atLeast"/>
        <w:jc w:val="right"/>
        <w:rPr>
          <w:lang w:eastAsia="ar-SA"/>
        </w:rPr>
      </w:pPr>
      <w:r w:rsidRPr="001963DC">
        <w:rPr>
          <w:lang w:eastAsia="ar-SA"/>
        </w:rPr>
        <w:t>..................Dnia............................</w:t>
      </w:r>
    </w:p>
    <w:p w14:paraId="41832684" w14:textId="77777777" w:rsidR="00E26B30" w:rsidRPr="001963DC" w:rsidRDefault="00E26B30" w:rsidP="000D00D4">
      <w:pPr>
        <w:suppressAutoHyphens/>
        <w:spacing w:line="23" w:lineRule="atLeast"/>
        <w:jc w:val="right"/>
        <w:rPr>
          <w:lang w:eastAsia="ar-SA"/>
        </w:rPr>
      </w:pPr>
      <w:r w:rsidRPr="001963DC">
        <w:rPr>
          <w:lang w:eastAsia="ar-SA"/>
        </w:rPr>
        <w:tab/>
      </w:r>
      <w:r w:rsidRPr="001963DC">
        <w:rPr>
          <w:lang w:eastAsia="ar-SA"/>
        </w:rPr>
        <w:tab/>
      </w:r>
      <w:r w:rsidRPr="001963DC">
        <w:rPr>
          <w:lang w:eastAsia="ar-SA"/>
        </w:rPr>
        <w:tab/>
      </w:r>
      <w:r w:rsidRPr="001963DC">
        <w:rPr>
          <w:lang w:eastAsia="ar-SA"/>
        </w:rPr>
        <w:tab/>
      </w:r>
      <w:r w:rsidRPr="001963DC">
        <w:rPr>
          <w:lang w:eastAsia="ar-SA"/>
        </w:rPr>
        <w:tab/>
      </w:r>
    </w:p>
    <w:p w14:paraId="5F6972CA" w14:textId="675A8ED7" w:rsidR="00E26B30" w:rsidRPr="001963DC" w:rsidRDefault="003F7C11" w:rsidP="000D00D4">
      <w:pPr>
        <w:suppressAutoHyphens/>
        <w:spacing w:line="23" w:lineRule="atLeast"/>
        <w:rPr>
          <w:b/>
          <w:lang w:eastAsia="ar-SA"/>
        </w:rPr>
      </w:pPr>
      <w:r w:rsidRPr="001963DC">
        <w:rPr>
          <w:b/>
          <w:i/>
          <w:lang w:eastAsia="ar-SA"/>
        </w:rPr>
        <w:t xml:space="preserve">                                                                                     </w:t>
      </w:r>
      <w:r w:rsidR="00E26B30" w:rsidRPr="001963DC">
        <w:rPr>
          <w:b/>
          <w:i/>
          <w:u w:val="single"/>
          <w:lang w:eastAsia="ar-SA"/>
        </w:rPr>
        <w:t>Zamawiający:</w:t>
      </w:r>
    </w:p>
    <w:p w14:paraId="6B658B3E" w14:textId="5466C842" w:rsidR="00E26B30" w:rsidRPr="001963DC" w:rsidRDefault="003F7C11" w:rsidP="000D00D4">
      <w:pPr>
        <w:suppressAutoHyphens/>
        <w:spacing w:line="23" w:lineRule="atLeast"/>
        <w:rPr>
          <w:b/>
          <w:lang w:eastAsia="ar-SA"/>
        </w:rPr>
      </w:pPr>
      <w:r w:rsidRPr="001963DC">
        <w:rPr>
          <w:b/>
          <w:lang w:eastAsia="ar-SA"/>
        </w:rPr>
        <w:t xml:space="preserve">                                                                                    </w:t>
      </w:r>
      <w:r w:rsidR="00E26B30" w:rsidRPr="001963DC">
        <w:rPr>
          <w:b/>
          <w:lang w:eastAsia="ar-SA"/>
        </w:rPr>
        <w:t>Gmina Cedry Wielkie</w:t>
      </w:r>
    </w:p>
    <w:p w14:paraId="319BBDE3" w14:textId="0067EF13" w:rsidR="00E26B30" w:rsidRPr="001963DC" w:rsidRDefault="003F7C11" w:rsidP="000D00D4">
      <w:pPr>
        <w:suppressAutoHyphens/>
        <w:spacing w:line="23" w:lineRule="atLeast"/>
        <w:rPr>
          <w:b/>
          <w:lang w:eastAsia="ar-SA"/>
        </w:rPr>
      </w:pPr>
      <w:r w:rsidRPr="001963DC">
        <w:rPr>
          <w:b/>
          <w:lang w:eastAsia="ar-SA"/>
        </w:rPr>
        <w:t xml:space="preserve">                                                                                    </w:t>
      </w:r>
      <w:r w:rsidR="00E26B30" w:rsidRPr="001963DC">
        <w:rPr>
          <w:b/>
          <w:lang w:eastAsia="ar-SA"/>
        </w:rPr>
        <w:t xml:space="preserve">reprezentowana przez </w:t>
      </w:r>
    </w:p>
    <w:p w14:paraId="3ED08AC0" w14:textId="380E2857" w:rsidR="00E26B30" w:rsidRPr="001963DC" w:rsidRDefault="003F7C11" w:rsidP="004A1638">
      <w:pPr>
        <w:suppressAutoHyphens/>
        <w:spacing w:line="23" w:lineRule="atLeast"/>
        <w:ind w:left="3600" w:firstLine="720"/>
        <w:rPr>
          <w:b/>
          <w:lang w:eastAsia="ar-SA"/>
        </w:rPr>
      </w:pPr>
      <w:r w:rsidRPr="001963DC">
        <w:rPr>
          <w:b/>
          <w:lang w:eastAsia="ar-SA"/>
        </w:rPr>
        <w:t xml:space="preserve">            </w:t>
      </w:r>
      <w:r w:rsidR="00E26B30" w:rsidRPr="001963DC">
        <w:rPr>
          <w:b/>
          <w:lang w:eastAsia="ar-SA"/>
        </w:rPr>
        <w:t>Wójta Gminy Cedry Wielkie</w:t>
      </w:r>
    </w:p>
    <w:p w14:paraId="6167C70F" w14:textId="77777777" w:rsidR="00E26B30" w:rsidRPr="001963DC" w:rsidRDefault="00E26B30" w:rsidP="004A1638">
      <w:pPr>
        <w:suppressAutoHyphens/>
        <w:spacing w:line="23" w:lineRule="atLeast"/>
        <w:ind w:left="4956"/>
        <w:rPr>
          <w:b/>
          <w:lang w:eastAsia="ar-SA"/>
        </w:rPr>
      </w:pPr>
    </w:p>
    <w:p w14:paraId="654C6616" w14:textId="4B18E2DD" w:rsidR="00E26B30" w:rsidRPr="001963DC" w:rsidRDefault="00F42439" w:rsidP="004A1638">
      <w:pPr>
        <w:suppressAutoHyphens/>
        <w:spacing w:line="23" w:lineRule="atLeast"/>
        <w:ind w:left="4247"/>
        <w:rPr>
          <w:b/>
          <w:lang w:eastAsia="ar-SA"/>
        </w:rPr>
      </w:pPr>
      <w:r w:rsidRPr="001963DC">
        <w:rPr>
          <w:b/>
          <w:lang w:eastAsia="ar-SA"/>
        </w:rPr>
        <w:tab/>
      </w:r>
      <w:r w:rsidRPr="001963DC">
        <w:rPr>
          <w:b/>
          <w:lang w:eastAsia="ar-SA"/>
        </w:rPr>
        <w:tab/>
      </w:r>
      <w:r w:rsidR="00E26B30" w:rsidRPr="001963DC">
        <w:rPr>
          <w:b/>
          <w:lang w:eastAsia="ar-SA"/>
        </w:rPr>
        <w:t>Adres siedziby organów Zamawiającego:</w:t>
      </w:r>
    </w:p>
    <w:p w14:paraId="3EF53974" w14:textId="77777777" w:rsidR="00E26B30" w:rsidRPr="001963DC" w:rsidRDefault="00E26B30" w:rsidP="004A1638">
      <w:pPr>
        <w:suppressAutoHyphens/>
        <w:spacing w:line="23" w:lineRule="atLeast"/>
        <w:ind w:left="4247" w:firstLine="709"/>
        <w:rPr>
          <w:b/>
          <w:lang w:eastAsia="ar-SA"/>
        </w:rPr>
      </w:pPr>
    </w:p>
    <w:p w14:paraId="60A9DA5A" w14:textId="061D8045" w:rsidR="00E26B30" w:rsidRPr="001963DC" w:rsidRDefault="003F7C11" w:rsidP="004A1638">
      <w:pPr>
        <w:suppressAutoHyphens/>
        <w:spacing w:line="23" w:lineRule="atLeast"/>
        <w:ind w:left="4247" w:firstLine="709"/>
        <w:rPr>
          <w:b/>
          <w:lang w:eastAsia="ar-SA"/>
        </w:rPr>
      </w:pPr>
      <w:r w:rsidRPr="001963DC">
        <w:rPr>
          <w:b/>
          <w:lang w:eastAsia="ar-SA"/>
        </w:rPr>
        <w:t xml:space="preserve"> </w:t>
      </w:r>
      <w:r w:rsidR="00E26B30" w:rsidRPr="001963DC">
        <w:rPr>
          <w:b/>
          <w:lang w:eastAsia="ar-SA"/>
        </w:rPr>
        <w:t xml:space="preserve">Urząd Gminy Cedry Wielkie </w:t>
      </w:r>
    </w:p>
    <w:p w14:paraId="6F2A85E9" w14:textId="34CE86F2" w:rsidR="00E26B30" w:rsidRPr="001963DC" w:rsidRDefault="003F7C11" w:rsidP="004A1638">
      <w:pPr>
        <w:suppressAutoHyphens/>
        <w:spacing w:line="23" w:lineRule="atLeast"/>
        <w:ind w:left="4247" w:firstLine="709"/>
        <w:rPr>
          <w:b/>
          <w:lang w:eastAsia="ar-SA"/>
        </w:rPr>
      </w:pPr>
      <w:r w:rsidRPr="001963DC">
        <w:rPr>
          <w:b/>
          <w:lang w:eastAsia="ar-SA"/>
        </w:rPr>
        <w:t xml:space="preserve"> </w:t>
      </w:r>
      <w:r w:rsidR="00E26B30" w:rsidRPr="001963DC">
        <w:rPr>
          <w:b/>
          <w:lang w:eastAsia="ar-SA"/>
        </w:rPr>
        <w:t>ul. M. Płażyńskiego 16</w:t>
      </w:r>
    </w:p>
    <w:p w14:paraId="4D6025F8" w14:textId="721BCE5F" w:rsidR="00E26B30" w:rsidRPr="001963DC" w:rsidRDefault="003F7C11" w:rsidP="004A1638">
      <w:pPr>
        <w:suppressAutoHyphens/>
        <w:spacing w:line="23" w:lineRule="atLeast"/>
        <w:ind w:left="4536" w:firstLine="420"/>
        <w:rPr>
          <w:lang w:eastAsia="ar-SA"/>
        </w:rPr>
      </w:pPr>
      <w:r w:rsidRPr="001963DC">
        <w:rPr>
          <w:b/>
          <w:lang w:eastAsia="ar-SA"/>
        </w:rPr>
        <w:t xml:space="preserve"> </w:t>
      </w:r>
      <w:r w:rsidR="00E26B30" w:rsidRPr="001963DC">
        <w:rPr>
          <w:b/>
          <w:lang w:eastAsia="ar-SA"/>
        </w:rPr>
        <w:t xml:space="preserve">83-020 Cedry Wielkie  </w:t>
      </w:r>
      <w:r w:rsidR="00E26B30" w:rsidRPr="001963DC">
        <w:rPr>
          <w:lang w:eastAsia="ar-SA"/>
        </w:rPr>
        <w:tab/>
      </w:r>
      <w:r w:rsidR="00E26B30" w:rsidRPr="001963DC">
        <w:rPr>
          <w:lang w:eastAsia="ar-SA"/>
        </w:rPr>
        <w:tab/>
      </w:r>
      <w:r w:rsidR="00E26B30" w:rsidRPr="001963DC">
        <w:rPr>
          <w:lang w:eastAsia="ar-SA"/>
        </w:rPr>
        <w:tab/>
      </w:r>
      <w:r w:rsidR="00E26B30" w:rsidRPr="001963DC">
        <w:rPr>
          <w:lang w:eastAsia="ar-SA"/>
        </w:rPr>
        <w:tab/>
      </w:r>
      <w:r w:rsidR="00E26B30" w:rsidRPr="001963DC">
        <w:rPr>
          <w:lang w:eastAsia="ar-SA"/>
        </w:rPr>
        <w:tab/>
      </w:r>
    </w:p>
    <w:p w14:paraId="2E48B324" w14:textId="77777777" w:rsidR="00246856" w:rsidRDefault="00246856" w:rsidP="004A1638">
      <w:pPr>
        <w:suppressAutoHyphens/>
        <w:spacing w:line="23" w:lineRule="atLeast"/>
        <w:jc w:val="center"/>
        <w:rPr>
          <w:b/>
          <w:lang w:eastAsia="ar-SA"/>
        </w:rPr>
      </w:pPr>
    </w:p>
    <w:p w14:paraId="7C9D6B57" w14:textId="35FBD44A" w:rsidR="00E26B30" w:rsidRDefault="00E26B30" w:rsidP="004A1638">
      <w:pPr>
        <w:suppressAutoHyphens/>
        <w:spacing w:line="23" w:lineRule="atLeast"/>
        <w:jc w:val="center"/>
        <w:rPr>
          <w:b/>
          <w:lang w:eastAsia="ar-SA"/>
        </w:rPr>
      </w:pPr>
      <w:r w:rsidRPr="001963DC">
        <w:rPr>
          <w:b/>
          <w:lang w:eastAsia="ar-SA"/>
        </w:rPr>
        <w:t>OFERTA</w:t>
      </w:r>
    </w:p>
    <w:p w14:paraId="190BEBCF" w14:textId="77777777" w:rsidR="000E7B55" w:rsidRPr="001963DC" w:rsidRDefault="000E7B55" w:rsidP="004A1638">
      <w:pPr>
        <w:suppressAutoHyphens/>
        <w:spacing w:line="23" w:lineRule="atLeast"/>
        <w:jc w:val="center"/>
        <w:rPr>
          <w:b/>
          <w:lang w:eastAsia="ar-SA"/>
        </w:rPr>
      </w:pPr>
    </w:p>
    <w:p w14:paraId="67D454E2" w14:textId="54EB314A" w:rsidR="00E205C7" w:rsidRDefault="000E7B55" w:rsidP="00246856">
      <w:pPr>
        <w:suppressAutoHyphens/>
        <w:spacing w:line="23" w:lineRule="atLeast"/>
        <w:jc w:val="center"/>
        <w:rPr>
          <w:b/>
          <w:lang w:eastAsia="ar-SA"/>
        </w:rPr>
      </w:pPr>
      <w:r>
        <w:rPr>
          <w:b/>
          <w:lang w:eastAsia="ar-SA"/>
        </w:rPr>
        <w:t>n</w:t>
      </w:r>
      <w:r w:rsidR="00E26B30" w:rsidRPr="001963DC">
        <w:rPr>
          <w:b/>
          <w:lang w:eastAsia="ar-SA"/>
        </w:rPr>
        <w:t>a</w:t>
      </w:r>
    </w:p>
    <w:p w14:paraId="55A25C93" w14:textId="77777777" w:rsidR="000E7B55" w:rsidRPr="00246856" w:rsidRDefault="000E7B55" w:rsidP="00246856">
      <w:pPr>
        <w:suppressAutoHyphens/>
        <w:spacing w:line="23" w:lineRule="atLeast"/>
        <w:jc w:val="center"/>
        <w:rPr>
          <w:b/>
          <w:lang w:eastAsia="ar-SA"/>
        </w:rPr>
      </w:pPr>
    </w:p>
    <w:p w14:paraId="62F7F98C" w14:textId="77777777" w:rsidR="005E53AE" w:rsidRDefault="005E53AE" w:rsidP="005E53AE">
      <w:pPr>
        <w:suppressAutoHyphens/>
        <w:spacing w:line="23" w:lineRule="atLeast"/>
        <w:jc w:val="center"/>
        <w:rPr>
          <w:rFonts w:eastAsia="Arial"/>
          <w:b/>
          <w:bCs/>
          <w:i/>
          <w:iCs/>
          <w:kern w:val="3"/>
          <w:u w:val="single"/>
          <w:lang w:val="pl-PL" w:bidi="hi-IN"/>
        </w:rPr>
      </w:pPr>
      <w:r w:rsidRPr="000C06CA">
        <w:rPr>
          <w:rFonts w:eastAsia="Arial"/>
          <w:b/>
          <w:bCs/>
          <w:i/>
          <w:iCs/>
          <w:kern w:val="3"/>
          <w:u w:val="single"/>
          <w:lang w:val="pl-PL" w:bidi="hi-IN"/>
        </w:rPr>
        <w:t xml:space="preserve">Remont boiska ORLIK w miejscowości w Cedry Wielkie </w:t>
      </w:r>
    </w:p>
    <w:p w14:paraId="169BC371" w14:textId="3989551D" w:rsidR="00246856" w:rsidRDefault="00246856" w:rsidP="004A1638">
      <w:pPr>
        <w:suppressAutoHyphens/>
        <w:spacing w:line="23" w:lineRule="atLeast"/>
        <w:rPr>
          <w:b/>
          <w:i/>
          <w:spacing w:val="-4"/>
          <w:u w:val="single"/>
          <w:lang w:val="pl-PL" w:eastAsia="ar-SA"/>
        </w:rPr>
      </w:pPr>
    </w:p>
    <w:p w14:paraId="6492FA6C" w14:textId="77777777" w:rsidR="00246856" w:rsidRPr="001C4FAC" w:rsidRDefault="00246856" w:rsidP="004A1638">
      <w:pPr>
        <w:suppressAutoHyphens/>
        <w:spacing w:line="23" w:lineRule="atLeast"/>
        <w:rPr>
          <w:b/>
          <w:spacing w:val="-4"/>
          <w:lang w:val="pl-PL" w:eastAsia="ar-SA"/>
        </w:rPr>
      </w:pPr>
    </w:p>
    <w:p w14:paraId="7D423E8D" w14:textId="2FEB1012" w:rsidR="00E26B30" w:rsidRPr="001C4FAC" w:rsidRDefault="00E26B30" w:rsidP="004A1638">
      <w:pPr>
        <w:suppressAutoHyphens/>
        <w:spacing w:line="23" w:lineRule="atLeast"/>
        <w:rPr>
          <w:b/>
          <w:lang w:val="pl-PL" w:eastAsia="ar-SA"/>
        </w:rPr>
      </w:pPr>
      <w:r w:rsidRPr="001C4FAC">
        <w:rPr>
          <w:b/>
          <w:lang w:val="pl-PL" w:eastAsia="ar-SA"/>
        </w:rPr>
        <w:t>I. Dane dotyczące Wykonawcy:</w:t>
      </w:r>
    </w:p>
    <w:p w14:paraId="1DD144DD" w14:textId="77777777" w:rsidR="00E26B30" w:rsidRPr="001C4FAC" w:rsidRDefault="00E26B30" w:rsidP="004A1638">
      <w:pPr>
        <w:suppressAutoHyphens/>
        <w:spacing w:line="23" w:lineRule="atLeast"/>
        <w:jc w:val="both"/>
        <w:rPr>
          <w:lang w:val="pl-PL" w:eastAsia="ar-SA"/>
        </w:rPr>
      </w:pPr>
      <w:r w:rsidRPr="001C4FAC">
        <w:rPr>
          <w:lang w:val="pl-PL" w:eastAsia="ar-SA"/>
        </w:rPr>
        <w:t xml:space="preserve">Pełna nazwa Wykonawcy: …………………............................................................................... </w:t>
      </w:r>
    </w:p>
    <w:p w14:paraId="716695AA" w14:textId="1B5B6F80" w:rsidR="00E26B30" w:rsidRPr="001C4FAC" w:rsidRDefault="00E26B30" w:rsidP="004A1638">
      <w:pPr>
        <w:suppressAutoHyphens/>
        <w:spacing w:line="23" w:lineRule="atLeast"/>
        <w:jc w:val="both"/>
        <w:rPr>
          <w:lang w:val="pl-PL" w:eastAsia="ar-SA"/>
        </w:rPr>
      </w:pPr>
      <w:r w:rsidRPr="001C4FAC">
        <w:rPr>
          <w:lang w:val="pl-PL" w:eastAsia="ar-SA"/>
        </w:rPr>
        <w:t>Adres siedziby: .............................................................................................................................</w:t>
      </w:r>
    </w:p>
    <w:p w14:paraId="07889113" w14:textId="77777777" w:rsidR="00E26B30" w:rsidRPr="001C4FAC" w:rsidRDefault="00E26B30" w:rsidP="004A1638">
      <w:pPr>
        <w:suppressAutoHyphens/>
        <w:spacing w:line="23" w:lineRule="atLeast"/>
        <w:jc w:val="both"/>
        <w:rPr>
          <w:lang w:val="pl-PL" w:eastAsia="ar-SA"/>
        </w:rPr>
      </w:pPr>
      <w:r w:rsidRPr="001C4FAC">
        <w:rPr>
          <w:lang w:val="pl-PL" w:eastAsia="ar-SA"/>
        </w:rPr>
        <w:t>NIP:………………………………………......................REGON………………………...........</w:t>
      </w:r>
    </w:p>
    <w:p w14:paraId="1D323230" w14:textId="77777777" w:rsidR="00E26B30" w:rsidRPr="001C4FAC" w:rsidRDefault="00E26B30" w:rsidP="004A1638">
      <w:pPr>
        <w:suppressAutoHyphens/>
        <w:spacing w:line="23" w:lineRule="atLeast"/>
        <w:jc w:val="both"/>
        <w:rPr>
          <w:lang w:val="pl-PL" w:eastAsia="ar-SA"/>
        </w:rPr>
      </w:pPr>
      <w:r w:rsidRPr="001C4FAC">
        <w:rPr>
          <w:lang w:val="pl-PL" w:eastAsia="ar-SA"/>
        </w:rPr>
        <w:t>Tel.................................................................Fax..........................................................................</w:t>
      </w:r>
    </w:p>
    <w:p w14:paraId="6E0967FB" w14:textId="3D8F7449" w:rsidR="00E26B30" w:rsidRPr="001C4FAC" w:rsidRDefault="00E26B30" w:rsidP="004A1638">
      <w:pPr>
        <w:suppressAutoHyphens/>
        <w:spacing w:line="23" w:lineRule="atLeast"/>
        <w:jc w:val="both"/>
        <w:rPr>
          <w:lang w:val="pl-PL" w:eastAsia="ar-SA"/>
        </w:rPr>
      </w:pPr>
      <w:r w:rsidRPr="001C4FAC">
        <w:rPr>
          <w:lang w:val="pl-PL" w:eastAsia="ar-SA"/>
        </w:rPr>
        <w:t>Adres e-mail:…………………………………………………………………..………...………</w:t>
      </w:r>
    </w:p>
    <w:p w14:paraId="436CD7E1" w14:textId="77777777" w:rsidR="000E7B55" w:rsidRPr="001C4FAC" w:rsidRDefault="000E7B55" w:rsidP="004A1638">
      <w:pPr>
        <w:suppressAutoHyphens/>
        <w:spacing w:line="23" w:lineRule="atLeast"/>
        <w:jc w:val="both"/>
        <w:rPr>
          <w:lang w:val="pl-PL" w:eastAsia="ar-SA"/>
        </w:rPr>
      </w:pPr>
    </w:p>
    <w:p w14:paraId="30978188" w14:textId="77777777" w:rsidR="00E26B30" w:rsidRPr="001C4FAC" w:rsidRDefault="00E26B30" w:rsidP="004A1638">
      <w:pPr>
        <w:suppressAutoHyphens/>
        <w:spacing w:line="23" w:lineRule="atLeast"/>
        <w:rPr>
          <w:b/>
          <w:lang w:val="pl-PL" w:eastAsia="ar-SA"/>
        </w:rPr>
      </w:pPr>
      <w:r w:rsidRPr="001C4FAC">
        <w:rPr>
          <w:b/>
          <w:lang w:val="pl-PL" w:eastAsia="ar-SA"/>
        </w:rPr>
        <w:t>II. Cena oferty:</w:t>
      </w:r>
    </w:p>
    <w:p w14:paraId="3F510F08" w14:textId="77777777" w:rsidR="00E26B30" w:rsidRPr="001C4FAC" w:rsidRDefault="00E26B30" w:rsidP="00C1417B">
      <w:pPr>
        <w:suppressAutoHyphens/>
        <w:spacing w:line="23" w:lineRule="atLeast"/>
        <w:jc w:val="both"/>
        <w:rPr>
          <w:lang w:val="pl-PL" w:eastAsia="ar-SA"/>
        </w:rPr>
      </w:pPr>
      <w:r w:rsidRPr="001C4FAC">
        <w:rPr>
          <w:lang w:val="pl-PL" w:eastAsia="ar-SA"/>
        </w:rPr>
        <w:t>W odpowiedzi na ogłoszenie o zamówieniu oferuję/oferujemy spełnienie przedmiotu zamówienia za cenę ryczałtową:</w:t>
      </w:r>
    </w:p>
    <w:p w14:paraId="23BA6A78" w14:textId="2283B99C" w:rsidR="00E26B30" w:rsidRPr="001C4FAC" w:rsidRDefault="00E26B30" w:rsidP="004A1638">
      <w:pPr>
        <w:suppressAutoHyphens/>
        <w:spacing w:line="23" w:lineRule="atLeast"/>
        <w:rPr>
          <w:lang w:val="pl-PL" w:eastAsia="ar-SA"/>
        </w:rPr>
      </w:pPr>
    </w:p>
    <w:p w14:paraId="32745F1A" w14:textId="77777777" w:rsidR="00B53504" w:rsidRPr="001C4FAC" w:rsidRDefault="00B53504" w:rsidP="004A1638">
      <w:pPr>
        <w:suppressAutoHyphens/>
        <w:spacing w:line="23" w:lineRule="atLeast"/>
        <w:rPr>
          <w:lang w:val="pl-PL" w:eastAsia="ar-SA"/>
        </w:rPr>
      </w:pPr>
    </w:p>
    <w:p w14:paraId="40D5F319" w14:textId="3B913110" w:rsidR="005E53AE" w:rsidRPr="001C4FAC" w:rsidRDefault="005E53AE" w:rsidP="004A1638">
      <w:pPr>
        <w:suppressAutoHyphens/>
        <w:spacing w:line="23" w:lineRule="atLeast"/>
        <w:rPr>
          <w:b/>
          <w:u w:val="single"/>
          <w:lang w:val="pl-PL" w:eastAsia="ar-SA"/>
        </w:rPr>
      </w:pPr>
      <w:r w:rsidRPr="001C4FAC">
        <w:rPr>
          <w:b/>
          <w:u w:val="single"/>
          <w:lang w:val="pl-PL" w:eastAsia="ar-SA"/>
        </w:rPr>
        <w:t xml:space="preserve">Zamowienie podstawowe: </w:t>
      </w:r>
    </w:p>
    <w:p w14:paraId="59D5BD3D" w14:textId="525827B8" w:rsidR="005E53AE" w:rsidRPr="001C4FAC" w:rsidRDefault="005E53AE" w:rsidP="004A1638">
      <w:pPr>
        <w:suppressAutoHyphens/>
        <w:spacing w:line="23" w:lineRule="atLeast"/>
        <w:rPr>
          <w:lang w:val="pl-PL" w:eastAsia="ar-SA"/>
        </w:rPr>
      </w:pPr>
    </w:p>
    <w:p w14:paraId="419338CA" w14:textId="77777777" w:rsidR="00E26B30" w:rsidRPr="001C4FAC" w:rsidRDefault="00E26B30" w:rsidP="004A1638">
      <w:pPr>
        <w:suppressAutoHyphens/>
        <w:spacing w:line="23" w:lineRule="atLeast"/>
        <w:rPr>
          <w:b/>
          <w:lang w:val="pl-PL" w:eastAsia="ar-SA"/>
        </w:rPr>
      </w:pPr>
      <w:r w:rsidRPr="001C4FAC">
        <w:rPr>
          <w:b/>
          <w:lang w:val="pl-PL" w:eastAsia="ar-SA"/>
        </w:rPr>
        <w:t>Cena całkowita …………………………………………………………….zł</w:t>
      </w:r>
    </w:p>
    <w:p w14:paraId="47F663E4" w14:textId="77777777" w:rsidR="00E26B30" w:rsidRPr="001C4FAC" w:rsidRDefault="00E26B30" w:rsidP="004A1638">
      <w:pPr>
        <w:suppressAutoHyphens/>
        <w:spacing w:line="23" w:lineRule="atLeast"/>
        <w:rPr>
          <w:lang w:val="pl-PL" w:eastAsia="ar-SA"/>
        </w:rPr>
      </w:pPr>
    </w:p>
    <w:p w14:paraId="5262F8BF" w14:textId="77777777" w:rsidR="00E26B30" w:rsidRPr="001C4FAC" w:rsidRDefault="00E26B30" w:rsidP="004A1638">
      <w:pPr>
        <w:suppressAutoHyphens/>
        <w:spacing w:line="23" w:lineRule="atLeast"/>
        <w:rPr>
          <w:lang w:val="pl-PL" w:eastAsia="ar-SA"/>
        </w:rPr>
      </w:pPr>
      <w:r w:rsidRPr="001C4FAC">
        <w:rPr>
          <w:lang w:val="pl-PL" w:eastAsia="ar-SA"/>
        </w:rPr>
        <w:t>W tym stawka VAT …………... % (……………………………………….zł)</w:t>
      </w:r>
    </w:p>
    <w:p w14:paraId="39ED85D6" w14:textId="77777777" w:rsidR="00E26B30" w:rsidRPr="001C4FAC" w:rsidRDefault="00E26B30" w:rsidP="004A1638">
      <w:pPr>
        <w:suppressAutoHyphens/>
        <w:spacing w:line="23" w:lineRule="atLeast"/>
        <w:rPr>
          <w:lang w:val="pl-PL" w:eastAsia="ar-SA"/>
        </w:rPr>
      </w:pPr>
    </w:p>
    <w:p w14:paraId="68344366" w14:textId="77777777" w:rsidR="00E26B30" w:rsidRPr="001C4FAC" w:rsidRDefault="00E26B30" w:rsidP="004A1638">
      <w:pPr>
        <w:suppressAutoHyphens/>
        <w:spacing w:line="23" w:lineRule="atLeast"/>
        <w:rPr>
          <w:lang w:val="pl-PL" w:eastAsia="ar-SA"/>
        </w:rPr>
      </w:pPr>
      <w:r w:rsidRPr="001C4FAC">
        <w:rPr>
          <w:lang w:val="pl-PL" w:eastAsia="ar-SA"/>
        </w:rPr>
        <w:t>Wartość netto ……………………………………………………………….. zł</w:t>
      </w:r>
    </w:p>
    <w:p w14:paraId="63FEBC50" w14:textId="21F32A4F" w:rsidR="001E15DF" w:rsidRPr="001C4FAC" w:rsidRDefault="001E15DF" w:rsidP="004A1638">
      <w:pPr>
        <w:suppressAutoHyphens/>
        <w:spacing w:line="23" w:lineRule="atLeast"/>
        <w:rPr>
          <w:b/>
          <w:lang w:val="pl-PL" w:eastAsia="ar-SA"/>
        </w:rPr>
      </w:pPr>
    </w:p>
    <w:p w14:paraId="13383A4B" w14:textId="77777777" w:rsidR="005E53AE" w:rsidRPr="001C4FAC" w:rsidRDefault="005E53AE" w:rsidP="004A1638">
      <w:pPr>
        <w:suppressAutoHyphens/>
        <w:spacing w:line="23" w:lineRule="atLeast"/>
        <w:rPr>
          <w:b/>
          <w:u w:val="single"/>
          <w:lang w:val="pl-PL" w:eastAsia="ar-SA"/>
        </w:rPr>
      </w:pPr>
    </w:p>
    <w:p w14:paraId="1BD0478D" w14:textId="77777777" w:rsidR="005E53AE" w:rsidRPr="001C4FAC" w:rsidRDefault="005E53AE" w:rsidP="004A1638">
      <w:pPr>
        <w:suppressAutoHyphens/>
        <w:spacing w:line="23" w:lineRule="atLeast"/>
        <w:rPr>
          <w:b/>
          <w:u w:val="single"/>
          <w:lang w:val="pl-PL" w:eastAsia="ar-SA"/>
        </w:rPr>
      </w:pPr>
    </w:p>
    <w:p w14:paraId="45D9ACEC" w14:textId="77777777" w:rsidR="005E53AE" w:rsidRPr="001C4FAC" w:rsidRDefault="005E53AE" w:rsidP="004A1638">
      <w:pPr>
        <w:suppressAutoHyphens/>
        <w:spacing w:line="23" w:lineRule="atLeast"/>
        <w:rPr>
          <w:b/>
          <w:u w:val="single"/>
          <w:lang w:val="pl-PL" w:eastAsia="ar-SA"/>
        </w:rPr>
      </w:pPr>
    </w:p>
    <w:p w14:paraId="7C6301F8" w14:textId="77777777" w:rsidR="005E53AE" w:rsidRPr="001C4FAC" w:rsidRDefault="005E53AE" w:rsidP="004A1638">
      <w:pPr>
        <w:suppressAutoHyphens/>
        <w:spacing w:line="23" w:lineRule="atLeast"/>
        <w:rPr>
          <w:b/>
          <w:u w:val="single"/>
          <w:lang w:val="pl-PL" w:eastAsia="ar-SA"/>
        </w:rPr>
      </w:pPr>
    </w:p>
    <w:p w14:paraId="6FAE8F7C" w14:textId="77777777" w:rsidR="005E53AE" w:rsidRPr="001C4FAC" w:rsidRDefault="005E53AE" w:rsidP="004A1638">
      <w:pPr>
        <w:suppressAutoHyphens/>
        <w:spacing w:line="23" w:lineRule="atLeast"/>
        <w:rPr>
          <w:b/>
          <w:u w:val="single"/>
          <w:lang w:val="pl-PL" w:eastAsia="ar-SA"/>
        </w:rPr>
      </w:pPr>
    </w:p>
    <w:p w14:paraId="680A797B" w14:textId="77777777" w:rsidR="005E53AE" w:rsidRPr="001C4FAC" w:rsidRDefault="005E53AE" w:rsidP="004A1638">
      <w:pPr>
        <w:suppressAutoHyphens/>
        <w:spacing w:line="23" w:lineRule="atLeast"/>
        <w:rPr>
          <w:b/>
          <w:u w:val="single"/>
          <w:lang w:val="pl-PL" w:eastAsia="ar-SA"/>
        </w:rPr>
      </w:pPr>
    </w:p>
    <w:p w14:paraId="7EFAF2E8" w14:textId="77777777" w:rsidR="005E53AE" w:rsidRPr="001C4FAC" w:rsidRDefault="005E53AE" w:rsidP="004A1638">
      <w:pPr>
        <w:suppressAutoHyphens/>
        <w:spacing w:line="23" w:lineRule="atLeast"/>
        <w:rPr>
          <w:b/>
          <w:u w:val="single"/>
          <w:lang w:val="pl-PL" w:eastAsia="ar-SA"/>
        </w:rPr>
      </w:pPr>
    </w:p>
    <w:p w14:paraId="08AACA4E" w14:textId="726099D8" w:rsidR="005E53AE" w:rsidRPr="001C4FAC" w:rsidRDefault="005E53AE" w:rsidP="004A1638">
      <w:pPr>
        <w:suppressAutoHyphens/>
        <w:spacing w:line="23" w:lineRule="atLeast"/>
        <w:rPr>
          <w:b/>
          <w:u w:val="single"/>
          <w:lang w:val="pl-PL" w:eastAsia="ar-SA"/>
        </w:rPr>
      </w:pPr>
      <w:r w:rsidRPr="001C4FAC">
        <w:rPr>
          <w:b/>
          <w:u w:val="single"/>
          <w:lang w:val="pl-PL" w:eastAsia="ar-SA"/>
        </w:rPr>
        <w:t xml:space="preserve">Zakres opcjonalny: </w:t>
      </w:r>
    </w:p>
    <w:p w14:paraId="5889BA8B" w14:textId="391A1571" w:rsidR="005E53AE" w:rsidRPr="001C4FAC" w:rsidRDefault="005E53AE" w:rsidP="004A1638">
      <w:pPr>
        <w:suppressAutoHyphens/>
        <w:spacing w:line="23" w:lineRule="atLeast"/>
        <w:rPr>
          <w:b/>
          <w:lang w:val="pl-PL" w:eastAsia="ar-SA"/>
        </w:rPr>
      </w:pPr>
    </w:p>
    <w:p w14:paraId="47E08A2B" w14:textId="606A0927" w:rsidR="005E53AE" w:rsidRPr="005E53AE" w:rsidRDefault="005E53AE" w:rsidP="005E53A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right" w:leader="dot" w:pos="142"/>
        </w:tabs>
        <w:suppressAutoHyphens/>
        <w:autoSpaceDE w:val="0"/>
        <w:autoSpaceDN w:val="0"/>
        <w:adjustRightInd w:val="0"/>
        <w:spacing w:after="200"/>
        <w:ind w:right="-1"/>
        <w:contextualSpacing/>
        <w:rPr>
          <w:rFonts w:eastAsia="Times New Roman"/>
          <w:b/>
          <w:bdr w:val="none" w:sz="0" w:space="0" w:color="auto"/>
          <w:lang w:val="pl-PL" w:eastAsia="pl-PL"/>
        </w:rPr>
      </w:pPr>
      <w:r w:rsidRPr="005E53AE">
        <w:rPr>
          <w:rFonts w:eastAsia="Times New Roman"/>
          <w:b/>
          <w:bdr w:val="none" w:sz="0" w:space="0" w:color="auto"/>
          <w:lang w:val="pl-PL" w:eastAsia="pl-PL"/>
        </w:rPr>
        <w:t>Wymiana</w:t>
      </w:r>
      <w:r w:rsidRPr="00386912">
        <w:rPr>
          <w:rFonts w:eastAsia="Times New Roman"/>
          <w:b/>
          <w:bdr w:val="none" w:sz="0" w:space="0" w:color="auto"/>
          <w:lang w:val="pl-PL" w:eastAsia="pl-PL"/>
        </w:rPr>
        <w:t xml:space="preserve"> opraw oświetlenia;</w:t>
      </w:r>
    </w:p>
    <w:p w14:paraId="5EEE00F9" w14:textId="24BB6680" w:rsidR="005E53AE" w:rsidRDefault="005E53AE" w:rsidP="005E53A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right" w:leader="dot" w:pos="142"/>
        </w:tabs>
        <w:suppressAutoHyphens/>
        <w:autoSpaceDE w:val="0"/>
        <w:autoSpaceDN w:val="0"/>
        <w:adjustRightInd w:val="0"/>
        <w:spacing w:after="200"/>
        <w:ind w:right="-1"/>
        <w:contextualSpacing/>
        <w:rPr>
          <w:rFonts w:eastAsia="Times New Roman"/>
          <w:bdr w:val="none" w:sz="0" w:space="0" w:color="auto"/>
          <w:lang w:val="pl-PL" w:eastAsia="pl-PL"/>
        </w:rPr>
      </w:pPr>
    </w:p>
    <w:p w14:paraId="74C028FD" w14:textId="77777777" w:rsidR="005E53AE" w:rsidRPr="001C4FAC" w:rsidRDefault="005E53AE" w:rsidP="005E53AE">
      <w:pPr>
        <w:suppressAutoHyphens/>
        <w:spacing w:line="23" w:lineRule="atLeast"/>
        <w:rPr>
          <w:b/>
          <w:lang w:val="pl-PL" w:eastAsia="ar-SA"/>
        </w:rPr>
      </w:pPr>
      <w:r w:rsidRPr="001C4FAC">
        <w:rPr>
          <w:b/>
          <w:lang w:val="pl-PL" w:eastAsia="ar-SA"/>
        </w:rPr>
        <w:t>Cena całkowita …………………………………………………………….zł</w:t>
      </w:r>
    </w:p>
    <w:p w14:paraId="0AF16E98" w14:textId="77777777" w:rsidR="005E53AE" w:rsidRPr="001C4FAC" w:rsidRDefault="005E53AE" w:rsidP="005E53AE">
      <w:pPr>
        <w:suppressAutoHyphens/>
        <w:spacing w:line="23" w:lineRule="atLeast"/>
        <w:rPr>
          <w:lang w:val="pl-PL" w:eastAsia="ar-SA"/>
        </w:rPr>
      </w:pPr>
    </w:p>
    <w:p w14:paraId="6B2C7A48" w14:textId="77777777" w:rsidR="005E53AE" w:rsidRPr="001C4FAC" w:rsidRDefault="005E53AE" w:rsidP="005E53AE">
      <w:pPr>
        <w:suppressAutoHyphens/>
        <w:spacing w:line="23" w:lineRule="atLeast"/>
        <w:rPr>
          <w:lang w:val="pl-PL" w:eastAsia="ar-SA"/>
        </w:rPr>
      </w:pPr>
      <w:r w:rsidRPr="001C4FAC">
        <w:rPr>
          <w:lang w:val="pl-PL" w:eastAsia="ar-SA"/>
        </w:rPr>
        <w:t>W tym stawka VAT …………... % (……………………………………….zł)</w:t>
      </w:r>
    </w:p>
    <w:p w14:paraId="245C1DC9" w14:textId="77777777" w:rsidR="005E53AE" w:rsidRPr="001C4FAC" w:rsidRDefault="005E53AE" w:rsidP="005E53AE">
      <w:pPr>
        <w:suppressAutoHyphens/>
        <w:spacing w:line="23" w:lineRule="atLeast"/>
        <w:rPr>
          <w:lang w:val="pl-PL" w:eastAsia="ar-SA"/>
        </w:rPr>
      </w:pPr>
    </w:p>
    <w:p w14:paraId="7CEF64C8" w14:textId="77777777" w:rsidR="005E53AE" w:rsidRPr="001C4FAC" w:rsidRDefault="005E53AE" w:rsidP="005E53AE">
      <w:pPr>
        <w:suppressAutoHyphens/>
        <w:spacing w:line="23" w:lineRule="atLeast"/>
        <w:rPr>
          <w:lang w:val="pl-PL" w:eastAsia="ar-SA"/>
        </w:rPr>
      </w:pPr>
      <w:r w:rsidRPr="001C4FAC">
        <w:rPr>
          <w:lang w:val="pl-PL" w:eastAsia="ar-SA"/>
        </w:rPr>
        <w:t>Wartość netto ……………………………………………………………….. zł</w:t>
      </w:r>
    </w:p>
    <w:p w14:paraId="44580149" w14:textId="77777777" w:rsidR="005E53AE" w:rsidRPr="00386912" w:rsidRDefault="005E53AE" w:rsidP="005E53A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right" w:leader="dot" w:pos="142"/>
        </w:tabs>
        <w:suppressAutoHyphens/>
        <w:autoSpaceDE w:val="0"/>
        <w:autoSpaceDN w:val="0"/>
        <w:adjustRightInd w:val="0"/>
        <w:spacing w:after="200"/>
        <w:ind w:right="-1"/>
        <w:contextualSpacing/>
        <w:rPr>
          <w:rFonts w:eastAsia="Times New Roman"/>
          <w:bdr w:val="none" w:sz="0" w:space="0" w:color="auto"/>
          <w:lang w:val="pl-PL" w:eastAsia="pl-PL"/>
        </w:rPr>
      </w:pPr>
    </w:p>
    <w:p w14:paraId="0C2164D9" w14:textId="17F9770B" w:rsidR="005E53AE" w:rsidRPr="005E53AE" w:rsidRDefault="005E53AE" w:rsidP="005E53A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right" w:leader="dot" w:pos="142"/>
        </w:tabs>
        <w:suppressAutoHyphens/>
        <w:autoSpaceDE w:val="0"/>
        <w:autoSpaceDN w:val="0"/>
        <w:adjustRightInd w:val="0"/>
        <w:spacing w:after="200"/>
        <w:ind w:right="-1"/>
        <w:contextualSpacing/>
        <w:rPr>
          <w:rFonts w:eastAsia="Times New Roman"/>
          <w:b/>
          <w:bdr w:val="none" w:sz="0" w:space="0" w:color="auto"/>
          <w:lang w:val="pl-PL" w:eastAsia="pl-PL"/>
        </w:rPr>
      </w:pPr>
      <w:r w:rsidRPr="005E53AE">
        <w:rPr>
          <w:rFonts w:eastAsia="Times New Roman"/>
          <w:b/>
          <w:bdr w:val="none" w:sz="0" w:space="0" w:color="auto"/>
          <w:lang w:val="pl-PL" w:eastAsia="pl-PL"/>
        </w:rPr>
        <w:t>Panele</w:t>
      </w:r>
      <w:r w:rsidRPr="00386912">
        <w:rPr>
          <w:rFonts w:eastAsia="Times New Roman"/>
          <w:b/>
          <w:bdr w:val="none" w:sz="0" w:space="0" w:color="auto"/>
          <w:lang w:val="pl-PL" w:eastAsia="pl-PL"/>
        </w:rPr>
        <w:t xml:space="preserve"> ogrodzeniow</w:t>
      </w:r>
      <w:r w:rsidRPr="005E53AE">
        <w:rPr>
          <w:rFonts w:eastAsia="Times New Roman"/>
          <w:b/>
          <w:bdr w:val="none" w:sz="0" w:space="0" w:color="auto"/>
          <w:lang w:val="pl-PL" w:eastAsia="pl-PL"/>
        </w:rPr>
        <w:t>e</w:t>
      </w:r>
    </w:p>
    <w:p w14:paraId="58589778" w14:textId="30D19EC7" w:rsidR="005E53AE" w:rsidRDefault="005E53AE" w:rsidP="005E53A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right" w:leader="dot" w:pos="142"/>
        </w:tabs>
        <w:suppressAutoHyphens/>
        <w:autoSpaceDE w:val="0"/>
        <w:autoSpaceDN w:val="0"/>
        <w:adjustRightInd w:val="0"/>
        <w:spacing w:after="200"/>
        <w:ind w:right="-1"/>
        <w:contextualSpacing/>
        <w:rPr>
          <w:rFonts w:eastAsia="Times New Roman"/>
          <w:bdr w:val="none" w:sz="0" w:space="0" w:color="auto"/>
          <w:lang w:val="pl-PL" w:eastAsia="pl-PL"/>
        </w:rPr>
      </w:pPr>
    </w:p>
    <w:p w14:paraId="2D95BA33" w14:textId="77777777" w:rsidR="005E53AE" w:rsidRPr="001C4FAC" w:rsidRDefault="005E53AE" w:rsidP="005E53AE">
      <w:pPr>
        <w:suppressAutoHyphens/>
        <w:spacing w:line="23" w:lineRule="atLeast"/>
        <w:rPr>
          <w:b/>
          <w:lang w:val="pl-PL" w:eastAsia="ar-SA"/>
        </w:rPr>
      </w:pPr>
      <w:r w:rsidRPr="001C4FAC">
        <w:rPr>
          <w:b/>
          <w:lang w:val="pl-PL" w:eastAsia="ar-SA"/>
        </w:rPr>
        <w:t>Cena całkowita …………………………………………………………….zł</w:t>
      </w:r>
    </w:p>
    <w:p w14:paraId="6414F876" w14:textId="77777777" w:rsidR="005E53AE" w:rsidRPr="001C4FAC" w:rsidRDefault="005E53AE" w:rsidP="005E53AE">
      <w:pPr>
        <w:suppressAutoHyphens/>
        <w:spacing w:line="23" w:lineRule="atLeast"/>
        <w:rPr>
          <w:lang w:val="pl-PL" w:eastAsia="ar-SA"/>
        </w:rPr>
      </w:pPr>
    </w:p>
    <w:p w14:paraId="138CC114" w14:textId="77777777" w:rsidR="005E53AE" w:rsidRPr="001C4FAC" w:rsidRDefault="005E53AE" w:rsidP="005E53AE">
      <w:pPr>
        <w:suppressAutoHyphens/>
        <w:spacing w:line="23" w:lineRule="atLeast"/>
        <w:rPr>
          <w:lang w:val="pl-PL" w:eastAsia="ar-SA"/>
        </w:rPr>
      </w:pPr>
      <w:r w:rsidRPr="001C4FAC">
        <w:rPr>
          <w:lang w:val="pl-PL" w:eastAsia="ar-SA"/>
        </w:rPr>
        <w:t>W tym stawka VAT …………... % (……………………………………….zł)</w:t>
      </w:r>
    </w:p>
    <w:p w14:paraId="19D7D98F" w14:textId="77777777" w:rsidR="005E53AE" w:rsidRPr="001C4FAC" w:rsidRDefault="005E53AE" w:rsidP="005E53AE">
      <w:pPr>
        <w:suppressAutoHyphens/>
        <w:spacing w:line="23" w:lineRule="atLeast"/>
        <w:rPr>
          <w:lang w:val="pl-PL" w:eastAsia="ar-SA"/>
        </w:rPr>
      </w:pPr>
    </w:p>
    <w:p w14:paraId="08C20CC2" w14:textId="77777777" w:rsidR="005E53AE" w:rsidRPr="001C4FAC" w:rsidRDefault="005E53AE" w:rsidP="005E53AE">
      <w:pPr>
        <w:suppressAutoHyphens/>
        <w:spacing w:line="23" w:lineRule="atLeast"/>
        <w:rPr>
          <w:lang w:val="pl-PL" w:eastAsia="ar-SA"/>
        </w:rPr>
      </w:pPr>
      <w:r w:rsidRPr="001C4FAC">
        <w:rPr>
          <w:lang w:val="pl-PL" w:eastAsia="ar-SA"/>
        </w:rPr>
        <w:t>Wartość netto ……………………………………………………………….. zł</w:t>
      </w:r>
    </w:p>
    <w:p w14:paraId="74C4F3B5" w14:textId="7250B8D3" w:rsidR="005E53AE" w:rsidRDefault="005E53AE" w:rsidP="005E53A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right" w:leader="dot" w:pos="142"/>
        </w:tabs>
        <w:suppressAutoHyphens/>
        <w:autoSpaceDE w:val="0"/>
        <w:autoSpaceDN w:val="0"/>
        <w:adjustRightInd w:val="0"/>
        <w:spacing w:after="200"/>
        <w:ind w:right="-1"/>
        <w:contextualSpacing/>
        <w:rPr>
          <w:rFonts w:eastAsia="Times New Roman"/>
          <w:bCs/>
          <w:bdr w:val="none" w:sz="0" w:space="0" w:color="auto"/>
          <w:lang w:val="pl-PL" w:eastAsia="pl-PL"/>
        </w:rPr>
      </w:pPr>
    </w:p>
    <w:p w14:paraId="1DCF7DFA" w14:textId="77777777" w:rsidR="005E53AE" w:rsidRPr="00386912" w:rsidRDefault="005E53AE" w:rsidP="005E53A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right" w:leader="dot" w:pos="142"/>
        </w:tabs>
        <w:suppressAutoHyphens/>
        <w:autoSpaceDE w:val="0"/>
        <w:autoSpaceDN w:val="0"/>
        <w:adjustRightInd w:val="0"/>
        <w:spacing w:after="200"/>
        <w:ind w:right="-1"/>
        <w:contextualSpacing/>
        <w:rPr>
          <w:rFonts w:eastAsia="Times New Roman"/>
          <w:bCs/>
          <w:bdr w:val="none" w:sz="0" w:space="0" w:color="auto"/>
          <w:lang w:val="pl-PL" w:eastAsia="pl-PL"/>
        </w:rPr>
      </w:pPr>
    </w:p>
    <w:p w14:paraId="78268869" w14:textId="11D80B21" w:rsidR="005E53AE" w:rsidRDefault="005E53AE" w:rsidP="005E53A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right" w:leader="dot" w:pos="142"/>
        </w:tabs>
        <w:suppressAutoHyphens/>
        <w:autoSpaceDE w:val="0"/>
        <w:autoSpaceDN w:val="0"/>
        <w:adjustRightInd w:val="0"/>
        <w:spacing w:after="200"/>
        <w:ind w:right="-1"/>
        <w:contextualSpacing/>
        <w:rPr>
          <w:rFonts w:eastAsia="Times New Roman"/>
          <w:b/>
          <w:bdr w:val="none" w:sz="0" w:space="0" w:color="auto"/>
          <w:lang w:val="pl-PL" w:eastAsia="pl-PL"/>
        </w:rPr>
      </w:pPr>
      <w:r w:rsidRPr="005E53AE">
        <w:rPr>
          <w:rFonts w:eastAsia="Times New Roman"/>
          <w:b/>
          <w:bdr w:val="none" w:sz="0" w:space="0" w:color="auto"/>
          <w:lang w:val="pl-PL" w:eastAsia="pl-PL"/>
        </w:rPr>
        <w:t xml:space="preserve">Wymiana </w:t>
      </w:r>
      <w:r>
        <w:rPr>
          <w:rFonts w:eastAsia="Times New Roman"/>
          <w:b/>
          <w:bdr w:val="none" w:sz="0" w:space="0" w:color="auto"/>
          <w:lang w:val="pl-PL" w:eastAsia="pl-PL"/>
        </w:rPr>
        <w:t>siedzisk do trybun sportowych</w:t>
      </w:r>
    </w:p>
    <w:p w14:paraId="091BF648" w14:textId="77777777" w:rsidR="005E53AE" w:rsidRDefault="005E53AE" w:rsidP="005E53A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right" w:leader="dot" w:pos="142"/>
        </w:tabs>
        <w:suppressAutoHyphens/>
        <w:autoSpaceDE w:val="0"/>
        <w:autoSpaceDN w:val="0"/>
        <w:adjustRightInd w:val="0"/>
        <w:spacing w:after="200"/>
        <w:ind w:right="-1"/>
        <w:contextualSpacing/>
        <w:rPr>
          <w:rFonts w:eastAsia="Times New Roman"/>
          <w:b/>
          <w:bdr w:val="none" w:sz="0" w:space="0" w:color="auto"/>
          <w:lang w:val="pl-PL" w:eastAsia="pl-PL"/>
        </w:rPr>
      </w:pPr>
    </w:p>
    <w:p w14:paraId="38B5507D" w14:textId="7FF233A0" w:rsidR="005E53AE" w:rsidRPr="001C4FAC" w:rsidRDefault="005E53AE" w:rsidP="004A1638">
      <w:pPr>
        <w:suppressAutoHyphens/>
        <w:spacing w:line="23" w:lineRule="atLeast"/>
        <w:rPr>
          <w:b/>
          <w:lang w:val="pl-PL" w:eastAsia="ar-SA"/>
        </w:rPr>
      </w:pPr>
    </w:p>
    <w:p w14:paraId="2DFD8BF8" w14:textId="77777777" w:rsidR="005E53AE" w:rsidRPr="001C4FAC" w:rsidRDefault="005E53AE" w:rsidP="005E53AE">
      <w:pPr>
        <w:suppressAutoHyphens/>
        <w:spacing w:line="23" w:lineRule="atLeast"/>
        <w:rPr>
          <w:b/>
          <w:lang w:val="pl-PL" w:eastAsia="ar-SA"/>
        </w:rPr>
      </w:pPr>
      <w:r w:rsidRPr="001C4FAC">
        <w:rPr>
          <w:b/>
          <w:lang w:val="pl-PL" w:eastAsia="ar-SA"/>
        </w:rPr>
        <w:t>Cena całkowita …………………………………………………………….zł</w:t>
      </w:r>
    </w:p>
    <w:p w14:paraId="72EF8268" w14:textId="77777777" w:rsidR="005E53AE" w:rsidRPr="001C4FAC" w:rsidRDefault="005E53AE" w:rsidP="005E53AE">
      <w:pPr>
        <w:suppressAutoHyphens/>
        <w:spacing w:line="23" w:lineRule="atLeast"/>
        <w:rPr>
          <w:lang w:val="pl-PL" w:eastAsia="ar-SA"/>
        </w:rPr>
      </w:pPr>
    </w:p>
    <w:p w14:paraId="696ABD66" w14:textId="77777777" w:rsidR="005E53AE" w:rsidRPr="001C4FAC" w:rsidRDefault="005E53AE" w:rsidP="005E53AE">
      <w:pPr>
        <w:suppressAutoHyphens/>
        <w:spacing w:line="23" w:lineRule="atLeast"/>
        <w:rPr>
          <w:lang w:val="pl-PL" w:eastAsia="ar-SA"/>
        </w:rPr>
      </w:pPr>
      <w:r w:rsidRPr="001C4FAC">
        <w:rPr>
          <w:lang w:val="pl-PL" w:eastAsia="ar-SA"/>
        </w:rPr>
        <w:t>W tym stawka VAT …………... % (……………………………………….zł)</w:t>
      </w:r>
    </w:p>
    <w:p w14:paraId="3EF0E85E" w14:textId="77777777" w:rsidR="005E53AE" w:rsidRPr="001C4FAC" w:rsidRDefault="005E53AE" w:rsidP="005E53AE">
      <w:pPr>
        <w:suppressAutoHyphens/>
        <w:spacing w:line="23" w:lineRule="atLeast"/>
        <w:rPr>
          <w:lang w:val="pl-PL" w:eastAsia="ar-SA"/>
        </w:rPr>
      </w:pPr>
    </w:p>
    <w:p w14:paraId="3B0F30B8" w14:textId="77777777" w:rsidR="005E53AE" w:rsidRPr="001C4FAC" w:rsidRDefault="005E53AE" w:rsidP="005E53AE">
      <w:pPr>
        <w:suppressAutoHyphens/>
        <w:spacing w:line="23" w:lineRule="atLeast"/>
        <w:rPr>
          <w:lang w:val="pl-PL" w:eastAsia="ar-SA"/>
        </w:rPr>
      </w:pPr>
      <w:r w:rsidRPr="001C4FAC">
        <w:rPr>
          <w:lang w:val="pl-PL" w:eastAsia="ar-SA"/>
        </w:rPr>
        <w:t>Wartość netto ……………………………………………………………….. zł</w:t>
      </w:r>
    </w:p>
    <w:p w14:paraId="6A116063" w14:textId="15B1C032" w:rsidR="005E53AE" w:rsidRPr="001C4FAC" w:rsidRDefault="005E53AE" w:rsidP="004A1638">
      <w:pPr>
        <w:suppressAutoHyphens/>
        <w:spacing w:line="23" w:lineRule="atLeast"/>
        <w:rPr>
          <w:b/>
          <w:lang w:val="pl-PL" w:eastAsia="ar-SA"/>
        </w:rPr>
      </w:pPr>
    </w:p>
    <w:p w14:paraId="453EED8A" w14:textId="142ED71A" w:rsidR="00E26B30" w:rsidRPr="001C4FAC" w:rsidRDefault="00E26B30" w:rsidP="004A1638">
      <w:pPr>
        <w:suppressAutoHyphens/>
        <w:spacing w:line="23" w:lineRule="atLeast"/>
        <w:rPr>
          <w:b/>
          <w:lang w:val="pl-PL" w:eastAsia="ar-SA"/>
        </w:rPr>
      </w:pPr>
      <w:r w:rsidRPr="001C4FAC">
        <w:rPr>
          <w:b/>
          <w:lang w:val="pl-PL" w:eastAsia="ar-SA"/>
        </w:rPr>
        <w:t>Kryterium „gwarancja” - ……… miesięcy</w:t>
      </w:r>
    </w:p>
    <w:p w14:paraId="1A2B9A88" w14:textId="4953B194" w:rsidR="00E26B30" w:rsidRPr="001C4FAC" w:rsidRDefault="00E26B30" w:rsidP="004A1638">
      <w:pPr>
        <w:spacing w:line="23" w:lineRule="atLeast"/>
        <w:jc w:val="both"/>
        <w:rPr>
          <w:bCs/>
          <w:i/>
          <w:iCs/>
          <w:sz w:val="20"/>
          <w:szCs w:val="20"/>
          <w:lang w:val="pl-PL"/>
        </w:rPr>
      </w:pPr>
      <w:r w:rsidRPr="001C4FAC">
        <w:rPr>
          <w:bCs/>
          <w:i/>
          <w:iCs/>
          <w:sz w:val="20"/>
          <w:szCs w:val="20"/>
          <w:lang w:val="pl-PL"/>
        </w:rPr>
        <w:t>W przypadku nie uzupełnienia w druku oferty pola „gwarancja” Zamawiający uzna, iż Wykonawca zaoferował 36 miesięczny okres gwarancji i tym samym przyzna Wykonawcy  0 punktów. W przypadku wpisania mniejszej wartości niż 36 miesięcy, Zamawiający odrzuci ofertę jako niezgodn</w:t>
      </w:r>
      <w:r w:rsidR="000B28D9" w:rsidRPr="001C4FAC">
        <w:rPr>
          <w:bCs/>
          <w:i/>
          <w:iCs/>
          <w:sz w:val="20"/>
          <w:szCs w:val="20"/>
          <w:lang w:val="pl-PL"/>
        </w:rPr>
        <w:t>ą z wymaganiami określonymi w S</w:t>
      </w:r>
      <w:r w:rsidRPr="001C4FAC">
        <w:rPr>
          <w:bCs/>
          <w:i/>
          <w:iCs/>
          <w:sz w:val="20"/>
          <w:szCs w:val="20"/>
          <w:lang w:val="pl-PL"/>
        </w:rPr>
        <w:t>WZ. W przypadku wpisania wartości powyżej 60 miesięcy Zamawiający uzna, iż Wykonawca zaoferował 60 miesięczny termin gwarancji i tym samym przyzna 40 punktów w ramach kryterium „gwarancja”.</w:t>
      </w:r>
    </w:p>
    <w:p w14:paraId="07DA5F29" w14:textId="7959F5B8" w:rsidR="00433AF0" w:rsidRPr="001C4FAC" w:rsidRDefault="00433AF0" w:rsidP="004A1638">
      <w:pPr>
        <w:suppressAutoHyphens/>
        <w:spacing w:line="23" w:lineRule="atLeast"/>
        <w:rPr>
          <w:lang w:val="pl-PL" w:eastAsia="ar-SA"/>
        </w:rPr>
      </w:pPr>
    </w:p>
    <w:p w14:paraId="030D32C9" w14:textId="77777777" w:rsidR="00E26B30" w:rsidRPr="001C4FAC" w:rsidRDefault="00E26B30" w:rsidP="004A1638">
      <w:pPr>
        <w:suppressAutoHyphens/>
        <w:spacing w:line="23" w:lineRule="atLeast"/>
        <w:rPr>
          <w:lang w:val="pl-PL" w:eastAsia="ar-SA"/>
        </w:rPr>
      </w:pPr>
      <w:r w:rsidRPr="001C4FAC">
        <w:rPr>
          <w:b/>
          <w:lang w:val="pl-PL" w:eastAsia="ar-SA"/>
        </w:rPr>
        <w:t>III. Płatność</w:t>
      </w:r>
    </w:p>
    <w:p w14:paraId="3B80DBAC" w14:textId="6CF5F468" w:rsidR="00706A82" w:rsidRPr="001C4FAC" w:rsidRDefault="00E26B30" w:rsidP="00706A82">
      <w:pPr>
        <w:spacing w:line="23" w:lineRule="atLeast"/>
        <w:jc w:val="both"/>
        <w:rPr>
          <w:lang w:val="pl-PL"/>
        </w:rPr>
      </w:pPr>
      <w:r w:rsidRPr="001C4FAC">
        <w:rPr>
          <w:lang w:val="pl-PL"/>
        </w:rPr>
        <w:t xml:space="preserve">Zapłata realizowana będzie, przelewem na konto Wykonawcy w okresie </w:t>
      </w:r>
      <w:r w:rsidRPr="001C4FAC">
        <w:rPr>
          <w:b/>
          <w:lang w:val="pl-PL"/>
        </w:rPr>
        <w:t>30 dni</w:t>
      </w:r>
      <w:r w:rsidRPr="001C4FAC">
        <w:rPr>
          <w:lang w:val="pl-PL"/>
        </w:rPr>
        <w:t xml:space="preserve"> od daty otrzymania prawidłowo wystawionej faktury VAT przez Zamawiającego. Na fakturze powinien znajdować się numer umowy robót budowlanych, której faktura dotyczy.</w:t>
      </w:r>
    </w:p>
    <w:p w14:paraId="2C2D4D04" w14:textId="77777777" w:rsidR="00246856" w:rsidRPr="001C4FAC" w:rsidRDefault="00246856" w:rsidP="00706A82">
      <w:pPr>
        <w:spacing w:line="23" w:lineRule="atLeast"/>
        <w:jc w:val="both"/>
        <w:rPr>
          <w:lang w:val="pl-PL"/>
        </w:rPr>
      </w:pPr>
    </w:p>
    <w:p w14:paraId="71DA7492" w14:textId="77777777" w:rsidR="00E26B30" w:rsidRPr="001C4FAC" w:rsidRDefault="00E26B30" w:rsidP="004A1638">
      <w:pPr>
        <w:suppressAutoHyphens/>
        <w:spacing w:line="23" w:lineRule="atLeast"/>
        <w:rPr>
          <w:b/>
          <w:color w:val="000000"/>
          <w:lang w:val="pl-PL" w:eastAsia="ar-SA"/>
        </w:rPr>
      </w:pPr>
      <w:r w:rsidRPr="001C4FAC">
        <w:rPr>
          <w:b/>
          <w:color w:val="000000"/>
          <w:lang w:val="pl-PL" w:eastAsia="ar-SA"/>
        </w:rPr>
        <w:t>IV. Podwykonawca:</w:t>
      </w:r>
    </w:p>
    <w:p w14:paraId="64B6FB93" w14:textId="77777777" w:rsidR="00E26B30" w:rsidRPr="001C4FAC" w:rsidRDefault="00E26B30" w:rsidP="004A1638">
      <w:pPr>
        <w:suppressAutoHyphens/>
        <w:spacing w:line="23" w:lineRule="atLeast"/>
        <w:jc w:val="both"/>
        <w:rPr>
          <w:color w:val="000000"/>
          <w:lang w:val="pl-PL" w:eastAsia="ar-SA"/>
        </w:rPr>
      </w:pPr>
      <w:r w:rsidRPr="001C4FAC">
        <w:rPr>
          <w:color w:val="000000"/>
          <w:lang w:val="pl-PL" w:eastAsia="ar-SA"/>
        </w:rPr>
        <w:t>Informujemy, że zamierzamy powierzyć wykonanie części zamówienia podwykonawcy:</w:t>
      </w:r>
    </w:p>
    <w:p w14:paraId="5ADE1E07" w14:textId="0DB2B786" w:rsidR="00E26B30" w:rsidRPr="001C4FAC" w:rsidRDefault="00E26B30" w:rsidP="004A1638">
      <w:pPr>
        <w:tabs>
          <w:tab w:val="left" w:pos="17324"/>
        </w:tabs>
        <w:suppressAutoHyphens/>
        <w:spacing w:line="23" w:lineRule="atLeast"/>
        <w:jc w:val="both"/>
        <w:rPr>
          <w:color w:val="000000"/>
          <w:lang w:val="pl-PL" w:eastAsia="ar-SA"/>
        </w:rPr>
      </w:pPr>
      <w:r w:rsidRPr="001C4FAC">
        <w:rPr>
          <w:color w:val="000000"/>
          <w:lang w:val="pl-PL" w:eastAsia="ar-SA"/>
        </w:rPr>
        <w:t>1.Zakres wykonywanych prac oraz nazwy podwykonawców – o ile są znani:</w:t>
      </w:r>
    </w:p>
    <w:p w14:paraId="1632D467" w14:textId="77777777" w:rsidR="00E26B30" w:rsidRPr="001C4FAC" w:rsidRDefault="00E26B30" w:rsidP="004A1638">
      <w:pPr>
        <w:tabs>
          <w:tab w:val="left" w:pos="17324"/>
        </w:tabs>
        <w:suppressAutoHyphens/>
        <w:spacing w:line="23" w:lineRule="atLeast"/>
        <w:ind w:left="284" w:hanging="284"/>
        <w:rPr>
          <w:color w:val="000000"/>
          <w:lang w:val="pl-PL" w:eastAsia="ar-SA"/>
        </w:rPr>
      </w:pPr>
      <w:r w:rsidRPr="001C4FAC">
        <w:rPr>
          <w:color w:val="000000"/>
          <w:lang w:val="pl-PL" w:eastAsia="ar-SA"/>
        </w:rPr>
        <w:t>..............................................................................................................................................</w:t>
      </w:r>
    </w:p>
    <w:p w14:paraId="370B2F70" w14:textId="77777777" w:rsidR="00E26B30" w:rsidRPr="001C4FAC" w:rsidRDefault="00E26B30" w:rsidP="004A1638">
      <w:pPr>
        <w:suppressAutoHyphens/>
        <w:spacing w:line="23" w:lineRule="atLeast"/>
        <w:rPr>
          <w:color w:val="000000"/>
          <w:lang w:val="pl-PL" w:eastAsia="ar-SA"/>
        </w:rPr>
      </w:pPr>
      <w:r w:rsidRPr="001C4FAC">
        <w:rPr>
          <w:color w:val="000000"/>
          <w:lang w:val="pl-PL" w:eastAsia="ar-SA"/>
        </w:rPr>
        <w:t>..............................................................................................................................................</w:t>
      </w:r>
    </w:p>
    <w:p w14:paraId="4327A21F" w14:textId="77777777" w:rsidR="00E26B30" w:rsidRPr="001C4FAC" w:rsidRDefault="00E26B30" w:rsidP="004A1638">
      <w:pPr>
        <w:tabs>
          <w:tab w:val="left" w:pos="142"/>
        </w:tabs>
        <w:suppressAutoHyphens/>
        <w:spacing w:line="23" w:lineRule="atLeast"/>
        <w:rPr>
          <w:i/>
          <w:iCs/>
          <w:color w:val="000000"/>
          <w:lang w:val="pl-PL" w:eastAsia="ar-SA"/>
        </w:rPr>
      </w:pPr>
      <w:r w:rsidRPr="001C4FAC">
        <w:rPr>
          <w:color w:val="000000"/>
          <w:vertAlign w:val="superscript"/>
          <w:lang w:val="pl-PL" w:eastAsia="ar-SA"/>
        </w:rPr>
        <w:t>*)</w:t>
      </w:r>
      <w:r w:rsidRPr="001C4FAC">
        <w:rPr>
          <w:i/>
          <w:iCs/>
          <w:color w:val="000000"/>
          <w:lang w:val="pl-PL" w:eastAsia="ar-SA"/>
        </w:rPr>
        <w:t xml:space="preserve">w przypadku nie wypełnienia punktu dotyczącego podwykonawcy Zamawiający uzna, że wykonawca będzie wykonywał całość zamówienia publicznego osobiście.  </w:t>
      </w:r>
    </w:p>
    <w:p w14:paraId="62834F35" w14:textId="77777777" w:rsidR="00E26B30" w:rsidRPr="001C4FAC" w:rsidRDefault="00E26B30" w:rsidP="004A1638">
      <w:pPr>
        <w:suppressAutoHyphens/>
        <w:spacing w:line="23" w:lineRule="atLeast"/>
        <w:rPr>
          <w:color w:val="000000"/>
          <w:lang w:val="pl-PL" w:eastAsia="ar-SA"/>
        </w:rPr>
      </w:pPr>
    </w:p>
    <w:p w14:paraId="62829D30" w14:textId="77777777" w:rsidR="00E26B30" w:rsidRPr="001C4FAC" w:rsidRDefault="00E26B30" w:rsidP="004A1638">
      <w:pPr>
        <w:suppressAutoHyphens/>
        <w:spacing w:line="23" w:lineRule="atLeast"/>
        <w:rPr>
          <w:b/>
          <w:color w:val="000000"/>
          <w:lang w:val="pl-PL" w:eastAsia="ar-SA"/>
        </w:rPr>
      </w:pPr>
      <w:r w:rsidRPr="001C4FAC">
        <w:rPr>
          <w:b/>
          <w:color w:val="000000"/>
          <w:lang w:val="pl-PL" w:eastAsia="ar-SA"/>
        </w:rPr>
        <w:t>V. Poleganie na zasobach podmiotów trzecich:</w:t>
      </w:r>
    </w:p>
    <w:p w14:paraId="47D51AB8" w14:textId="77777777" w:rsidR="00E26B30" w:rsidRPr="001C4FAC" w:rsidRDefault="00E26B30" w:rsidP="004A1638">
      <w:pPr>
        <w:suppressAutoHyphens/>
        <w:spacing w:line="23" w:lineRule="atLeast"/>
        <w:rPr>
          <w:color w:val="000000"/>
          <w:lang w:val="pl-PL" w:eastAsia="ar-SA"/>
        </w:rPr>
      </w:pPr>
      <w:r w:rsidRPr="001C4FAC">
        <w:rPr>
          <w:color w:val="000000"/>
          <w:lang w:val="pl-PL" w:eastAsia="ar-SA"/>
        </w:rPr>
        <w:lastRenderedPageBreak/>
        <w:t>Informujemy, że będziemy polegać na zasobach podmiotu trzeciego:</w:t>
      </w:r>
    </w:p>
    <w:p w14:paraId="556EEE58" w14:textId="77777777" w:rsidR="00E26B30" w:rsidRPr="001C4FAC" w:rsidRDefault="00E26B30" w:rsidP="004A1638">
      <w:pPr>
        <w:tabs>
          <w:tab w:val="left" w:pos="17324"/>
        </w:tabs>
        <w:suppressAutoHyphens/>
        <w:spacing w:line="23" w:lineRule="atLeast"/>
        <w:rPr>
          <w:color w:val="000000"/>
          <w:lang w:val="pl-PL" w:eastAsia="ar-SA"/>
        </w:rPr>
      </w:pPr>
      <w:r w:rsidRPr="001C4FAC">
        <w:rPr>
          <w:color w:val="000000"/>
          <w:lang w:val="pl-PL" w:eastAsia="ar-SA"/>
        </w:rPr>
        <w:t xml:space="preserve">1.Nazwa podmiotu: </w:t>
      </w:r>
    </w:p>
    <w:p w14:paraId="1BBA7638" w14:textId="77777777" w:rsidR="00E26B30" w:rsidRPr="001C4FAC" w:rsidRDefault="00E26B30" w:rsidP="004A1638">
      <w:pPr>
        <w:tabs>
          <w:tab w:val="left" w:pos="17324"/>
        </w:tabs>
        <w:suppressAutoHyphens/>
        <w:spacing w:line="23" w:lineRule="atLeast"/>
        <w:ind w:left="284" w:hanging="284"/>
        <w:rPr>
          <w:color w:val="000000"/>
          <w:lang w:val="pl-PL" w:eastAsia="ar-SA"/>
        </w:rPr>
      </w:pPr>
      <w:r w:rsidRPr="001C4FAC">
        <w:rPr>
          <w:color w:val="000000"/>
          <w:lang w:val="pl-PL" w:eastAsia="ar-SA"/>
        </w:rPr>
        <w:t>..............................................................................................................................................</w:t>
      </w:r>
    </w:p>
    <w:p w14:paraId="5B560A6C" w14:textId="77777777" w:rsidR="00E26B30" w:rsidRPr="001C4FAC" w:rsidRDefault="00E26B30" w:rsidP="004A1638">
      <w:pPr>
        <w:suppressAutoHyphens/>
        <w:spacing w:line="23" w:lineRule="atLeast"/>
        <w:rPr>
          <w:color w:val="000000"/>
          <w:lang w:val="pl-PL" w:eastAsia="ar-SA"/>
        </w:rPr>
      </w:pPr>
      <w:r w:rsidRPr="001C4FAC">
        <w:rPr>
          <w:color w:val="000000"/>
          <w:lang w:val="pl-PL" w:eastAsia="ar-SA"/>
        </w:rPr>
        <w:t>..............................................................................................................................................</w:t>
      </w:r>
    </w:p>
    <w:p w14:paraId="0EDAC766" w14:textId="77777777" w:rsidR="00E26B30" w:rsidRPr="001C4FAC" w:rsidRDefault="00E26B30" w:rsidP="004A1638">
      <w:pPr>
        <w:tabs>
          <w:tab w:val="left" w:pos="142"/>
        </w:tabs>
        <w:suppressAutoHyphens/>
        <w:spacing w:line="23" w:lineRule="atLeast"/>
        <w:rPr>
          <w:i/>
          <w:iCs/>
          <w:color w:val="000000"/>
          <w:lang w:val="pl-PL" w:eastAsia="ar-SA"/>
        </w:rPr>
      </w:pPr>
      <w:r w:rsidRPr="001C4FAC">
        <w:rPr>
          <w:color w:val="000000"/>
          <w:vertAlign w:val="superscript"/>
          <w:lang w:val="pl-PL" w:eastAsia="ar-SA"/>
        </w:rPr>
        <w:t>*)</w:t>
      </w:r>
      <w:r w:rsidRPr="001C4FAC">
        <w:rPr>
          <w:i/>
          <w:iCs/>
          <w:color w:val="000000"/>
          <w:lang w:val="pl-PL" w:eastAsia="ar-SA"/>
        </w:rPr>
        <w:t xml:space="preserve">w przypadku nie wypełnienia ww. punktu Zamawiający uzna, że wykonawca będzie nie będzie polegał na zasobach podmiotu trzeciego.  </w:t>
      </w:r>
    </w:p>
    <w:p w14:paraId="7411C966" w14:textId="445929AA" w:rsidR="00983235" w:rsidRPr="001C4FAC" w:rsidRDefault="00983235" w:rsidP="004A1638">
      <w:pPr>
        <w:suppressAutoHyphens/>
        <w:spacing w:line="23" w:lineRule="atLeast"/>
        <w:rPr>
          <w:color w:val="000000"/>
          <w:lang w:val="pl-PL" w:eastAsia="ar-SA"/>
        </w:rPr>
      </w:pPr>
    </w:p>
    <w:p w14:paraId="4E5F119A" w14:textId="77777777" w:rsidR="00E26B30" w:rsidRPr="001C4FAC" w:rsidRDefault="00E26B30" w:rsidP="004A1638">
      <w:pPr>
        <w:suppressAutoHyphens/>
        <w:spacing w:line="23" w:lineRule="atLeast"/>
        <w:jc w:val="both"/>
        <w:rPr>
          <w:b/>
          <w:lang w:val="pl-PL" w:eastAsia="ar-SA"/>
        </w:rPr>
      </w:pPr>
      <w:r w:rsidRPr="001C4FAC">
        <w:rPr>
          <w:b/>
          <w:lang w:val="pl-PL" w:eastAsia="ar-SA"/>
        </w:rPr>
        <w:t>VI. Czy Wykonawca jest mikroprzedsiębiorstwem bądź małym lub średnim przedsiębiorstwem</w:t>
      </w:r>
      <w:r w:rsidRPr="001963DC">
        <w:rPr>
          <w:b/>
          <w:vertAlign w:val="superscript"/>
          <w:lang w:eastAsia="ar-SA"/>
        </w:rPr>
        <w:footnoteReference w:id="1"/>
      </w:r>
      <w:r w:rsidRPr="001C4FAC">
        <w:rPr>
          <w:b/>
          <w:lang w:val="pl-PL" w:eastAsia="ar-SA"/>
        </w:rPr>
        <w:t>?</w:t>
      </w:r>
    </w:p>
    <w:p w14:paraId="30332C8B" w14:textId="77777777" w:rsidR="00E26B30" w:rsidRPr="001C4FAC" w:rsidRDefault="00E26B30" w:rsidP="004A1638">
      <w:pPr>
        <w:suppressAutoHyphens/>
        <w:spacing w:line="23" w:lineRule="atLeast"/>
        <w:rPr>
          <w:lang w:val="pl-PL" w:eastAsia="ar-SA"/>
        </w:rPr>
      </w:pPr>
    </w:p>
    <w:p w14:paraId="3640A40B" w14:textId="77777777" w:rsidR="00E26B30" w:rsidRPr="001C4FAC" w:rsidRDefault="00E26B30" w:rsidP="004A1638">
      <w:pPr>
        <w:suppressAutoHyphens/>
        <w:spacing w:line="23" w:lineRule="atLeast"/>
        <w:rPr>
          <w:lang w:val="pl-PL" w:eastAsia="ar-SA"/>
        </w:rPr>
      </w:pPr>
      <w:r w:rsidRPr="001C4FAC">
        <w:rPr>
          <w:lang w:val="pl-PL" w:eastAsia="ar-SA"/>
        </w:rPr>
        <w:tab/>
      </w:r>
      <w:r w:rsidRPr="001963DC">
        <w:rPr>
          <w:lang w:eastAsia="ar-SA"/>
        </w:rPr>
        <w:sym w:font="Symbol" w:char="F07F"/>
      </w:r>
      <w:r w:rsidRPr="001C4FAC">
        <w:rPr>
          <w:lang w:val="pl-PL" w:eastAsia="ar-SA"/>
        </w:rPr>
        <w:t xml:space="preserve"> TAK, ……………………. </w:t>
      </w:r>
      <w:r w:rsidRPr="001C4FAC">
        <w:rPr>
          <w:i/>
          <w:lang w:val="pl-PL" w:eastAsia="ar-SA"/>
        </w:rPr>
        <w:t>(Jakim - wypełnia wykonawca)</w:t>
      </w:r>
      <w:r w:rsidRPr="001C4FAC">
        <w:rPr>
          <w:i/>
          <w:lang w:val="pl-PL" w:eastAsia="ar-SA"/>
        </w:rPr>
        <w:tab/>
      </w:r>
      <w:r w:rsidRPr="001C4FAC">
        <w:rPr>
          <w:lang w:val="pl-PL" w:eastAsia="ar-SA"/>
        </w:rPr>
        <w:tab/>
      </w:r>
      <w:r w:rsidRPr="001963DC">
        <w:rPr>
          <w:lang w:eastAsia="ar-SA"/>
        </w:rPr>
        <w:sym w:font="Symbol" w:char="F07F"/>
      </w:r>
      <w:r w:rsidRPr="001C4FAC">
        <w:rPr>
          <w:lang w:val="pl-PL" w:eastAsia="ar-SA"/>
        </w:rPr>
        <w:t xml:space="preserve"> NIE</w:t>
      </w:r>
    </w:p>
    <w:p w14:paraId="68E201C6" w14:textId="77777777" w:rsidR="00E26B30" w:rsidRPr="001C4FAC" w:rsidRDefault="00E26B30" w:rsidP="004A1638">
      <w:pPr>
        <w:suppressAutoHyphens/>
        <w:spacing w:line="23" w:lineRule="atLeast"/>
        <w:rPr>
          <w:b/>
          <w:bCs/>
          <w:color w:val="000000"/>
          <w:u w:val="single"/>
          <w:lang w:val="pl-PL" w:eastAsia="ar-SA"/>
        </w:rPr>
      </w:pPr>
    </w:p>
    <w:p w14:paraId="416B0995" w14:textId="77777777" w:rsidR="00E26B30" w:rsidRPr="001C4FAC" w:rsidRDefault="00E26B30" w:rsidP="004A1638">
      <w:pPr>
        <w:suppressAutoHyphens/>
        <w:spacing w:line="23" w:lineRule="atLeast"/>
        <w:rPr>
          <w:b/>
          <w:bCs/>
          <w:color w:val="000000"/>
          <w:u w:val="single"/>
          <w:lang w:val="pl-PL" w:eastAsia="ar-SA"/>
        </w:rPr>
      </w:pPr>
      <w:r w:rsidRPr="001C4FAC">
        <w:rPr>
          <w:b/>
          <w:bCs/>
          <w:color w:val="000000"/>
          <w:u w:val="single"/>
          <w:lang w:val="pl-PL" w:eastAsia="ar-SA"/>
        </w:rPr>
        <w:t>VII. Ponadto oświadczam(y), że:</w:t>
      </w:r>
    </w:p>
    <w:p w14:paraId="425B6E3F" w14:textId="77777777" w:rsidR="00E26B30" w:rsidRPr="001C4FAC" w:rsidRDefault="00E26B30" w:rsidP="003448F2">
      <w:pPr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23" w:lineRule="atLeast"/>
        <w:ind w:left="0" w:firstLine="0"/>
        <w:jc w:val="both"/>
        <w:rPr>
          <w:bCs/>
          <w:lang w:val="pl-PL"/>
        </w:rPr>
      </w:pPr>
      <w:r w:rsidRPr="001C4FAC">
        <w:rPr>
          <w:bCs/>
          <w:lang w:val="pl-PL"/>
        </w:rPr>
        <w:t>Wybór oferty prowadzi/nie prowadzi</w:t>
      </w:r>
      <w:r w:rsidRPr="001963DC">
        <w:rPr>
          <w:rStyle w:val="Odwoanieprzypisudolnego"/>
          <w:bCs/>
        </w:rPr>
        <w:footnoteReference w:id="2"/>
      </w:r>
      <w:r w:rsidRPr="001C4FAC">
        <w:rPr>
          <w:bCs/>
          <w:lang w:val="pl-PL"/>
        </w:rPr>
        <w:t xml:space="preserve"> do powstania u Zamawiającego obowiązku podatkowego:</w:t>
      </w:r>
    </w:p>
    <w:p w14:paraId="48A14DEA" w14:textId="77777777" w:rsidR="00E26B30" w:rsidRPr="001C4FAC" w:rsidRDefault="00E26B30" w:rsidP="003448F2">
      <w:pPr>
        <w:numPr>
          <w:ilvl w:val="2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23" w:lineRule="atLeast"/>
        <w:ind w:left="709" w:hanging="425"/>
        <w:jc w:val="both"/>
        <w:rPr>
          <w:lang w:val="pl-PL"/>
        </w:rPr>
      </w:pPr>
      <w:r w:rsidRPr="001C4FAC">
        <w:rPr>
          <w:lang w:val="pl-PL"/>
        </w:rPr>
        <w:t>Nazwa towaru lub usługi, których dostawa lub świadczenie będzie prowadzić do powstania obowiązku podatkowego: ……………………..…………………………………………………………………….</w:t>
      </w:r>
    </w:p>
    <w:p w14:paraId="6F36DA7A" w14:textId="77777777" w:rsidR="00E26B30" w:rsidRPr="001C4FAC" w:rsidRDefault="00E26B30" w:rsidP="003448F2">
      <w:pPr>
        <w:numPr>
          <w:ilvl w:val="2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23" w:lineRule="atLeast"/>
        <w:ind w:left="709" w:hanging="425"/>
        <w:jc w:val="both"/>
        <w:rPr>
          <w:lang w:val="pl-PL"/>
        </w:rPr>
      </w:pPr>
      <w:r w:rsidRPr="001C4FAC">
        <w:rPr>
          <w:lang w:val="pl-PL"/>
        </w:rPr>
        <w:t>Wartość towaru lub usługi bez kwoty podatku VAT: ……………..……………………………………….</w:t>
      </w:r>
    </w:p>
    <w:p w14:paraId="26687DAC" w14:textId="77777777" w:rsidR="00E26B30" w:rsidRPr="001C4FAC" w:rsidRDefault="00E26B30" w:rsidP="003448F2">
      <w:pPr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23" w:lineRule="atLeast"/>
        <w:ind w:left="0" w:firstLine="0"/>
        <w:jc w:val="both"/>
        <w:rPr>
          <w:bCs/>
          <w:lang w:val="pl-PL"/>
        </w:rPr>
      </w:pPr>
      <w:r w:rsidRPr="001C4FAC">
        <w:rPr>
          <w:bCs/>
          <w:lang w:val="pl-PL"/>
        </w:rPr>
        <w:t>Oświadczam, że wypełniłem obowiązki informacyjne przewidziane w art. 13 lub art. 14 RODO) wobec osób fizycznych, od których dane osobowe bezpośrednio lub pośrednio pozyskałem w celu ubiegania się o udzielenie zamówienia publicznego w niniejszym postępowaniu.*</w:t>
      </w:r>
    </w:p>
    <w:p w14:paraId="11A9F2FF" w14:textId="3E9889DE" w:rsidR="00E26B30" w:rsidRPr="001C4FAC" w:rsidRDefault="00E26B30" w:rsidP="003448F2">
      <w:pPr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23" w:lineRule="atLeast"/>
        <w:ind w:left="0" w:firstLine="0"/>
        <w:jc w:val="both"/>
        <w:rPr>
          <w:bCs/>
          <w:lang w:val="pl-PL"/>
        </w:rPr>
      </w:pPr>
      <w:r w:rsidRPr="001C4FAC">
        <w:rPr>
          <w:bCs/>
          <w:lang w:val="pl-PL"/>
        </w:rPr>
        <w:t xml:space="preserve">Zapoznałem się ze wszystkimi warunkami określonymi w SWZ oraz w projekcie umowy, oraz że akceptuje je w całości. </w:t>
      </w:r>
    </w:p>
    <w:p w14:paraId="3FDBED5D" w14:textId="77777777" w:rsidR="00E26B30" w:rsidRPr="001C4FAC" w:rsidRDefault="00E26B30" w:rsidP="003448F2">
      <w:pPr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23" w:lineRule="atLeast"/>
        <w:ind w:left="0" w:firstLine="0"/>
        <w:jc w:val="both"/>
        <w:rPr>
          <w:bCs/>
          <w:lang w:val="pl-PL"/>
        </w:rPr>
      </w:pPr>
      <w:r w:rsidRPr="001C4FAC">
        <w:rPr>
          <w:lang w:val="pl-PL"/>
        </w:rPr>
        <w:t xml:space="preserve">Uważam się za związanego ofertą przez </w:t>
      </w:r>
      <w:r w:rsidRPr="001C4FAC">
        <w:rPr>
          <w:b/>
          <w:bCs/>
          <w:lang w:val="pl-PL"/>
        </w:rPr>
        <w:t>30 dni</w:t>
      </w:r>
      <w:r w:rsidRPr="001C4FAC">
        <w:rPr>
          <w:lang w:val="pl-PL"/>
        </w:rPr>
        <w:t xml:space="preserve"> od dnia w którym dokonano otwarcia ofert,</w:t>
      </w:r>
    </w:p>
    <w:p w14:paraId="732DE29F" w14:textId="2C675DD6" w:rsidR="00E26B30" w:rsidRPr="001C4FAC" w:rsidRDefault="00E26B30" w:rsidP="003448F2">
      <w:pPr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23" w:lineRule="atLeast"/>
        <w:ind w:left="0" w:firstLine="0"/>
        <w:jc w:val="both"/>
        <w:rPr>
          <w:bCs/>
          <w:lang w:val="pl-PL"/>
        </w:rPr>
      </w:pPr>
      <w:r w:rsidRPr="001C4FAC">
        <w:rPr>
          <w:lang w:val="pl-PL"/>
        </w:rPr>
        <w:t>W przypadku wyboru oferty jako najkorzystniejszej w przedmiotowym postępowaniu  o udzielenie zamówienia publicznego zobowiązuje się do zawarcia pisemnej umowy w brzmieniu zgodnym z projektem zawartym w Specyfikacji Warunków Zamówienia, w siedzibie Zamawiającego, w terminie przez niego wyznaczonym.</w:t>
      </w:r>
    </w:p>
    <w:p w14:paraId="425BE5CC" w14:textId="5D6E5C0D" w:rsidR="00E26B30" w:rsidRPr="001C4FAC" w:rsidRDefault="00E26B30" w:rsidP="003448F2">
      <w:pPr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23" w:lineRule="atLeast"/>
        <w:ind w:left="0" w:firstLine="0"/>
        <w:jc w:val="both"/>
        <w:rPr>
          <w:bCs/>
          <w:lang w:val="pl-PL"/>
        </w:rPr>
      </w:pPr>
      <w:r w:rsidRPr="001C4FAC">
        <w:rPr>
          <w:b/>
          <w:lang w:val="pl-PL"/>
        </w:rPr>
        <w:t>Niniejsza oferta zawiera na stronach nr od ____ do ____ informacje stanowiące tajemnicę przedsiębiorstwa w rozumieniu przepisów ustawy z dnia 16 kwietnia 1993 r.    o zwalczaniu nieuczciwej konkurencji (tekst jednolity Dz. U. z 2019 r., poz. 1010 z późn. zm.) i nie mogą być udostępniane. Na okoliczność tego wykazuję skuteczność takiego zastrzeżenia w oparciu                               o przepisy art. 11 ust. 4 ustawy z dnia 16 kwietnia 1993 r. o zwalczaniu nieuczciwej konkurencji (tekst jednolity Dz. U. z 2019 r., poz. 1010 z późn. zm.)w oparciu o następujące uzasadnienie:</w:t>
      </w:r>
    </w:p>
    <w:p w14:paraId="5A8B9CA6" w14:textId="77777777" w:rsidR="00E26B30" w:rsidRPr="001963DC" w:rsidRDefault="00E26B30" w:rsidP="004A1638">
      <w:pPr>
        <w:suppressAutoHyphens/>
        <w:spacing w:line="23" w:lineRule="atLeast"/>
        <w:ind w:left="284"/>
        <w:rPr>
          <w:b/>
        </w:rPr>
      </w:pPr>
      <w:r w:rsidRPr="001963DC">
        <w:rPr>
          <w:b/>
        </w:rPr>
        <w:t>………………………………………………………………………………………………………….……………………………………………………………………………………</w:t>
      </w:r>
    </w:p>
    <w:p w14:paraId="39056878" w14:textId="77777777" w:rsidR="00E26B30" w:rsidRPr="001C4FAC" w:rsidRDefault="00E26B30" w:rsidP="003448F2">
      <w:pPr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uppressAutoHyphens/>
        <w:spacing w:line="23" w:lineRule="atLeast"/>
        <w:ind w:left="0" w:firstLine="0"/>
        <w:jc w:val="both"/>
        <w:rPr>
          <w:lang w:val="pl-PL"/>
        </w:rPr>
      </w:pPr>
      <w:r w:rsidRPr="001C4FAC">
        <w:rPr>
          <w:lang w:val="pl-PL"/>
        </w:rPr>
        <w:lastRenderedPageBreak/>
        <w:t>Numer konta bankowego, na które płatne będzie wynagrodzenie, w przypadku wyboru oferty Wykonawcy ……………………………………………………………………. oraz nazwa banku prowadzącego w/w konto………………………………………………..………</w:t>
      </w:r>
    </w:p>
    <w:p w14:paraId="1E031F77" w14:textId="77777777" w:rsidR="00E26B30" w:rsidRPr="001C4FAC" w:rsidRDefault="00E26B30" w:rsidP="004A1638">
      <w:pPr>
        <w:suppressAutoHyphens/>
        <w:spacing w:line="23" w:lineRule="atLeast"/>
        <w:rPr>
          <w:color w:val="000000"/>
          <w:lang w:val="pl-PL" w:eastAsia="ar-SA"/>
        </w:rPr>
      </w:pPr>
    </w:p>
    <w:p w14:paraId="1F85871B" w14:textId="6DCE4A3E" w:rsidR="00E26B30" w:rsidRPr="001C4FAC" w:rsidRDefault="00E26B30" w:rsidP="004A1638">
      <w:pPr>
        <w:suppressAutoHyphens/>
        <w:spacing w:line="23" w:lineRule="atLeast"/>
        <w:jc w:val="both"/>
        <w:rPr>
          <w:color w:val="000000"/>
          <w:lang w:val="pl-PL" w:eastAsia="ar-SA"/>
        </w:rPr>
      </w:pPr>
      <w:r w:rsidRPr="001C4FAC">
        <w:rPr>
          <w:color w:val="000000"/>
          <w:lang w:val="pl-PL" w:eastAsia="ar-SA"/>
        </w:rPr>
        <w:t>Oferta została złożona na ............ ponumerowanych kolejno stronach łącznie ze wszystkimi załącznikami wymaganymi przez Zamawiającego.</w:t>
      </w:r>
    </w:p>
    <w:p w14:paraId="609CE389" w14:textId="77777777" w:rsidR="00E26B30" w:rsidRPr="001C4FAC" w:rsidRDefault="00E26B30" w:rsidP="004A1638">
      <w:pPr>
        <w:suppressAutoHyphens/>
        <w:spacing w:line="23" w:lineRule="atLeast"/>
        <w:rPr>
          <w:color w:val="000000"/>
          <w:lang w:val="pl-PL" w:eastAsia="ar-SA"/>
        </w:rPr>
      </w:pPr>
    </w:p>
    <w:p w14:paraId="7DD1D89B" w14:textId="77777777" w:rsidR="00E26B30" w:rsidRPr="001C4FAC" w:rsidRDefault="00E26B30" w:rsidP="004A1638">
      <w:pPr>
        <w:suppressAutoHyphens/>
        <w:spacing w:line="23" w:lineRule="atLeast"/>
        <w:rPr>
          <w:color w:val="000000"/>
          <w:lang w:val="pl-PL" w:eastAsia="ar-SA"/>
        </w:rPr>
      </w:pPr>
    </w:p>
    <w:p w14:paraId="766FAA57" w14:textId="77777777" w:rsidR="00E26B30" w:rsidRPr="001C4FAC" w:rsidRDefault="00E26B30" w:rsidP="004A1638">
      <w:pPr>
        <w:suppressAutoHyphens/>
        <w:spacing w:line="23" w:lineRule="atLeast"/>
        <w:rPr>
          <w:color w:val="000000"/>
          <w:lang w:val="pl-PL" w:eastAsia="ar-SA"/>
        </w:rPr>
      </w:pPr>
    </w:p>
    <w:tbl>
      <w:tblPr>
        <w:tblW w:w="8618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957"/>
        <w:gridCol w:w="1985"/>
        <w:gridCol w:w="3392"/>
      </w:tblGrid>
      <w:tr w:rsidR="00E26B30" w:rsidRPr="001C4FAC" w14:paraId="151A1677" w14:textId="77777777" w:rsidTr="005D3953">
        <w:trPr>
          <w:trHeight w:val="290"/>
        </w:trPr>
        <w:tc>
          <w:tcPr>
            <w:tcW w:w="86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6CB82" w14:textId="77777777" w:rsidR="00E26B30" w:rsidRPr="001C4FAC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9"/>
              <w:jc w:val="center"/>
              <w:rPr>
                <w:color w:val="000000"/>
                <w:lang w:val="pl-PL"/>
              </w:rPr>
            </w:pPr>
            <w:r w:rsidRPr="001C4FAC">
              <w:rPr>
                <w:color w:val="000000"/>
                <w:lang w:val="pl-PL"/>
              </w:rPr>
              <w:t xml:space="preserve">Osoby upoważnione do podpisania oferty w imieniu wykonawcy </w:t>
            </w:r>
          </w:p>
        </w:tc>
      </w:tr>
      <w:tr w:rsidR="00E26B30" w:rsidRPr="001963DC" w14:paraId="4F6C7362" w14:textId="77777777" w:rsidTr="005D3953">
        <w:trPr>
          <w:trHeight w:hRule="exact" w:val="277"/>
        </w:trPr>
        <w:tc>
          <w:tcPr>
            <w:tcW w:w="3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C9DB6" w14:textId="77777777" w:rsidR="00E26B30" w:rsidRPr="001963DC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1115"/>
              <w:rPr>
                <w:color w:val="000000"/>
              </w:rPr>
            </w:pPr>
            <w:r w:rsidRPr="001963DC">
              <w:rPr>
                <w:color w:val="000000"/>
              </w:rPr>
              <w:t>Imię i Nazwisko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B17B9" w14:textId="77777777" w:rsidR="00E26B30" w:rsidRPr="001963DC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28"/>
              <w:jc w:val="center"/>
              <w:rPr>
                <w:color w:val="000000"/>
              </w:rPr>
            </w:pPr>
            <w:r w:rsidRPr="001963DC">
              <w:rPr>
                <w:color w:val="000000"/>
              </w:rPr>
              <w:t>Data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9EE6B" w14:textId="77777777" w:rsidR="00E26B30" w:rsidRPr="001963DC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28"/>
              <w:jc w:val="center"/>
              <w:rPr>
                <w:color w:val="000000"/>
              </w:rPr>
            </w:pPr>
            <w:r w:rsidRPr="001963DC">
              <w:rPr>
                <w:color w:val="000000"/>
              </w:rPr>
              <w:t>Podpis</w:t>
            </w:r>
          </w:p>
        </w:tc>
      </w:tr>
      <w:tr w:rsidR="00E26B30" w:rsidRPr="001963DC" w14:paraId="25B8C831" w14:textId="77777777" w:rsidTr="005D3953">
        <w:trPr>
          <w:trHeight w:hRule="exact" w:val="765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361C1" w14:textId="77777777" w:rsidR="00E26B30" w:rsidRPr="001963DC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33"/>
              <w:jc w:val="center"/>
              <w:rPr>
                <w:color w:val="000000"/>
              </w:rPr>
            </w:pPr>
            <w:r w:rsidRPr="001963DC">
              <w:rPr>
                <w:color w:val="000000"/>
              </w:rPr>
              <w:t xml:space="preserve">1. 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9D2D9" w14:textId="77777777" w:rsidR="00E26B30" w:rsidRPr="001963DC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AAF57" w14:textId="77777777" w:rsidR="00E26B30" w:rsidRPr="001963DC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  <w:rPr>
                <w:color w:val="00000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574A5" w14:textId="77777777" w:rsidR="00E26B30" w:rsidRPr="001963DC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  <w:rPr>
                <w:color w:val="000000"/>
              </w:rPr>
            </w:pPr>
          </w:p>
        </w:tc>
      </w:tr>
      <w:tr w:rsidR="00E26B30" w:rsidRPr="001963DC" w14:paraId="11C035AD" w14:textId="77777777" w:rsidTr="005D3953">
        <w:trPr>
          <w:trHeight w:hRule="exact" w:val="847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4C902" w14:textId="77777777" w:rsidR="00E26B30" w:rsidRPr="001963DC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33"/>
              <w:jc w:val="center"/>
              <w:rPr>
                <w:color w:val="000000"/>
                <w:w w:val="66"/>
              </w:rPr>
            </w:pPr>
            <w:r w:rsidRPr="001963DC">
              <w:rPr>
                <w:color w:val="000000"/>
                <w:w w:val="66"/>
              </w:rPr>
              <w:t xml:space="preserve">2. 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016F6" w14:textId="77777777" w:rsidR="00E26B30" w:rsidRPr="001963DC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  <w:rPr>
                <w:color w:val="000000"/>
                <w:w w:val="6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DAEEA" w14:textId="77777777" w:rsidR="00E26B30" w:rsidRPr="001963DC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  <w:rPr>
                <w:color w:val="000000"/>
                <w:w w:val="66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0ECB" w14:textId="77777777" w:rsidR="00E26B30" w:rsidRPr="001963DC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  <w:rPr>
                <w:color w:val="000000"/>
                <w:w w:val="66"/>
              </w:rPr>
            </w:pPr>
          </w:p>
        </w:tc>
      </w:tr>
    </w:tbl>
    <w:p w14:paraId="15D7DC9B" w14:textId="77777777" w:rsidR="00E26B30" w:rsidRPr="001963DC" w:rsidRDefault="00E26B30" w:rsidP="004A1638">
      <w:pPr>
        <w:widowControl w:val="0"/>
        <w:suppressAutoHyphens/>
        <w:autoSpaceDE w:val="0"/>
        <w:spacing w:line="23" w:lineRule="atLeast"/>
        <w:rPr>
          <w:lang w:eastAsia="ar-SA"/>
        </w:rPr>
      </w:pPr>
    </w:p>
    <w:p w14:paraId="1536E6FA" w14:textId="77777777" w:rsidR="00E26B30" w:rsidRPr="001963DC" w:rsidRDefault="00E26B30" w:rsidP="004A1638">
      <w:pPr>
        <w:widowControl w:val="0"/>
        <w:suppressAutoHyphens/>
        <w:autoSpaceDE w:val="0"/>
        <w:spacing w:line="23" w:lineRule="atLeast"/>
        <w:rPr>
          <w:lang w:eastAsia="ar-SA"/>
        </w:rPr>
      </w:pPr>
    </w:p>
    <w:p w14:paraId="7647AEED" w14:textId="77777777" w:rsidR="00E26B30" w:rsidRPr="001963DC" w:rsidRDefault="00E26B30" w:rsidP="004A1638">
      <w:pPr>
        <w:widowControl w:val="0"/>
        <w:suppressAutoHyphens/>
        <w:autoSpaceDE w:val="0"/>
        <w:spacing w:line="23" w:lineRule="atLeast"/>
        <w:rPr>
          <w:lang w:eastAsia="ar-SA"/>
        </w:rPr>
      </w:pPr>
    </w:p>
    <w:p w14:paraId="370EBD73" w14:textId="77777777" w:rsidR="00E26B30" w:rsidRPr="001963DC" w:rsidRDefault="00E26B30" w:rsidP="004A1638">
      <w:pPr>
        <w:widowControl w:val="0"/>
        <w:suppressAutoHyphens/>
        <w:autoSpaceDE w:val="0"/>
        <w:spacing w:line="23" w:lineRule="atLeast"/>
        <w:rPr>
          <w:lang w:eastAsia="ar-SA"/>
        </w:rPr>
      </w:pPr>
    </w:p>
    <w:p w14:paraId="19C56A24" w14:textId="63966CBB" w:rsidR="00035248" w:rsidRPr="001963DC" w:rsidRDefault="006646CF" w:rsidP="004A1638">
      <w:pPr>
        <w:suppressAutoHyphens/>
        <w:spacing w:line="23" w:lineRule="atLeast"/>
        <w:jc w:val="right"/>
        <w:rPr>
          <w:b/>
          <w:lang w:val="pl-PL" w:eastAsia="ar-SA"/>
        </w:rPr>
      </w:pPr>
      <w:r w:rsidRPr="001963DC">
        <w:rPr>
          <w:b/>
          <w:sz w:val="20"/>
          <w:lang w:val="pl-PL" w:eastAsia="ar-SA"/>
        </w:rPr>
        <w:br w:type="page"/>
      </w:r>
      <w:r w:rsidR="00035248" w:rsidRPr="001963DC">
        <w:rPr>
          <w:b/>
          <w:lang w:val="pl-PL" w:eastAsia="ar-SA"/>
        </w:rPr>
        <w:lastRenderedPageBreak/>
        <w:t xml:space="preserve">ZAŁĄCZNIK NR </w:t>
      </w:r>
      <w:r w:rsidR="00D44318" w:rsidRPr="001963DC">
        <w:rPr>
          <w:b/>
          <w:lang w:val="pl-PL" w:eastAsia="ar-SA"/>
        </w:rPr>
        <w:t>2</w:t>
      </w:r>
      <w:r w:rsidR="00035248" w:rsidRPr="001963DC">
        <w:rPr>
          <w:b/>
          <w:lang w:val="pl-PL" w:eastAsia="ar-SA"/>
        </w:rPr>
        <w:t xml:space="preserve"> do SWZ</w:t>
      </w:r>
    </w:p>
    <w:p w14:paraId="4585AE1C" w14:textId="30E74DB3" w:rsidR="00035248" w:rsidRPr="001963DC" w:rsidRDefault="005C4E9F" w:rsidP="004A1638">
      <w:pPr>
        <w:suppressAutoHyphens/>
        <w:spacing w:line="23" w:lineRule="atLeast"/>
        <w:jc w:val="right"/>
        <w:rPr>
          <w:b/>
          <w:lang w:eastAsia="ar-SA"/>
        </w:rPr>
      </w:pPr>
      <w:r w:rsidRPr="005846B7">
        <w:rPr>
          <w:b/>
          <w:lang w:eastAsia="ar-SA"/>
        </w:rPr>
        <w:t>NS: ZP.271.</w:t>
      </w:r>
      <w:r w:rsidR="005E53AE">
        <w:rPr>
          <w:b/>
          <w:lang w:eastAsia="ar-SA"/>
        </w:rPr>
        <w:t>11.2024</w:t>
      </w:r>
    </w:p>
    <w:p w14:paraId="34754981" w14:textId="77777777" w:rsidR="00035248" w:rsidRPr="001963DC" w:rsidRDefault="00035248" w:rsidP="004A1638">
      <w:pPr>
        <w:suppressAutoHyphens/>
        <w:spacing w:line="23" w:lineRule="atLeast"/>
        <w:jc w:val="right"/>
        <w:rPr>
          <w:lang w:val="pl-PL" w:eastAsia="ar-SA"/>
        </w:rPr>
      </w:pPr>
    </w:p>
    <w:p w14:paraId="7A5FF54B" w14:textId="5AF013B0" w:rsidR="00035248" w:rsidRPr="001963DC" w:rsidRDefault="00035248" w:rsidP="004A1638">
      <w:pPr>
        <w:suppressAutoHyphens/>
        <w:spacing w:line="23" w:lineRule="atLeast"/>
        <w:jc w:val="right"/>
        <w:rPr>
          <w:lang w:val="pl-PL" w:eastAsia="ar-SA"/>
        </w:rPr>
      </w:pPr>
      <w:r w:rsidRPr="001963DC">
        <w:rPr>
          <w:lang w:val="pl-PL" w:eastAsia="ar-SA"/>
        </w:rPr>
        <w:t>..................Dnia............................</w:t>
      </w:r>
    </w:p>
    <w:p w14:paraId="47302C17" w14:textId="77777777" w:rsidR="00302D79" w:rsidRPr="001963DC" w:rsidRDefault="00302D79" w:rsidP="004A1638">
      <w:pPr>
        <w:suppressAutoHyphens/>
        <w:spacing w:line="23" w:lineRule="atLeast"/>
        <w:jc w:val="right"/>
        <w:rPr>
          <w:lang w:val="pl-PL" w:eastAsia="ar-SA"/>
        </w:rPr>
      </w:pPr>
    </w:p>
    <w:p w14:paraId="0136E4A3" w14:textId="608802E4" w:rsidR="00302D79" w:rsidRPr="001963DC" w:rsidRDefault="00302D79" w:rsidP="004A1638">
      <w:pPr>
        <w:suppressAutoHyphens/>
        <w:spacing w:line="23" w:lineRule="atLeast"/>
        <w:ind w:left="4956"/>
        <w:rPr>
          <w:b/>
          <w:lang w:eastAsia="ar-SA"/>
        </w:rPr>
      </w:pPr>
      <w:r w:rsidRPr="001963DC">
        <w:rPr>
          <w:b/>
          <w:i/>
          <w:lang w:eastAsia="ar-SA"/>
        </w:rPr>
        <w:tab/>
      </w:r>
      <w:r w:rsidRPr="001963DC">
        <w:rPr>
          <w:b/>
          <w:i/>
          <w:lang w:eastAsia="ar-SA"/>
        </w:rPr>
        <w:tab/>
      </w:r>
      <w:r w:rsidRPr="001963DC">
        <w:rPr>
          <w:b/>
          <w:i/>
          <w:u w:val="single"/>
          <w:lang w:eastAsia="ar-SA"/>
        </w:rPr>
        <w:t>Zamawiający:</w:t>
      </w:r>
    </w:p>
    <w:p w14:paraId="31EDEA34" w14:textId="2980A780" w:rsidR="00302D79" w:rsidRPr="001963DC" w:rsidRDefault="00302D79" w:rsidP="004A1638">
      <w:pPr>
        <w:suppressAutoHyphens/>
        <w:spacing w:line="23" w:lineRule="atLeast"/>
        <w:ind w:left="4956"/>
        <w:contextualSpacing/>
        <w:rPr>
          <w:b/>
          <w:lang w:eastAsia="ar-SA"/>
        </w:rPr>
      </w:pPr>
      <w:r w:rsidRPr="001963DC">
        <w:rPr>
          <w:b/>
          <w:lang w:eastAsia="ar-SA"/>
        </w:rPr>
        <w:tab/>
      </w:r>
      <w:r w:rsidRPr="001963DC">
        <w:rPr>
          <w:b/>
          <w:lang w:eastAsia="ar-SA"/>
        </w:rPr>
        <w:tab/>
        <w:t>Gmina Cedry Wielkie</w:t>
      </w:r>
    </w:p>
    <w:p w14:paraId="0F3E8E15" w14:textId="5E16067D" w:rsidR="00302D79" w:rsidRPr="001963DC" w:rsidRDefault="00302D79" w:rsidP="004A1638">
      <w:pPr>
        <w:suppressAutoHyphens/>
        <w:spacing w:line="23" w:lineRule="atLeast"/>
        <w:ind w:left="4956"/>
        <w:contextualSpacing/>
        <w:rPr>
          <w:b/>
          <w:lang w:eastAsia="ar-SA"/>
        </w:rPr>
      </w:pPr>
      <w:r w:rsidRPr="001963DC">
        <w:rPr>
          <w:b/>
          <w:lang w:eastAsia="ar-SA"/>
        </w:rPr>
        <w:tab/>
      </w:r>
      <w:r w:rsidRPr="001963DC">
        <w:rPr>
          <w:b/>
          <w:lang w:eastAsia="ar-SA"/>
        </w:rPr>
        <w:tab/>
        <w:t xml:space="preserve">reprezentowana przez </w:t>
      </w:r>
    </w:p>
    <w:p w14:paraId="6DDD7BA7" w14:textId="41C7FB86" w:rsidR="00302D79" w:rsidRPr="001963DC" w:rsidRDefault="00302D79" w:rsidP="004A1638">
      <w:pPr>
        <w:suppressAutoHyphens/>
        <w:spacing w:line="23" w:lineRule="atLeast"/>
        <w:ind w:left="4956"/>
        <w:rPr>
          <w:b/>
          <w:lang w:eastAsia="ar-SA"/>
        </w:rPr>
      </w:pPr>
      <w:r w:rsidRPr="001963DC">
        <w:rPr>
          <w:b/>
          <w:lang w:eastAsia="ar-SA"/>
        </w:rPr>
        <w:tab/>
      </w:r>
      <w:r w:rsidRPr="001963DC">
        <w:rPr>
          <w:b/>
          <w:lang w:eastAsia="ar-SA"/>
        </w:rPr>
        <w:tab/>
        <w:t>Wójta Gminy Cedry Wielkie</w:t>
      </w:r>
    </w:p>
    <w:p w14:paraId="64DDAAD1" w14:textId="77777777" w:rsidR="00302D79" w:rsidRPr="001963DC" w:rsidRDefault="00302D79" w:rsidP="004A1638">
      <w:pPr>
        <w:suppressAutoHyphens/>
        <w:spacing w:line="23" w:lineRule="atLeast"/>
        <w:ind w:left="4956"/>
        <w:rPr>
          <w:b/>
          <w:lang w:eastAsia="ar-SA"/>
        </w:rPr>
      </w:pPr>
    </w:p>
    <w:p w14:paraId="26EF00CC" w14:textId="18D3D318" w:rsidR="00302D79" w:rsidRPr="001963DC" w:rsidRDefault="00302D79" w:rsidP="004A1638">
      <w:pPr>
        <w:suppressAutoHyphens/>
        <w:spacing w:line="23" w:lineRule="atLeast"/>
        <w:ind w:left="4247"/>
        <w:rPr>
          <w:b/>
          <w:lang w:eastAsia="ar-SA"/>
        </w:rPr>
      </w:pPr>
      <w:r w:rsidRPr="001963DC">
        <w:rPr>
          <w:b/>
          <w:lang w:eastAsia="ar-SA"/>
        </w:rPr>
        <w:tab/>
      </w:r>
      <w:r w:rsidRPr="001963DC">
        <w:rPr>
          <w:b/>
          <w:lang w:eastAsia="ar-SA"/>
        </w:rPr>
        <w:tab/>
      </w:r>
      <w:r w:rsidRPr="001963DC">
        <w:rPr>
          <w:b/>
          <w:lang w:eastAsia="ar-SA"/>
        </w:rPr>
        <w:tab/>
        <w:t xml:space="preserve">Adres siedziby organów </w:t>
      </w:r>
      <w:r w:rsidRPr="001963DC">
        <w:rPr>
          <w:b/>
          <w:lang w:eastAsia="ar-SA"/>
        </w:rPr>
        <w:tab/>
      </w:r>
      <w:r w:rsidRPr="001963DC">
        <w:rPr>
          <w:b/>
          <w:lang w:eastAsia="ar-SA"/>
        </w:rPr>
        <w:tab/>
      </w:r>
      <w:r w:rsidRPr="001963DC">
        <w:rPr>
          <w:b/>
          <w:lang w:eastAsia="ar-SA"/>
        </w:rPr>
        <w:tab/>
      </w:r>
      <w:r w:rsidRPr="001963DC">
        <w:rPr>
          <w:b/>
          <w:lang w:eastAsia="ar-SA"/>
        </w:rPr>
        <w:tab/>
      </w:r>
      <w:r w:rsidRPr="001963DC">
        <w:rPr>
          <w:b/>
          <w:lang w:eastAsia="ar-SA"/>
        </w:rPr>
        <w:tab/>
        <w:t>Zamawiającego:</w:t>
      </w:r>
    </w:p>
    <w:p w14:paraId="39FE6907" w14:textId="77777777" w:rsidR="00302D79" w:rsidRPr="001963DC" w:rsidRDefault="00302D79" w:rsidP="004A1638">
      <w:pPr>
        <w:suppressAutoHyphens/>
        <w:spacing w:line="23" w:lineRule="atLeast"/>
        <w:ind w:left="4247" w:firstLine="709"/>
        <w:rPr>
          <w:b/>
          <w:lang w:eastAsia="ar-SA"/>
        </w:rPr>
      </w:pPr>
    </w:p>
    <w:p w14:paraId="700FFFFE" w14:textId="2AF4E49A" w:rsidR="00302D79" w:rsidRPr="001963DC" w:rsidRDefault="00302D79" w:rsidP="004A1638">
      <w:pPr>
        <w:suppressAutoHyphens/>
        <w:spacing w:line="23" w:lineRule="atLeast"/>
        <w:ind w:left="4247" w:firstLine="709"/>
        <w:rPr>
          <w:b/>
          <w:lang w:eastAsia="ar-SA"/>
        </w:rPr>
      </w:pPr>
      <w:r w:rsidRPr="001963DC">
        <w:rPr>
          <w:b/>
          <w:lang w:eastAsia="ar-SA"/>
        </w:rPr>
        <w:tab/>
      </w:r>
      <w:r w:rsidRPr="001963DC">
        <w:rPr>
          <w:b/>
          <w:lang w:eastAsia="ar-SA"/>
        </w:rPr>
        <w:tab/>
        <w:t xml:space="preserve">Urząd Gminy Cedry Wielkie </w:t>
      </w:r>
    </w:p>
    <w:p w14:paraId="30DC93EF" w14:textId="49B48636" w:rsidR="00302D79" w:rsidRPr="001963DC" w:rsidRDefault="00302D79" w:rsidP="004A1638">
      <w:pPr>
        <w:suppressAutoHyphens/>
        <w:spacing w:line="23" w:lineRule="atLeast"/>
        <w:ind w:left="4247" w:firstLine="709"/>
        <w:rPr>
          <w:b/>
          <w:lang w:eastAsia="ar-SA"/>
        </w:rPr>
      </w:pPr>
      <w:r w:rsidRPr="001963DC">
        <w:rPr>
          <w:b/>
          <w:lang w:eastAsia="ar-SA"/>
        </w:rPr>
        <w:tab/>
      </w:r>
      <w:r w:rsidRPr="001963DC">
        <w:rPr>
          <w:b/>
          <w:lang w:eastAsia="ar-SA"/>
        </w:rPr>
        <w:tab/>
        <w:t>ul. M. Płażyńskiego 16</w:t>
      </w:r>
    </w:p>
    <w:p w14:paraId="258D110A" w14:textId="3C55C1DF" w:rsidR="00035248" w:rsidRPr="001963DC" w:rsidRDefault="00302D79" w:rsidP="004A1638">
      <w:pPr>
        <w:suppressAutoHyphens/>
        <w:spacing w:line="23" w:lineRule="atLeast"/>
        <w:ind w:left="4956"/>
        <w:rPr>
          <w:b/>
          <w:i/>
          <w:lang w:val="pl-PL" w:eastAsia="ar-SA"/>
        </w:rPr>
      </w:pPr>
      <w:r w:rsidRPr="001963DC">
        <w:rPr>
          <w:b/>
          <w:lang w:eastAsia="ar-SA"/>
        </w:rPr>
        <w:tab/>
      </w:r>
      <w:r w:rsidRPr="001963DC">
        <w:rPr>
          <w:b/>
          <w:lang w:eastAsia="ar-SA"/>
        </w:rPr>
        <w:tab/>
        <w:t xml:space="preserve">83-020 Cedry Wielkie  </w:t>
      </w:r>
    </w:p>
    <w:p w14:paraId="2FD373F7" w14:textId="77777777" w:rsidR="00035248" w:rsidRPr="001963DC" w:rsidRDefault="00035248" w:rsidP="004A1638">
      <w:pPr>
        <w:spacing w:line="23" w:lineRule="atLeast"/>
        <w:contextualSpacing/>
        <w:rPr>
          <w:b/>
          <w:lang w:val="pl-PL"/>
        </w:rPr>
      </w:pPr>
      <w:r w:rsidRPr="001963DC">
        <w:rPr>
          <w:b/>
          <w:lang w:val="pl-PL"/>
        </w:rPr>
        <w:t>Wykonawca:</w:t>
      </w:r>
    </w:p>
    <w:p w14:paraId="5E14A192" w14:textId="05636D6D" w:rsidR="00035248" w:rsidRPr="001963DC" w:rsidRDefault="00035248" w:rsidP="004A1638">
      <w:pPr>
        <w:spacing w:line="23" w:lineRule="atLeast"/>
        <w:ind w:right="5954"/>
        <w:contextualSpacing/>
        <w:rPr>
          <w:lang w:val="pl-PL"/>
        </w:rPr>
      </w:pPr>
      <w:r w:rsidRPr="001963DC">
        <w:rPr>
          <w:lang w:val="pl-PL"/>
        </w:rPr>
        <w:t>……………………………………………………………………………</w:t>
      </w:r>
      <w:r w:rsidR="00302D79" w:rsidRPr="001963DC">
        <w:rPr>
          <w:lang w:val="pl-PL"/>
        </w:rPr>
        <w:t>…</w:t>
      </w:r>
    </w:p>
    <w:p w14:paraId="58874BE2" w14:textId="0EB54520" w:rsidR="00035248" w:rsidRPr="001963DC" w:rsidRDefault="00035248" w:rsidP="004A1638">
      <w:pPr>
        <w:spacing w:line="23" w:lineRule="atLeast"/>
        <w:ind w:right="5953"/>
        <w:contextualSpacing/>
        <w:rPr>
          <w:i/>
          <w:lang w:val="pl-PL"/>
        </w:rPr>
      </w:pPr>
      <w:r w:rsidRPr="001963DC">
        <w:rPr>
          <w:i/>
          <w:lang w:val="pl-PL"/>
        </w:rPr>
        <w:t>(pełna nazwa/firma, adres, w zależności od podmiotu: NIP/PESEL, KRS/CEiDG)</w:t>
      </w:r>
    </w:p>
    <w:p w14:paraId="5B29853C" w14:textId="77777777" w:rsidR="00302D79" w:rsidRPr="001963DC" w:rsidRDefault="00302D79" w:rsidP="004A1638">
      <w:pPr>
        <w:spacing w:line="23" w:lineRule="atLeast"/>
        <w:ind w:right="5953"/>
        <w:contextualSpacing/>
        <w:rPr>
          <w:i/>
          <w:lang w:val="pl-PL"/>
        </w:rPr>
      </w:pPr>
    </w:p>
    <w:p w14:paraId="597701E1" w14:textId="77777777" w:rsidR="00035248" w:rsidRPr="001963DC" w:rsidRDefault="00035248" w:rsidP="004A1638">
      <w:pPr>
        <w:spacing w:line="23" w:lineRule="atLeast"/>
        <w:contextualSpacing/>
        <w:rPr>
          <w:u w:val="single"/>
          <w:lang w:val="pl-PL"/>
        </w:rPr>
      </w:pPr>
      <w:r w:rsidRPr="001963DC">
        <w:rPr>
          <w:u w:val="single"/>
          <w:lang w:val="pl-PL"/>
        </w:rPr>
        <w:t>reprezentowany przez:</w:t>
      </w:r>
    </w:p>
    <w:p w14:paraId="458FFA57" w14:textId="52698FA4" w:rsidR="00035248" w:rsidRPr="001963DC" w:rsidRDefault="00035248" w:rsidP="004A1638">
      <w:pPr>
        <w:spacing w:line="23" w:lineRule="atLeast"/>
        <w:ind w:right="5954"/>
        <w:contextualSpacing/>
        <w:rPr>
          <w:lang w:val="pl-PL"/>
        </w:rPr>
      </w:pPr>
      <w:r w:rsidRPr="001963DC">
        <w:rPr>
          <w:lang w:val="pl-PL"/>
        </w:rPr>
        <w:t>………………………………………</w:t>
      </w:r>
      <w:r w:rsidR="00302D79" w:rsidRPr="001963DC">
        <w:rPr>
          <w:lang w:val="pl-PL"/>
        </w:rPr>
        <w:t>……………………………………</w:t>
      </w:r>
      <w:r w:rsidRPr="001963DC">
        <w:rPr>
          <w:lang w:val="pl-PL"/>
        </w:rPr>
        <w:t>…</w:t>
      </w:r>
    </w:p>
    <w:p w14:paraId="3F83C122" w14:textId="77777777" w:rsidR="00035248" w:rsidRPr="001963DC" w:rsidRDefault="00035248" w:rsidP="004A1638">
      <w:pPr>
        <w:spacing w:line="23" w:lineRule="atLeast"/>
        <w:ind w:right="5953"/>
        <w:contextualSpacing/>
        <w:rPr>
          <w:i/>
          <w:lang w:val="pl-PL"/>
        </w:rPr>
      </w:pPr>
      <w:r w:rsidRPr="001963DC">
        <w:rPr>
          <w:i/>
          <w:lang w:val="pl-PL"/>
        </w:rPr>
        <w:t>(imię, nazwisko, stanowisko/podstawa do reprezentacji)</w:t>
      </w:r>
    </w:p>
    <w:p w14:paraId="3C9513E9" w14:textId="77777777" w:rsidR="00035248" w:rsidRPr="001963DC" w:rsidRDefault="00035248" w:rsidP="004A1638">
      <w:pPr>
        <w:spacing w:line="23" w:lineRule="atLeast"/>
        <w:rPr>
          <w:lang w:val="pl-PL"/>
        </w:rPr>
      </w:pPr>
    </w:p>
    <w:p w14:paraId="3E29B453" w14:textId="77777777" w:rsidR="00035248" w:rsidRPr="001963DC" w:rsidRDefault="00035248" w:rsidP="004A1638">
      <w:pPr>
        <w:spacing w:line="23" w:lineRule="atLeast"/>
        <w:jc w:val="center"/>
        <w:rPr>
          <w:b/>
          <w:u w:val="single"/>
          <w:lang w:val="pl-PL"/>
        </w:rPr>
      </w:pPr>
      <w:r w:rsidRPr="001963DC">
        <w:rPr>
          <w:b/>
          <w:u w:val="single"/>
          <w:lang w:val="pl-PL"/>
        </w:rPr>
        <w:t xml:space="preserve">Oświadczenie wykonawcy </w:t>
      </w:r>
    </w:p>
    <w:p w14:paraId="60F7B675" w14:textId="77777777" w:rsidR="00035248" w:rsidRPr="001963DC" w:rsidRDefault="00035248" w:rsidP="004A1638">
      <w:pPr>
        <w:spacing w:line="23" w:lineRule="atLeast"/>
        <w:jc w:val="center"/>
        <w:rPr>
          <w:b/>
          <w:lang w:val="pl-PL"/>
        </w:rPr>
      </w:pPr>
      <w:r w:rsidRPr="001963DC">
        <w:rPr>
          <w:b/>
          <w:lang w:val="pl-PL"/>
        </w:rPr>
        <w:t xml:space="preserve">składane na podstawie art. </w:t>
      </w:r>
      <w:r w:rsidR="00B33FBA" w:rsidRPr="001963DC">
        <w:rPr>
          <w:b/>
          <w:lang w:val="pl-PL"/>
        </w:rPr>
        <w:t>125</w:t>
      </w:r>
      <w:r w:rsidRPr="001963DC">
        <w:rPr>
          <w:b/>
          <w:lang w:val="pl-PL"/>
        </w:rPr>
        <w:t xml:space="preserve"> ust. 1 ustawy PZP, </w:t>
      </w:r>
    </w:p>
    <w:p w14:paraId="47576CF3" w14:textId="53785D29" w:rsidR="00035248" w:rsidRDefault="00035248" w:rsidP="004A1638">
      <w:pPr>
        <w:spacing w:line="23" w:lineRule="atLeast"/>
        <w:jc w:val="center"/>
        <w:rPr>
          <w:b/>
          <w:u w:val="single"/>
          <w:lang w:val="pl-PL"/>
        </w:rPr>
      </w:pPr>
      <w:r w:rsidRPr="001963DC">
        <w:rPr>
          <w:b/>
          <w:u w:val="single"/>
          <w:lang w:val="pl-PL"/>
        </w:rPr>
        <w:t>DOTYCZĄCE PRZESŁANEK WYKLUCZENIA Z POSTĘPOWANIA</w:t>
      </w:r>
    </w:p>
    <w:p w14:paraId="4B9AC855" w14:textId="77777777" w:rsidR="000E7B55" w:rsidRPr="001963DC" w:rsidRDefault="000E7B55" w:rsidP="004A1638">
      <w:pPr>
        <w:spacing w:line="23" w:lineRule="atLeast"/>
        <w:jc w:val="center"/>
        <w:rPr>
          <w:b/>
          <w:u w:val="single"/>
          <w:lang w:val="pl-PL"/>
        </w:rPr>
      </w:pPr>
    </w:p>
    <w:p w14:paraId="7FFB7878" w14:textId="2E9D38BB" w:rsidR="00035248" w:rsidRPr="00B53504" w:rsidRDefault="00035248" w:rsidP="000E7B55">
      <w:pPr>
        <w:tabs>
          <w:tab w:val="left" w:pos="142"/>
          <w:tab w:val="left" w:pos="284"/>
        </w:tabs>
        <w:suppressAutoHyphens/>
        <w:spacing w:line="23" w:lineRule="atLeast"/>
        <w:jc w:val="both"/>
        <w:rPr>
          <w:lang w:val="pl-PL"/>
        </w:rPr>
      </w:pPr>
      <w:r w:rsidRPr="00B53504">
        <w:rPr>
          <w:lang w:val="pl-PL"/>
        </w:rPr>
        <w:t xml:space="preserve">Na potrzeby postępowania o udzielenie zamówienia publicznego </w:t>
      </w:r>
      <w:r w:rsidR="005C4E9F" w:rsidRPr="00B53504">
        <w:rPr>
          <w:lang w:val="pl-PL"/>
        </w:rPr>
        <w:t>pn.:</w:t>
      </w:r>
      <w:r w:rsidR="002E779F" w:rsidRPr="00B53504">
        <w:rPr>
          <w:lang w:val="pl-PL"/>
        </w:rPr>
        <w:t xml:space="preserve"> </w:t>
      </w:r>
      <w:r w:rsidR="000E7B55" w:rsidRPr="00B53504">
        <w:rPr>
          <w:lang w:val="pl-PL"/>
        </w:rPr>
        <w:t>„</w:t>
      </w:r>
      <w:r w:rsidR="00B53504" w:rsidRPr="00B53504">
        <w:rPr>
          <w:b/>
          <w:i/>
          <w:lang w:val="pl-PL"/>
        </w:rPr>
        <w:t xml:space="preserve">Remont </w:t>
      </w:r>
      <w:r w:rsidR="005E53AE" w:rsidRPr="001C4FAC">
        <w:rPr>
          <w:rFonts w:eastAsia="Arial"/>
          <w:b/>
          <w:bCs/>
          <w:i/>
          <w:iCs/>
          <w:kern w:val="3"/>
          <w:lang w:val="pl-PL" w:bidi="hi-IN"/>
        </w:rPr>
        <w:t>boiska Orlik w miejscowości Cedry Wielkie</w:t>
      </w:r>
      <w:r w:rsidR="006A6C67" w:rsidRPr="001C4FAC">
        <w:rPr>
          <w:b/>
          <w:bCs/>
          <w:i/>
          <w:iCs/>
          <w:color w:val="000000"/>
          <w:lang w:val="pl-PL"/>
        </w:rPr>
        <w:t>”</w:t>
      </w:r>
      <w:r w:rsidRPr="00B53504">
        <w:rPr>
          <w:lang w:val="pl-PL"/>
        </w:rPr>
        <w:t>,</w:t>
      </w:r>
      <w:r w:rsidR="005C4E9F" w:rsidRPr="00B53504">
        <w:rPr>
          <w:lang w:val="pl-PL"/>
        </w:rPr>
        <w:t xml:space="preserve"> prowadzonego przez </w:t>
      </w:r>
      <w:r w:rsidR="005C4E9F" w:rsidRPr="00B53504">
        <w:rPr>
          <w:b/>
          <w:lang w:val="pl-PL"/>
        </w:rPr>
        <w:t>Urząd Gminy Cedry Wielkie</w:t>
      </w:r>
      <w:r w:rsidR="005C4E9F" w:rsidRPr="00B53504">
        <w:rPr>
          <w:lang w:val="pl-PL"/>
        </w:rPr>
        <w:t>,</w:t>
      </w:r>
      <w:r w:rsidRPr="00B53504">
        <w:rPr>
          <w:lang w:val="pl-PL"/>
        </w:rPr>
        <w:t xml:space="preserve"> oświadczam, co następuje:</w:t>
      </w:r>
    </w:p>
    <w:p w14:paraId="35C5EEB5" w14:textId="77777777" w:rsidR="00302D79" w:rsidRPr="001963DC" w:rsidRDefault="00302D79" w:rsidP="004A1638">
      <w:pPr>
        <w:suppressAutoHyphens/>
        <w:spacing w:line="23" w:lineRule="atLeast"/>
        <w:rPr>
          <w:lang w:val="pl-PL"/>
        </w:rPr>
      </w:pPr>
    </w:p>
    <w:p w14:paraId="3C361995" w14:textId="77777777" w:rsidR="00035248" w:rsidRPr="001963DC" w:rsidRDefault="00035248" w:rsidP="004A1638">
      <w:pPr>
        <w:shd w:val="clear" w:color="auto" w:fill="BFBFBF"/>
        <w:spacing w:line="23" w:lineRule="atLeast"/>
        <w:rPr>
          <w:b/>
        </w:rPr>
      </w:pPr>
      <w:r w:rsidRPr="001963DC">
        <w:rPr>
          <w:b/>
        </w:rPr>
        <w:t>OŚWIADCZENIA DOTYCZĄCE WYKONAWCY:</w:t>
      </w:r>
    </w:p>
    <w:p w14:paraId="74EEFF5D" w14:textId="3E6C7B9E" w:rsidR="00B33FBA" w:rsidRDefault="00035248" w:rsidP="00D14F07">
      <w:pPr>
        <w:pStyle w:val="Akapitzlist"/>
        <w:numPr>
          <w:ilvl w:val="0"/>
          <w:numId w:val="8"/>
        </w:numPr>
        <w:spacing w:line="23" w:lineRule="atLeast"/>
      </w:pPr>
      <w:r w:rsidRPr="001963DC">
        <w:t>Oświadczam, że nie podlegam wykluczeniu z postępowania na po</w:t>
      </w:r>
      <w:r w:rsidR="00B33FBA" w:rsidRPr="001963DC">
        <w:t xml:space="preserve">dstawie </w:t>
      </w:r>
      <w:r w:rsidR="00B33FBA" w:rsidRPr="001963DC">
        <w:br/>
        <w:t>art.</w:t>
      </w:r>
      <w:r w:rsidR="00B33FBA" w:rsidRPr="001963DC">
        <w:rPr>
          <w:lang w:val="pl-PL"/>
        </w:rPr>
        <w:t xml:space="preserve"> 108 </w:t>
      </w:r>
      <w:r w:rsidR="002F2F46" w:rsidRPr="001963DC">
        <w:rPr>
          <w:lang w:val="pl-PL"/>
        </w:rPr>
        <w:t xml:space="preserve">ust 1 </w:t>
      </w:r>
      <w:r w:rsidR="005E53AE">
        <w:rPr>
          <w:lang w:val="pl-PL"/>
        </w:rPr>
        <w:t xml:space="preserve">oraz art. 109 ust 1 pkt 4) </w:t>
      </w:r>
      <w:r w:rsidRPr="001963DC">
        <w:t>ustawy PZP.</w:t>
      </w:r>
    </w:p>
    <w:p w14:paraId="1F12113A" w14:textId="77777777" w:rsidR="00983235" w:rsidRPr="001963DC" w:rsidRDefault="00983235" w:rsidP="00983235">
      <w:pPr>
        <w:pStyle w:val="Akapitzlist"/>
        <w:spacing w:line="23" w:lineRule="atLeast"/>
      </w:pPr>
    </w:p>
    <w:p w14:paraId="0FC77638" w14:textId="2C146C85" w:rsidR="00035248" w:rsidRPr="001963DC" w:rsidRDefault="00035248" w:rsidP="004A1638">
      <w:pPr>
        <w:spacing w:line="23" w:lineRule="atLeast"/>
        <w:rPr>
          <w:lang w:val="pl-PL"/>
        </w:rPr>
      </w:pPr>
      <w:r w:rsidRPr="001963DC">
        <w:rPr>
          <w:lang w:val="pl-PL"/>
        </w:rPr>
        <w:t xml:space="preserve">…………….……. </w:t>
      </w:r>
      <w:r w:rsidRPr="001963DC">
        <w:rPr>
          <w:i/>
          <w:lang w:val="pl-PL"/>
        </w:rPr>
        <w:t xml:space="preserve">(miejscowość), </w:t>
      </w:r>
      <w:r w:rsidR="005C4E9F" w:rsidRPr="001963DC">
        <w:rPr>
          <w:lang w:val="pl-PL"/>
        </w:rPr>
        <w:t xml:space="preserve">dnia …………………. r. </w:t>
      </w:r>
      <w:r w:rsidR="005C4E9F" w:rsidRPr="001963DC">
        <w:rPr>
          <w:lang w:val="pl-PL"/>
        </w:rPr>
        <w:tab/>
      </w:r>
      <w:r w:rsidR="005C4E9F" w:rsidRPr="001963DC">
        <w:rPr>
          <w:lang w:val="pl-PL"/>
        </w:rPr>
        <w:tab/>
      </w:r>
      <w:r w:rsidR="005C4E9F" w:rsidRPr="001963DC">
        <w:rPr>
          <w:lang w:val="pl-PL"/>
        </w:rPr>
        <w:tab/>
      </w:r>
      <w:r w:rsidR="005C4E9F" w:rsidRPr="001963DC">
        <w:rPr>
          <w:lang w:val="pl-PL"/>
        </w:rPr>
        <w:tab/>
      </w:r>
      <w:r w:rsidR="005C4E9F" w:rsidRPr="001963DC">
        <w:rPr>
          <w:lang w:val="pl-PL"/>
        </w:rPr>
        <w:tab/>
      </w:r>
      <w:r w:rsidR="005C4E9F" w:rsidRPr="001963DC">
        <w:rPr>
          <w:lang w:val="pl-PL"/>
        </w:rPr>
        <w:tab/>
      </w:r>
      <w:r w:rsidR="005C4E9F" w:rsidRPr="001963DC">
        <w:rPr>
          <w:lang w:val="pl-PL"/>
        </w:rPr>
        <w:tab/>
      </w:r>
      <w:r w:rsidR="005C4E9F" w:rsidRPr="001963DC">
        <w:rPr>
          <w:lang w:val="pl-PL"/>
        </w:rPr>
        <w:tab/>
      </w:r>
      <w:r w:rsidR="005C4E9F" w:rsidRPr="001963DC">
        <w:rPr>
          <w:lang w:val="pl-PL"/>
        </w:rPr>
        <w:tab/>
        <w:t xml:space="preserve"> </w:t>
      </w:r>
      <w:r w:rsidR="005C4E9F" w:rsidRPr="001963DC">
        <w:rPr>
          <w:lang w:val="pl-PL"/>
        </w:rPr>
        <w:tab/>
      </w:r>
      <w:r w:rsidR="005C4E9F"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  <w:t>…………………………………………</w:t>
      </w:r>
    </w:p>
    <w:p w14:paraId="7465A241" w14:textId="4D2CE4C3" w:rsidR="00302D79" w:rsidRDefault="00035248" w:rsidP="004A1638">
      <w:pPr>
        <w:spacing w:line="23" w:lineRule="atLeast"/>
        <w:ind w:left="6804" w:firstLine="567"/>
        <w:rPr>
          <w:i/>
          <w:lang w:val="pl-PL"/>
        </w:rPr>
      </w:pPr>
      <w:r w:rsidRPr="001963DC">
        <w:rPr>
          <w:i/>
          <w:lang w:val="pl-PL"/>
        </w:rPr>
        <w:t>(podpis)</w:t>
      </w:r>
    </w:p>
    <w:p w14:paraId="4E50F0F2" w14:textId="65BD0419" w:rsidR="000E7B55" w:rsidRDefault="000E7B55" w:rsidP="004A1638">
      <w:pPr>
        <w:spacing w:line="23" w:lineRule="atLeast"/>
        <w:ind w:left="6804" w:firstLine="567"/>
        <w:rPr>
          <w:i/>
          <w:lang w:val="pl-PL"/>
        </w:rPr>
      </w:pPr>
    </w:p>
    <w:p w14:paraId="1F532919" w14:textId="6556804F" w:rsidR="000E7B55" w:rsidRDefault="000E7B55" w:rsidP="004A1638">
      <w:pPr>
        <w:spacing w:line="23" w:lineRule="atLeast"/>
        <w:ind w:left="6804" w:firstLine="567"/>
        <w:rPr>
          <w:i/>
          <w:lang w:val="pl-PL"/>
        </w:rPr>
      </w:pPr>
    </w:p>
    <w:p w14:paraId="4285455E" w14:textId="396294D7" w:rsidR="000E7B55" w:rsidRDefault="000E7B55" w:rsidP="004A1638">
      <w:pPr>
        <w:spacing w:line="23" w:lineRule="atLeast"/>
        <w:ind w:left="6804" w:firstLine="567"/>
        <w:rPr>
          <w:i/>
          <w:lang w:val="pl-PL"/>
        </w:rPr>
      </w:pPr>
    </w:p>
    <w:p w14:paraId="15F4C84F" w14:textId="331E4596" w:rsidR="000E7B55" w:rsidRDefault="000E7B55" w:rsidP="004A1638">
      <w:pPr>
        <w:spacing w:line="23" w:lineRule="atLeast"/>
        <w:ind w:left="6804" w:firstLine="567"/>
        <w:rPr>
          <w:i/>
          <w:lang w:val="pl-PL"/>
        </w:rPr>
      </w:pPr>
    </w:p>
    <w:p w14:paraId="2B605659" w14:textId="2167289B" w:rsidR="000E7B55" w:rsidRDefault="000E7B55" w:rsidP="004A1638">
      <w:pPr>
        <w:spacing w:line="23" w:lineRule="atLeast"/>
        <w:ind w:left="6804" w:firstLine="567"/>
        <w:rPr>
          <w:i/>
          <w:lang w:val="pl-PL"/>
        </w:rPr>
      </w:pPr>
    </w:p>
    <w:p w14:paraId="0D8D8BAB" w14:textId="7813FB27" w:rsidR="005E53AE" w:rsidRDefault="005E53AE" w:rsidP="004A1638">
      <w:pPr>
        <w:spacing w:line="23" w:lineRule="atLeast"/>
        <w:ind w:left="6804" w:firstLine="567"/>
        <w:rPr>
          <w:i/>
          <w:lang w:val="pl-PL"/>
        </w:rPr>
      </w:pPr>
    </w:p>
    <w:p w14:paraId="3196ED26" w14:textId="77777777" w:rsidR="005E53AE" w:rsidRPr="001963DC" w:rsidRDefault="005E53AE" w:rsidP="004A1638">
      <w:pPr>
        <w:spacing w:line="23" w:lineRule="atLeast"/>
        <w:ind w:left="6804" w:firstLine="567"/>
        <w:rPr>
          <w:i/>
          <w:lang w:val="pl-PL"/>
        </w:rPr>
      </w:pPr>
    </w:p>
    <w:p w14:paraId="0E3DDEB9" w14:textId="77777777" w:rsidR="00035248" w:rsidRPr="001963DC" w:rsidRDefault="00035248" w:rsidP="004A1638">
      <w:pPr>
        <w:shd w:val="clear" w:color="auto" w:fill="BFBFBF"/>
        <w:spacing w:line="23" w:lineRule="atLeast"/>
        <w:rPr>
          <w:lang w:val="pl-PL"/>
        </w:rPr>
      </w:pPr>
      <w:r w:rsidRPr="001963DC">
        <w:rPr>
          <w:i/>
          <w:lang w:val="pl-PL"/>
        </w:rPr>
        <w:lastRenderedPageBreak/>
        <w:t>[</w:t>
      </w:r>
      <w:r w:rsidRPr="001963DC">
        <w:rPr>
          <w:b/>
          <w:i/>
          <w:lang w:val="pl-PL"/>
        </w:rPr>
        <w:t>UWAGA:</w:t>
      </w:r>
      <w:r w:rsidR="000E12C8" w:rsidRPr="001963DC">
        <w:rPr>
          <w:b/>
          <w:i/>
          <w:lang w:val="pl-PL"/>
        </w:rPr>
        <w:t xml:space="preserve"> </w:t>
      </w:r>
      <w:r w:rsidRPr="001963DC">
        <w:rPr>
          <w:i/>
          <w:lang w:val="pl-PL"/>
        </w:rPr>
        <w:t>w przypadku gdy oświadczenie nie dotyczy Wykonawcy, należy przekreślić oświadczenie lub dopisać adnotację "NIE DOTYCZY", w przypadku nie wypełnienia poniższego oświadczenia Zamawiający uzna, że w stosunku do Wykonawcy nie zachodzą podstawy do wykluczenia z postępowania.]</w:t>
      </w:r>
    </w:p>
    <w:p w14:paraId="76961C7F" w14:textId="1C74963E" w:rsidR="00035248" w:rsidRPr="001963DC" w:rsidRDefault="00035248" w:rsidP="004A1638">
      <w:pPr>
        <w:spacing w:line="23" w:lineRule="atLeast"/>
        <w:jc w:val="both"/>
        <w:rPr>
          <w:lang w:val="pl-PL"/>
        </w:rPr>
      </w:pPr>
      <w:r w:rsidRPr="001963DC">
        <w:rPr>
          <w:lang w:val="pl-PL"/>
        </w:rPr>
        <w:t xml:space="preserve">Oświadczam, że zachodzą w stosunku do mnie podstawy wykluczenia z postępowania na podstawie </w:t>
      </w:r>
      <w:r w:rsidR="00990FDB" w:rsidRPr="001963DC">
        <w:rPr>
          <w:lang w:val="pl-PL"/>
        </w:rPr>
        <w:br/>
      </w:r>
      <w:r w:rsidRPr="001963DC">
        <w:rPr>
          <w:lang w:val="pl-PL"/>
        </w:rPr>
        <w:t xml:space="preserve">art. …………. ustawy PZP </w:t>
      </w:r>
      <w:r w:rsidRPr="001963DC">
        <w:rPr>
          <w:i/>
          <w:lang w:val="pl-PL"/>
        </w:rPr>
        <w:t xml:space="preserve">(podać mającą zastosowanie podstawę wykluczenia spośród wymienionych w art. </w:t>
      </w:r>
      <w:r w:rsidR="00B33FBA" w:rsidRPr="001963DC">
        <w:rPr>
          <w:bCs/>
          <w:iCs/>
          <w:lang w:val="pl-PL"/>
        </w:rPr>
        <w:t>108 ust. 1</w:t>
      </w:r>
      <w:r w:rsidR="008A65EC">
        <w:rPr>
          <w:bCs/>
          <w:iCs/>
          <w:lang w:val="pl-PL"/>
        </w:rPr>
        <w:t xml:space="preserve"> oraz 109 ust. 1 pkt 4)</w:t>
      </w:r>
      <w:r w:rsidR="00B33FBA" w:rsidRPr="001963DC">
        <w:rPr>
          <w:bCs/>
          <w:iCs/>
          <w:lang w:val="pl-PL"/>
        </w:rPr>
        <w:t xml:space="preserve"> </w:t>
      </w:r>
      <w:r w:rsidRPr="001963DC">
        <w:rPr>
          <w:i/>
          <w:lang w:val="pl-PL"/>
        </w:rPr>
        <w:t>ustawy PZP).</w:t>
      </w:r>
      <w:r w:rsidRPr="001963DC">
        <w:rPr>
          <w:lang w:val="pl-PL"/>
        </w:rPr>
        <w:t xml:space="preserve"> Jednocześnie oświadczam, że w związku </w:t>
      </w:r>
      <w:r w:rsidR="00990FDB" w:rsidRPr="001963DC">
        <w:rPr>
          <w:lang w:val="pl-PL"/>
        </w:rPr>
        <w:br/>
      </w:r>
      <w:r w:rsidRPr="001963DC">
        <w:rPr>
          <w:lang w:val="pl-PL"/>
        </w:rPr>
        <w:t xml:space="preserve">z ww. okolicznością, na podstawie art. </w:t>
      </w:r>
      <w:r w:rsidR="00B33FBA" w:rsidRPr="001963DC">
        <w:rPr>
          <w:lang w:val="pl-PL"/>
        </w:rPr>
        <w:t>110 ust 2</w:t>
      </w:r>
      <w:r w:rsidRPr="001963DC">
        <w:rPr>
          <w:lang w:val="pl-PL"/>
        </w:rPr>
        <w:t xml:space="preserve"> ustawy PZP podjąłem następujące środki naprawcze: …………………………………………………………………………………………</w:t>
      </w:r>
      <w:r w:rsidR="002F2F46" w:rsidRPr="001963DC">
        <w:rPr>
          <w:lang w:val="pl-PL"/>
        </w:rPr>
        <w:t>…………</w:t>
      </w:r>
      <w:r w:rsidRPr="001963DC">
        <w:rPr>
          <w:lang w:val="pl-PL"/>
        </w:rPr>
        <w:t>……</w:t>
      </w:r>
    </w:p>
    <w:p w14:paraId="77D0244D" w14:textId="13BF461F" w:rsidR="00035248" w:rsidRPr="001963DC" w:rsidRDefault="00035248" w:rsidP="004A1638">
      <w:pPr>
        <w:spacing w:line="23" w:lineRule="atLeast"/>
        <w:rPr>
          <w:lang w:val="pl-PL"/>
        </w:rPr>
      </w:pPr>
      <w:r w:rsidRPr="001963DC">
        <w:rPr>
          <w:lang w:val="pl-PL"/>
        </w:rPr>
        <w:t>…………………………………………………………………………………………..…………………...........……………………………………………………………………</w:t>
      </w:r>
      <w:r w:rsidR="002F2F46" w:rsidRPr="001963DC">
        <w:rPr>
          <w:lang w:val="pl-PL"/>
        </w:rPr>
        <w:t>…………………………</w:t>
      </w:r>
    </w:p>
    <w:p w14:paraId="2BF1D520" w14:textId="77777777" w:rsidR="00302D79" w:rsidRPr="001963DC" w:rsidRDefault="00302D79" w:rsidP="004A1638">
      <w:pPr>
        <w:spacing w:line="23" w:lineRule="atLeast"/>
        <w:rPr>
          <w:lang w:val="pl-PL"/>
        </w:rPr>
      </w:pPr>
    </w:p>
    <w:p w14:paraId="070D9B08" w14:textId="01DFDFBD" w:rsidR="00035248" w:rsidRPr="001963DC" w:rsidRDefault="00035248" w:rsidP="004A1638">
      <w:pPr>
        <w:spacing w:line="23" w:lineRule="atLeast"/>
        <w:rPr>
          <w:lang w:val="pl-PL"/>
        </w:rPr>
      </w:pPr>
      <w:r w:rsidRPr="001963DC">
        <w:rPr>
          <w:lang w:val="pl-PL"/>
        </w:rPr>
        <w:t xml:space="preserve">……………. </w:t>
      </w:r>
      <w:r w:rsidRPr="001963DC">
        <w:rPr>
          <w:i/>
          <w:lang w:val="pl-PL"/>
        </w:rPr>
        <w:t xml:space="preserve">(miejscowość), </w:t>
      </w:r>
      <w:r w:rsidRPr="001963DC">
        <w:rPr>
          <w:lang w:val="pl-PL"/>
        </w:rPr>
        <w:t>dnia …………. r.</w:t>
      </w:r>
    </w:p>
    <w:p w14:paraId="332C1F89" w14:textId="77777777" w:rsidR="00302D79" w:rsidRPr="001963DC" w:rsidRDefault="00035248" w:rsidP="004A1638">
      <w:pPr>
        <w:spacing w:line="23" w:lineRule="atLeast"/>
        <w:rPr>
          <w:i/>
          <w:lang w:val="pl-PL"/>
        </w:rPr>
      </w:pP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  <w:t>………………………………………</w:t>
      </w:r>
      <w:r w:rsidR="008B2CFE" w:rsidRPr="001963DC">
        <w:rPr>
          <w:i/>
          <w:lang w:val="pl-PL"/>
        </w:rPr>
        <w:t xml:space="preserve"> </w:t>
      </w:r>
    </w:p>
    <w:p w14:paraId="7BDCBBDA" w14:textId="3A385222" w:rsidR="00035248" w:rsidRPr="001963DC" w:rsidRDefault="00302D79" w:rsidP="004A1638">
      <w:pPr>
        <w:spacing w:line="23" w:lineRule="atLeast"/>
        <w:rPr>
          <w:lang w:val="pl-PL"/>
        </w:rPr>
      </w:pPr>
      <w:r w:rsidRPr="001963DC">
        <w:rPr>
          <w:i/>
          <w:lang w:val="pl-PL"/>
        </w:rPr>
        <w:tab/>
      </w:r>
      <w:r w:rsidRPr="001963DC">
        <w:rPr>
          <w:i/>
          <w:lang w:val="pl-PL"/>
        </w:rPr>
        <w:tab/>
      </w:r>
      <w:r w:rsidRPr="001963DC">
        <w:rPr>
          <w:i/>
          <w:lang w:val="pl-PL"/>
        </w:rPr>
        <w:tab/>
      </w:r>
      <w:r w:rsidRPr="001963DC">
        <w:rPr>
          <w:i/>
          <w:lang w:val="pl-PL"/>
        </w:rPr>
        <w:tab/>
      </w:r>
      <w:r w:rsidRPr="001963DC">
        <w:rPr>
          <w:i/>
          <w:lang w:val="pl-PL"/>
        </w:rPr>
        <w:tab/>
      </w:r>
      <w:r w:rsidRPr="001963DC">
        <w:rPr>
          <w:i/>
          <w:lang w:val="pl-PL"/>
        </w:rPr>
        <w:tab/>
      </w:r>
      <w:r w:rsidRPr="001963DC">
        <w:rPr>
          <w:i/>
          <w:lang w:val="pl-PL"/>
        </w:rPr>
        <w:tab/>
      </w:r>
      <w:r w:rsidRPr="001963DC">
        <w:rPr>
          <w:i/>
          <w:lang w:val="pl-PL"/>
        </w:rPr>
        <w:tab/>
      </w:r>
      <w:r w:rsidRPr="001963DC">
        <w:rPr>
          <w:i/>
          <w:lang w:val="pl-PL"/>
        </w:rPr>
        <w:tab/>
      </w:r>
      <w:r w:rsidR="008B2CFE" w:rsidRPr="001963DC">
        <w:rPr>
          <w:i/>
          <w:lang w:val="pl-PL"/>
        </w:rPr>
        <w:t xml:space="preserve"> </w:t>
      </w:r>
      <w:r w:rsidR="00035248" w:rsidRPr="001963DC">
        <w:rPr>
          <w:i/>
          <w:lang w:val="pl-PL"/>
        </w:rPr>
        <w:t>(podpis)</w:t>
      </w:r>
    </w:p>
    <w:p w14:paraId="5E1F8724" w14:textId="77777777" w:rsidR="00035248" w:rsidRPr="001963DC" w:rsidRDefault="00035248" w:rsidP="004A1638">
      <w:pPr>
        <w:spacing w:line="23" w:lineRule="atLeast"/>
        <w:ind w:left="5670" w:firstLine="567"/>
        <w:rPr>
          <w:i/>
          <w:lang w:val="pl-PL"/>
        </w:rPr>
      </w:pPr>
    </w:p>
    <w:p w14:paraId="7A904E1C" w14:textId="77777777" w:rsidR="00035248" w:rsidRPr="001963DC" w:rsidRDefault="00035248" w:rsidP="004A1638">
      <w:pPr>
        <w:shd w:val="clear" w:color="auto" w:fill="BFBFBF"/>
        <w:spacing w:line="23" w:lineRule="atLeast"/>
        <w:jc w:val="both"/>
        <w:rPr>
          <w:lang w:val="pl-PL"/>
        </w:rPr>
      </w:pPr>
      <w:r w:rsidRPr="001963DC">
        <w:rPr>
          <w:i/>
          <w:lang w:val="pl-PL"/>
        </w:rPr>
        <w:t>[</w:t>
      </w:r>
      <w:r w:rsidRPr="001963DC">
        <w:rPr>
          <w:b/>
          <w:i/>
          <w:lang w:val="pl-PL"/>
        </w:rPr>
        <w:t>UWAGA:</w:t>
      </w:r>
      <w:r w:rsidR="008B2CFE" w:rsidRPr="001963DC">
        <w:rPr>
          <w:b/>
          <w:i/>
          <w:lang w:val="pl-PL"/>
        </w:rPr>
        <w:t xml:space="preserve"> </w:t>
      </w:r>
      <w:r w:rsidRPr="001963DC">
        <w:rPr>
          <w:i/>
          <w:lang w:val="pl-PL"/>
        </w:rPr>
        <w:t>w przypadku gdy oświadczenie nie dotyczy Wykonawcy, należy przekreślić oświadczenie lub dopisać adnotację "NIE DOTYCZY", w przypadku nie wypełnienia poniższego oświadczenia Zamawiający uzna, że Wykonawca nie powołuje się na zasoby innych podmiotów.]</w:t>
      </w:r>
    </w:p>
    <w:p w14:paraId="0D1186CE" w14:textId="422FD3F2" w:rsidR="00035248" w:rsidRPr="001963DC" w:rsidRDefault="00035248" w:rsidP="004A1638">
      <w:pPr>
        <w:shd w:val="clear" w:color="auto" w:fill="BFBFBF"/>
        <w:spacing w:line="23" w:lineRule="atLeast"/>
        <w:rPr>
          <w:b/>
          <w:lang w:val="pl-PL"/>
        </w:rPr>
      </w:pPr>
      <w:r w:rsidRPr="001963DC">
        <w:rPr>
          <w:b/>
          <w:lang w:val="pl-PL"/>
        </w:rPr>
        <w:t>OŚWIADCZENIE DOTYCZĄCE PODMIOTU</w:t>
      </w:r>
      <w:r w:rsidR="00850DBC" w:rsidRPr="001963DC">
        <w:rPr>
          <w:b/>
          <w:lang w:val="pl-PL"/>
        </w:rPr>
        <w:t xml:space="preserve"> UDOSTĘPNIAJĄCEGO ZASOBY:</w:t>
      </w:r>
    </w:p>
    <w:p w14:paraId="1E26904A" w14:textId="10F19060" w:rsidR="00035248" w:rsidRPr="001963DC" w:rsidRDefault="00035248" w:rsidP="004A1638">
      <w:pPr>
        <w:spacing w:line="23" w:lineRule="atLeast"/>
        <w:rPr>
          <w:i/>
          <w:lang w:val="pl-PL"/>
        </w:rPr>
      </w:pPr>
      <w:r w:rsidRPr="001963DC">
        <w:rPr>
          <w:lang w:val="pl-PL"/>
        </w:rPr>
        <w:t xml:space="preserve">Oświadczam, że następujący/e podmiot/y, na którego/ych zasoby powołuję się w niniejszym postępowaniu, tj.: …………………………………………………………………….……………………… </w:t>
      </w:r>
      <w:r w:rsidRPr="001963DC">
        <w:rPr>
          <w:i/>
          <w:lang w:val="pl-PL"/>
        </w:rPr>
        <w:t>(podać pełną nazwę/firmę, adres, a także w zależności od podmiotu: NIP/PESEL, KRS/CEiDG)</w:t>
      </w:r>
      <w:r w:rsidR="000E12C8" w:rsidRPr="001963DC">
        <w:rPr>
          <w:i/>
          <w:lang w:val="pl-PL"/>
        </w:rPr>
        <w:t xml:space="preserve"> </w:t>
      </w:r>
      <w:r w:rsidRPr="001963DC">
        <w:rPr>
          <w:lang w:val="pl-PL"/>
        </w:rPr>
        <w:t>nie podlega/ją wykluczeniu z postępowania o udzielenie zamówienia.</w:t>
      </w:r>
    </w:p>
    <w:p w14:paraId="1E3C7317" w14:textId="77777777" w:rsidR="00302D79" w:rsidRPr="001963DC" w:rsidRDefault="00302D79" w:rsidP="004A1638">
      <w:pPr>
        <w:spacing w:line="23" w:lineRule="atLeast"/>
        <w:rPr>
          <w:i/>
          <w:lang w:val="pl-PL"/>
        </w:rPr>
      </w:pPr>
    </w:p>
    <w:p w14:paraId="487A2526" w14:textId="77777777" w:rsidR="00035248" w:rsidRPr="001963DC" w:rsidRDefault="00035248" w:rsidP="004A1638">
      <w:pPr>
        <w:spacing w:line="23" w:lineRule="atLeast"/>
        <w:rPr>
          <w:lang w:val="pl-PL"/>
        </w:rPr>
      </w:pPr>
      <w:r w:rsidRPr="001963DC">
        <w:rPr>
          <w:lang w:val="pl-PL"/>
        </w:rPr>
        <w:t xml:space="preserve">…………….……. </w:t>
      </w:r>
      <w:r w:rsidRPr="001963DC">
        <w:rPr>
          <w:i/>
          <w:lang w:val="pl-PL"/>
        </w:rPr>
        <w:t xml:space="preserve">(miejscowość), </w:t>
      </w:r>
      <w:r w:rsidRPr="001963DC">
        <w:rPr>
          <w:lang w:val="pl-PL"/>
        </w:rPr>
        <w:t>dnia …………………. r.</w:t>
      </w:r>
    </w:p>
    <w:p w14:paraId="10EFFA79" w14:textId="77777777" w:rsidR="00035248" w:rsidRPr="001963DC" w:rsidRDefault="00035248" w:rsidP="004A1638">
      <w:pPr>
        <w:spacing w:line="23" w:lineRule="atLeast"/>
        <w:rPr>
          <w:lang w:val="pl-PL"/>
        </w:rPr>
      </w:pP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</w:p>
    <w:p w14:paraId="6168BB5D" w14:textId="10180663" w:rsidR="00035248" w:rsidRPr="001963DC" w:rsidRDefault="00302D79" w:rsidP="004A1638">
      <w:pPr>
        <w:spacing w:line="23" w:lineRule="atLeast"/>
        <w:ind w:left="4944" w:firstLine="96"/>
        <w:rPr>
          <w:lang w:val="pl-PL"/>
        </w:rPr>
      </w:pPr>
      <w:r w:rsidRPr="001963DC">
        <w:rPr>
          <w:lang w:val="pl-PL"/>
        </w:rPr>
        <w:tab/>
      </w:r>
      <w:r w:rsidR="00035248" w:rsidRPr="001963DC">
        <w:rPr>
          <w:lang w:val="pl-PL"/>
        </w:rPr>
        <w:t>…………………………………………</w:t>
      </w:r>
    </w:p>
    <w:p w14:paraId="7E5F85BA" w14:textId="24D1FEB4" w:rsidR="00302D79" w:rsidRPr="001963DC" w:rsidRDefault="00302D79" w:rsidP="00983235">
      <w:pPr>
        <w:spacing w:line="23" w:lineRule="atLeast"/>
        <w:ind w:left="5664" w:firstLine="708"/>
        <w:rPr>
          <w:i/>
          <w:lang w:val="pl-PL"/>
        </w:rPr>
      </w:pPr>
      <w:r w:rsidRPr="001963DC">
        <w:rPr>
          <w:i/>
          <w:lang w:val="pl-PL"/>
        </w:rPr>
        <w:t xml:space="preserve">                  </w:t>
      </w:r>
      <w:r w:rsidR="00983235">
        <w:rPr>
          <w:i/>
          <w:lang w:val="pl-PL"/>
        </w:rPr>
        <w:t>(podpis)</w:t>
      </w:r>
    </w:p>
    <w:p w14:paraId="01F4FD33" w14:textId="77777777" w:rsidR="00302D79" w:rsidRPr="001963DC" w:rsidRDefault="00302D79" w:rsidP="004A1638">
      <w:pPr>
        <w:spacing w:line="23" w:lineRule="atLeast"/>
        <w:ind w:left="5664" w:firstLine="708"/>
        <w:rPr>
          <w:i/>
          <w:lang w:val="pl-PL"/>
        </w:rPr>
      </w:pPr>
    </w:p>
    <w:p w14:paraId="21CF8EB5" w14:textId="77777777" w:rsidR="00035248" w:rsidRPr="001963DC" w:rsidRDefault="00035248" w:rsidP="004A1638">
      <w:pPr>
        <w:shd w:val="clear" w:color="auto" w:fill="BFBFBF"/>
        <w:spacing w:line="23" w:lineRule="atLeast"/>
        <w:jc w:val="both"/>
        <w:rPr>
          <w:lang w:val="pl-PL"/>
        </w:rPr>
      </w:pPr>
      <w:r w:rsidRPr="001963DC">
        <w:rPr>
          <w:i/>
          <w:lang w:val="pl-PL"/>
        </w:rPr>
        <w:t>[</w:t>
      </w:r>
      <w:r w:rsidRPr="001963DC">
        <w:rPr>
          <w:b/>
          <w:i/>
          <w:lang w:val="pl-PL"/>
        </w:rPr>
        <w:t>UWAGA:</w:t>
      </w:r>
      <w:r w:rsidR="000E12C8" w:rsidRPr="001963DC">
        <w:rPr>
          <w:b/>
          <w:i/>
          <w:lang w:val="pl-PL"/>
        </w:rPr>
        <w:t xml:space="preserve"> </w:t>
      </w:r>
      <w:r w:rsidRPr="001963DC">
        <w:rPr>
          <w:i/>
          <w:lang w:val="pl-PL"/>
        </w:rPr>
        <w:t>w przypadku gdy oświadczenie nie dotyczy Wykonawcy, należy przekreślić oświadczenie lub dopisać adnotację "NIE DOTYCZY", w przypadku nie wypełnienia poniższego oświadczenia Zamawiający uzna, że Wykonawca nie zamierza powierzyć wykonania zamówienia podwykonawcy.]</w:t>
      </w:r>
    </w:p>
    <w:p w14:paraId="32A27179" w14:textId="77777777" w:rsidR="008B2CFE" w:rsidRPr="001963DC" w:rsidRDefault="00035248" w:rsidP="004A1638">
      <w:pPr>
        <w:shd w:val="clear" w:color="auto" w:fill="BFBFBF"/>
        <w:spacing w:line="23" w:lineRule="atLeast"/>
        <w:jc w:val="both"/>
        <w:rPr>
          <w:b/>
          <w:lang w:val="pl-PL"/>
        </w:rPr>
      </w:pPr>
      <w:r w:rsidRPr="001963DC">
        <w:rPr>
          <w:b/>
          <w:lang w:val="pl-PL"/>
        </w:rPr>
        <w:t>OŚWIADCZENIE DOTYCZĄCE PODWYKONAWCY NIEBĘDĄCEGO PODMIOTEM, NA KTÓREGO ZASOBY POWOŁUJE SIĘ WYKONAWCA:</w:t>
      </w:r>
    </w:p>
    <w:p w14:paraId="1CE7FFE2" w14:textId="77777777" w:rsidR="00035248" w:rsidRPr="001963DC" w:rsidRDefault="00035248" w:rsidP="004A1638">
      <w:pPr>
        <w:spacing w:line="23" w:lineRule="atLeast"/>
        <w:jc w:val="both"/>
        <w:rPr>
          <w:lang w:val="pl-PL"/>
        </w:rPr>
      </w:pPr>
      <w:r w:rsidRPr="001963DC">
        <w:rPr>
          <w:lang w:val="pl-PL"/>
        </w:rPr>
        <w:t>Oświadczam, że następujący/e podmiot/y, będący/e podwykonawcą/ami: ……………………………………………………………………..….……</w:t>
      </w:r>
      <w:r w:rsidRPr="001963DC">
        <w:rPr>
          <w:i/>
          <w:lang w:val="pl-PL"/>
        </w:rPr>
        <w:t>(podać pełną nazwę/firmę, adres, a także w zależności od podmiotu: NIP/PESEL, KRS/CEiDG)</w:t>
      </w:r>
      <w:r w:rsidRPr="001963DC">
        <w:rPr>
          <w:lang w:val="pl-PL"/>
        </w:rPr>
        <w:t>, nie podlega/ą wykluczeniu z postępowania o udzielenie zamówienia.</w:t>
      </w:r>
    </w:p>
    <w:p w14:paraId="21FDB108" w14:textId="77777777" w:rsidR="00302D79" w:rsidRPr="001963DC" w:rsidRDefault="00035248" w:rsidP="004A1638">
      <w:pPr>
        <w:spacing w:line="23" w:lineRule="atLeast"/>
        <w:rPr>
          <w:lang w:val="pl-PL"/>
        </w:rPr>
      </w:pPr>
      <w:r w:rsidRPr="001963DC">
        <w:rPr>
          <w:lang w:val="pl-PL"/>
        </w:rPr>
        <w:t xml:space="preserve">…………….……. </w:t>
      </w:r>
      <w:r w:rsidRPr="001963DC">
        <w:rPr>
          <w:i/>
          <w:lang w:val="pl-PL"/>
        </w:rPr>
        <w:t xml:space="preserve">(miejscowość), </w:t>
      </w:r>
      <w:r w:rsidRPr="001963DC">
        <w:rPr>
          <w:lang w:val="pl-PL"/>
        </w:rPr>
        <w:t>dnia …………………. r.</w:t>
      </w:r>
      <w:r w:rsidRPr="001963DC">
        <w:rPr>
          <w:lang w:val="pl-PL"/>
        </w:rPr>
        <w:tab/>
      </w:r>
    </w:p>
    <w:p w14:paraId="0BA47735" w14:textId="77777777" w:rsidR="00302D79" w:rsidRPr="001963DC" w:rsidRDefault="00302D79" w:rsidP="004A1638">
      <w:pPr>
        <w:spacing w:line="23" w:lineRule="atLeast"/>
        <w:rPr>
          <w:lang w:val="pl-PL"/>
        </w:rPr>
      </w:pPr>
    </w:p>
    <w:p w14:paraId="0B503B2D" w14:textId="1C7D3D46" w:rsidR="00035248" w:rsidRPr="001963DC" w:rsidRDefault="00035248" w:rsidP="004A1638">
      <w:pPr>
        <w:spacing w:line="23" w:lineRule="atLeast"/>
        <w:rPr>
          <w:lang w:val="pl-PL"/>
        </w:rPr>
      </w:pPr>
      <w:r w:rsidRPr="001963DC">
        <w:rPr>
          <w:lang w:val="pl-PL"/>
        </w:rPr>
        <w:tab/>
      </w:r>
    </w:p>
    <w:p w14:paraId="753F7F74" w14:textId="3F7DD863" w:rsidR="00776369" w:rsidRPr="001963DC" w:rsidRDefault="00035248" w:rsidP="004A1638">
      <w:pPr>
        <w:spacing w:line="23" w:lineRule="atLeast"/>
        <w:ind w:left="4950" w:firstLine="90"/>
        <w:rPr>
          <w:lang w:val="pl-PL"/>
        </w:rPr>
      </w:pPr>
      <w:r w:rsidRPr="001963DC">
        <w:rPr>
          <w:lang w:val="pl-PL"/>
        </w:rPr>
        <w:t>…………………………………………</w:t>
      </w:r>
    </w:p>
    <w:p w14:paraId="1D6738BA" w14:textId="59E32747" w:rsidR="00302D79" w:rsidRPr="001963DC" w:rsidRDefault="00035248" w:rsidP="004A1638">
      <w:pPr>
        <w:spacing w:line="23" w:lineRule="atLeast"/>
        <w:ind w:left="5670" w:firstLine="567"/>
        <w:rPr>
          <w:i/>
          <w:lang w:val="pl-PL"/>
        </w:rPr>
      </w:pPr>
      <w:r w:rsidRPr="001963DC">
        <w:rPr>
          <w:i/>
          <w:lang w:val="pl-PL"/>
        </w:rPr>
        <w:t>(podpis)</w:t>
      </w:r>
    </w:p>
    <w:p w14:paraId="12542DC6" w14:textId="29418777" w:rsidR="00302D79" w:rsidRDefault="00302D79" w:rsidP="004A1638">
      <w:pPr>
        <w:spacing w:line="23" w:lineRule="atLeast"/>
        <w:ind w:left="5670" w:firstLine="567"/>
        <w:rPr>
          <w:i/>
          <w:lang w:val="pl-PL"/>
        </w:rPr>
      </w:pPr>
    </w:p>
    <w:p w14:paraId="51F69AD3" w14:textId="11F68C1F" w:rsidR="000E7B55" w:rsidRDefault="000E7B55" w:rsidP="004A1638">
      <w:pPr>
        <w:spacing w:line="23" w:lineRule="atLeast"/>
        <w:ind w:left="5670" w:firstLine="567"/>
        <w:rPr>
          <w:i/>
          <w:lang w:val="pl-PL"/>
        </w:rPr>
      </w:pPr>
    </w:p>
    <w:p w14:paraId="3A6A314B" w14:textId="437F8E48" w:rsidR="000E7B55" w:rsidRDefault="000E7B55" w:rsidP="004A1638">
      <w:pPr>
        <w:spacing w:line="23" w:lineRule="atLeast"/>
        <w:ind w:left="5670" w:firstLine="567"/>
        <w:rPr>
          <w:i/>
          <w:lang w:val="pl-PL"/>
        </w:rPr>
      </w:pPr>
    </w:p>
    <w:p w14:paraId="0F82379A" w14:textId="790C8D12" w:rsidR="000E7B55" w:rsidRDefault="000E7B55" w:rsidP="004A1638">
      <w:pPr>
        <w:spacing w:line="23" w:lineRule="atLeast"/>
        <w:ind w:left="5670" w:firstLine="567"/>
        <w:rPr>
          <w:i/>
          <w:lang w:val="pl-PL"/>
        </w:rPr>
      </w:pPr>
    </w:p>
    <w:p w14:paraId="718CDD34" w14:textId="6285F383" w:rsidR="000E7B55" w:rsidRDefault="000E7B55" w:rsidP="004A1638">
      <w:pPr>
        <w:spacing w:line="23" w:lineRule="atLeast"/>
        <w:ind w:left="5670" w:firstLine="567"/>
        <w:rPr>
          <w:i/>
          <w:lang w:val="pl-PL"/>
        </w:rPr>
      </w:pPr>
    </w:p>
    <w:p w14:paraId="47DBD024" w14:textId="77777777" w:rsidR="000E7B55" w:rsidRPr="001963DC" w:rsidRDefault="000E7B55" w:rsidP="004A1638">
      <w:pPr>
        <w:spacing w:line="23" w:lineRule="atLeast"/>
        <w:ind w:left="5670" w:firstLine="567"/>
        <w:rPr>
          <w:i/>
          <w:lang w:val="pl-PL"/>
        </w:rPr>
      </w:pPr>
    </w:p>
    <w:p w14:paraId="0166784C" w14:textId="77777777" w:rsidR="00035248" w:rsidRPr="001963DC" w:rsidRDefault="00035248" w:rsidP="004A1638">
      <w:pPr>
        <w:shd w:val="clear" w:color="auto" w:fill="BFBFBF"/>
        <w:spacing w:line="23" w:lineRule="atLeast"/>
        <w:rPr>
          <w:b/>
          <w:lang w:val="pl-PL"/>
        </w:rPr>
      </w:pPr>
      <w:r w:rsidRPr="001963DC">
        <w:rPr>
          <w:b/>
          <w:lang w:val="pl-PL"/>
        </w:rPr>
        <w:lastRenderedPageBreak/>
        <w:t>OŚWIADCZENIE DOTYCZĄCE PODANYCH INFORMACJI:</w:t>
      </w:r>
    </w:p>
    <w:p w14:paraId="53219ADB" w14:textId="77777777" w:rsidR="00035248" w:rsidRPr="001963DC" w:rsidRDefault="00035248" w:rsidP="004A1638">
      <w:pPr>
        <w:spacing w:line="23" w:lineRule="atLeast"/>
        <w:rPr>
          <w:lang w:val="pl-PL"/>
        </w:rPr>
      </w:pPr>
    </w:p>
    <w:p w14:paraId="4B3E9395" w14:textId="77777777" w:rsidR="00035248" w:rsidRPr="001963DC" w:rsidRDefault="00035248" w:rsidP="004A1638">
      <w:pPr>
        <w:spacing w:line="23" w:lineRule="atLeast"/>
        <w:jc w:val="both"/>
        <w:rPr>
          <w:lang w:val="pl-PL"/>
        </w:rPr>
      </w:pPr>
      <w:r w:rsidRPr="001963DC">
        <w:rPr>
          <w:lang w:val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AB0A022" w14:textId="77777777" w:rsidR="00035248" w:rsidRPr="001963DC" w:rsidRDefault="00035248" w:rsidP="004A1638">
      <w:pPr>
        <w:spacing w:line="23" w:lineRule="atLeast"/>
        <w:rPr>
          <w:lang w:val="pl-PL"/>
        </w:rPr>
      </w:pPr>
    </w:p>
    <w:p w14:paraId="24FC0C7F" w14:textId="77777777" w:rsidR="00035248" w:rsidRPr="001963DC" w:rsidRDefault="00035248" w:rsidP="004A1638">
      <w:pPr>
        <w:spacing w:line="23" w:lineRule="atLeast"/>
        <w:rPr>
          <w:lang w:val="pl-PL"/>
        </w:rPr>
      </w:pPr>
      <w:r w:rsidRPr="001963DC">
        <w:rPr>
          <w:lang w:val="pl-PL"/>
        </w:rPr>
        <w:t xml:space="preserve">…………….……. </w:t>
      </w:r>
      <w:r w:rsidRPr="001963DC">
        <w:rPr>
          <w:i/>
          <w:lang w:val="pl-PL"/>
        </w:rPr>
        <w:t xml:space="preserve">(miejscowość), </w:t>
      </w:r>
      <w:r w:rsidRPr="001963DC">
        <w:rPr>
          <w:lang w:val="pl-PL"/>
        </w:rPr>
        <w:t>dnia …………………. r.</w:t>
      </w:r>
    </w:p>
    <w:p w14:paraId="74783D4C" w14:textId="77777777" w:rsidR="00035248" w:rsidRPr="001963DC" w:rsidRDefault="00035248" w:rsidP="004A1638">
      <w:pPr>
        <w:spacing w:line="23" w:lineRule="atLeast"/>
        <w:rPr>
          <w:lang w:val="pl-PL"/>
        </w:rPr>
      </w:pPr>
    </w:p>
    <w:p w14:paraId="43D492A8" w14:textId="77777777" w:rsidR="00035248" w:rsidRPr="001963DC" w:rsidRDefault="00035248" w:rsidP="004A1638">
      <w:pPr>
        <w:spacing w:line="23" w:lineRule="atLeast"/>
        <w:rPr>
          <w:lang w:val="pl-PL"/>
        </w:rPr>
      </w:pP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  <w:t>…………………………………………</w:t>
      </w:r>
    </w:p>
    <w:p w14:paraId="4D0B0F39" w14:textId="77777777" w:rsidR="00035248" w:rsidRPr="001963DC" w:rsidRDefault="00035248" w:rsidP="004A1638">
      <w:pPr>
        <w:spacing w:line="23" w:lineRule="atLeast"/>
        <w:ind w:left="5670" w:firstLine="567"/>
        <w:rPr>
          <w:i/>
          <w:lang w:val="pl-PL"/>
        </w:rPr>
      </w:pPr>
      <w:r w:rsidRPr="001963DC">
        <w:rPr>
          <w:i/>
          <w:lang w:val="pl-PL"/>
        </w:rPr>
        <w:t>(podpis)</w:t>
      </w:r>
    </w:p>
    <w:p w14:paraId="3C53CF87" w14:textId="77777777" w:rsidR="00F009F3" w:rsidRPr="001963DC" w:rsidRDefault="00F009F3" w:rsidP="004A1638">
      <w:pPr>
        <w:suppressAutoHyphens/>
        <w:spacing w:line="23" w:lineRule="atLeast"/>
        <w:jc w:val="right"/>
        <w:rPr>
          <w:b/>
          <w:lang w:val="pl-PL" w:eastAsia="ar-SA"/>
        </w:rPr>
      </w:pPr>
    </w:p>
    <w:p w14:paraId="764D555E" w14:textId="77777777" w:rsidR="00F009F3" w:rsidRPr="001963DC" w:rsidRDefault="00F009F3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2ECC5741" w14:textId="47C61A6D" w:rsidR="00F009F3" w:rsidRPr="001963DC" w:rsidRDefault="00F009F3" w:rsidP="00F766B3">
      <w:pPr>
        <w:suppressAutoHyphens/>
        <w:spacing w:line="23" w:lineRule="atLeast"/>
        <w:rPr>
          <w:b/>
          <w:sz w:val="20"/>
          <w:lang w:val="pl-PL" w:eastAsia="ar-SA"/>
        </w:rPr>
      </w:pPr>
    </w:p>
    <w:p w14:paraId="703C2E67" w14:textId="77777777" w:rsidR="00F009F3" w:rsidRDefault="00F009F3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50EDC8D3" w14:textId="77777777" w:rsidR="00F5774C" w:rsidRDefault="00F5774C" w:rsidP="00F5774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240" w:line="300" w:lineRule="auto"/>
        <w:jc w:val="both"/>
        <w:rPr>
          <w:rFonts w:eastAsia="Times New Roman"/>
          <w:bdr w:val="none" w:sz="0" w:space="0" w:color="auto"/>
          <w:lang w:val="pl-PL" w:eastAsia="ar-SA"/>
        </w:rPr>
      </w:pPr>
      <w:r w:rsidRPr="005263C6">
        <w:rPr>
          <w:rFonts w:eastAsia="Times New Roman"/>
          <w:b/>
          <w:u w:val="single"/>
          <w:bdr w:val="none" w:sz="0" w:space="0" w:color="auto"/>
          <w:lang w:val="pl-PL" w:eastAsia="ar-SA"/>
        </w:rPr>
        <w:t xml:space="preserve">Podlegam/nie podlegam* </w:t>
      </w:r>
      <w:r w:rsidRPr="005263C6">
        <w:rPr>
          <w:rFonts w:eastAsia="Times New Roman"/>
          <w:u w:val="single"/>
          <w:bdr w:val="none" w:sz="0" w:space="0" w:color="auto"/>
          <w:lang w:val="pl-PL" w:eastAsia="ar-SA"/>
        </w:rPr>
        <w:t>wykluczeniu z postępowania na podstawie art. 7 ust. 1</w:t>
      </w:r>
      <w:r>
        <w:rPr>
          <w:rFonts w:eastAsia="Times New Roman"/>
          <w:bdr w:val="none" w:sz="0" w:space="0" w:color="auto"/>
          <w:lang w:val="pl-PL" w:eastAsia="ar-SA"/>
        </w:rPr>
        <w:t xml:space="preserve"> ustawy z dnia 13 kwietnia </w:t>
      </w:r>
      <w:r w:rsidRPr="005263C6">
        <w:rPr>
          <w:rFonts w:eastAsia="Times New Roman"/>
          <w:bdr w:val="none" w:sz="0" w:space="0" w:color="auto"/>
          <w:lang w:val="pl-PL" w:eastAsia="ar-SA"/>
        </w:rPr>
        <w:t>2022 r., o szczególnych rozwiązaniach w zakresie przeciwdziałania wspieraniu agresji na Ukrainę oraz służących ochronie bezpieczeństwa narodowego (Dz.U. z 2022, poz. 835).</w:t>
      </w:r>
    </w:p>
    <w:p w14:paraId="4D3E3758" w14:textId="77777777" w:rsidR="00F5774C" w:rsidRPr="001963DC" w:rsidRDefault="00F5774C" w:rsidP="00F5774C">
      <w:pPr>
        <w:spacing w:line="23" w:lineRule="atLeast"/>
        <w:rPr>
          <w:lang w:val="pl-PL"/>
        </w:rPr>
      </w:pPr>
      <w:r w:rsidRPr="001963DC">
        <w:rPr>
          <w:lang w:val="pl-PL"/>
        </w:rPr>
        <w:t xml:space="preserve">…………….……. </w:t>
      </w:r>
      <w:r w:rsidRPr="001963DC">
        <w:rPr>
          <w:i/>
          <w:lang w:val="pl-PL"/>
        </w:rPr>
        <w:t xml:space="preserve">(miejscowość), </w:t>
      </w:r>
      <w:r w:rsidRPr="001963DC">
        <w:rPr>
          <w:lang w:val="pl-PL"/>
        </w:rPr>
        <w:t>dnia …………………. r.</w:t>
      </w:r>
      <w:r w:rsidRPr="001963DC">
        <w:rPr>
          <w:lang w:val="pl-PL"/>
        </w:rPr>
        <w:tab/>
      </w:r>
    </w:p>
    <w:p w14:paraId="66DE0C00" w14:textId="77777777" w:rsidR="00F5774C" w:rsidRPr="001963DC" w:rsidRDefault="00F5774C" w:rsidP="00F5774C">
      <w:pPr>
        <w:spacing w:line="23" w:lineRule="atLeast"/>
        <w:rPr>
          <w:lang w:val="pl-PL"/>
        </w:rPr>
      </w:pPr>
    </w:p>
    <w:p w14:paraId="6F7F3E74" w14:textId="77777777" w:rsidR="00F5774C" w:rsidRPr="001963DC" w:rsidRDefault="00F5774C" w:rsidP="00F5774C">
      <w:pPr>
        <w:spacing w:line="23" w:lineRule="atLeast"/>
        <w:rPr>
          <w:lang w:val="pl-PL"/>
        </w:rPr>
      </w:pPr>
      <w:r w:rsidRPr="001963DC">
        <w:rPr>
          <w:lang w:val="pl-PL"/>
        </w:rPr>
        <w:tab/>
      </w:r>
    </w:p>
    <w:p w14:paraId="7F8BDBE7" w14:textId="77777777" w:rsidR="00F5774C" w:rsidRPr="001963DC" w:rsidRDefault="00F5774C" w:rsidP="00F5774C">
      <w:pPr>
        <w:spacing w:line="23" w:lineRule="atLeast"/>
        <w:ind w:left="4950" w:firstLine="90"/>
        <w:rPr>
          <w:lang w:val="pl-PL"/>
        </w:rPr>
      </w:pPr>
      <w:r w:rsidRPr="001963DC">
        <w:rPr>
          <w:lang w:val="pl-PL"/>
        </w:rPr>
        <w:t>…………………………………………</w:t>
      </w:r>
    </w:p>
    <w:p w14:paraId="33801F2F" w14:textId="77777777" w:rsidR="00F5774C" w:rsidRPr="001963DC" w:rsidRDefault="00F5774C" w:rsidP="00F5774C">
      <w:pPr>
        <w:spacing w:line="23" w:lineRule="atLeast"/>
        <w:ind w:left="5670" w:firstLine="567"/>
        <w:rPr>
          <w:i/>
          <w:lang w:val="pl-PL"/>
        </w:rPr>
      </w:pPr>
      <w:r w:rsidRPr="001963DC">
        <w:rPr>
          <w:i/>
          <w:lang w:val="pl-PL"/>
        </w:rPr>
        <w:t>(podpis)</w:t>
      </w:r>
    </w:p>
    <w:p w14:paraId="55392810" w14:textId="77777777" w:rsidR="00F5774C" w:rsidRPr="005263C6" w:rsidRDefault="00F5774C" w:rsidP="00F5774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240" w:line="300" w:lineRule="auto"/>
        <w:jc w:val="both"/>
        <w:rPr>
          <w:rFonts w:eastAsia="Times New Roman"/>
          <w:i/>
          <w:bdr w:val="none" w:sz="0" w:space="0" w:color="auto"/>
          <w:lang w:val="pl-PL" w:eastAsia="ar-SA"/>
        </w:rPr>
      </w:pPr>
    </w:p>
    <w:p w14:paraId="0CC2CD6D" w14:textId="77777777" w:rsidR="00F5774C" w:rsidRPr="005263C6" w:rsidRDefault="00F5774C" w:rsidP="00F5774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center"/>
        <w:rPr>
          <w:rFonts w:eastAsia="Times New Roman"/>
          <w:b/>
          <w:u w:val="single"/>
          <w:bdr w:val="none" w:sz="0" w:space="0" w:color="auto"/>
          <w:lang w:val="pl-PL" w:eastAsia="ar-SA"/>
        </w:rPr>
      </w:pPr>
      <w:r w:rsidRPr="005263C6">
        <w:rPr>
          <w:rFonts w:eastAsia="Times New Roman"/>
          <w:b/>
          <w:u w:val="single"/>
          <w:bdr w:val="none" w:sz="0" w:space="0" w:color="auto"/>
          <w:lang w:val="pl-PL" w:eastAsia="ar-SA"/>
        </w:rPr>
        <w:t>OŚWIADCZENIE DOTYCZĄCE PODANYCH INFORMACJI</w:t>
      </w:r>
    </w:p>
    <w:p w14:paraId="284F7962" w14:textId="77777777" w:rsidR="00F5774C" w:rsidRPr="005263C6" w:rsidRDefault="00F5774C" w:rsidP="00F5774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u w:val="single"/>
          <w:bdr w:val="none" w:sz="0" w:space="0" w:color="auto"/>
          <w:lang w:val="pl-PL" w:eastAsia="ar-SA"/>
        </w:rPr>
      </w:pPr>
    </w:p>
    <w:p w14:paraId="0BF07394" w14:textId="77777777" w:rsidR="00F5774C" w:rsidRPr="005263C6" w:rsidRDefault="00F5774C" w:rsidP="00F5774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bdr w:val="none" w:sz="0" w:space="0" w:color="auto"/>
          <w:lang w:val="pl-PL" w:eastAsia="ar-SA"/>
        </w:rPr>
      </w:pPr>
      <w:r w:rsidRPr="005263C6">
        <w:rPr>
          <w:rFonts w:eastAsia="Times New Roman"/>
          <w:bdr w:val="none" w:sz="0" w:space="0" w:color="auto"/>
          <w:lang w:val="pl-PL" w:eastAsia="ar-SA"/>
        </w:rPr>
        <w:t>Oświadczam, że wszystkie informacje podane w powyższym oświadczeniu są zgodne z prawdą oraz zostały przedstawione z pełną świadomością konsekwencji wprowadzenia Zamawiającego w błąd przy przedstawianiu tych informacji.</w:t>
      </w:r>
    </w:p>
    <w:p w14:paraId="228EB97A" w14:textId="77777777" w:rsidR="00F5774C" w:rsidRPr="005263C6" w:rsidRDefault="00F5774C" w:rsidP="00F5774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bdr w:val="none" w:sz="0" w:space="0" w:color="auto"/>
          <w:lang w:val="pl-PL" w:eastAsia="ar-SA"/>
        </w:rPr>
      </w:pPr>
    </w:p>
    <w:p w14:paraId="586E4673" w14:textId="77777777" w:rsidR="00F5774C" w:rsidRPr="005263C6" w:rsidRDefault="00F5774C" w:rsidP="00F5774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b/>
          <w:u w:val="single"/>
          <w:bdr w:val="none" w:sz="0" w:space="0" w:color="auto"/>
          <w:lang w:val="pl-PL" w:eastAsia="ar-SA"/>
        </w:rPr>
      </w:pPr>
      <w:r w:rsidRPr="005263C6">
        <w:rPr>
          <w:rFonts w:eastAsia="Times New Roman"/>
          <w:b/>
          <w:u w:val="single"/>
          <w:bdr w:val="none" w:sz="0" w:space="0" w:color="auto"/>
          <w:lang w:val="pl-PL" w:eastAsia="ar-SA"/>
        </w:rPr>
        <w:t>UWAGA:</w:t>
      </w:r>
    </w:p>
    <w:p w14:paraId="19918E69" w14:textId="77777777" w:rsidR="00F5774C" w:rsidRPr="005263C6" w:rsidRDefault="00F5774C" w:rsidP="00F5774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b/>
          <w:bdr w:val="none" w:sz="0" w:space="0" w:color="auto"/>
          <w:lang w:val="pl-PL" w:eastAsia="ar-SA"/>
        </w:rPr>
      </w:pPr>
      <w:r w:rsidRPr="005263C6">
        <w:rPr>
          <w:rFonts w:eastAsia="Times New Roman"/>
          <w:b/>
          <w:bdr w:val="none" w:sz="0" w:space="0" w:color="auto"/>
          <w:lang w:val="pl-PL" w:eastAsia="ar-SA"/>
        </w:rPr>
        <w:t>* Niepotrzebne skreślić</w:t>
      </w:r>
    </w:p>
    <w:p w14:paraId="00110374" w14:textId="77777777" w:rsidR="00F5774C" w:rsidRPr="005263C6" w:rsidRDefault="00F5774C" w:rsidP="00F5774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b/>
          <w:i/>
          <w:bdr w:val="none" w:sz="0" w:space="0" w:color="auto"/>
          <w:lang w:val="pl-PL" w:eastAsia="ar-SA"/>
        </w:rPr>
      </w:pPr>
      <w:r w:rsidRPr="005263C6">
        <w:rPr>
          <w:rFonts w:eastAsia="Times New Roman"/>
          <w:bCs/>
          <w:i/>
          <w:bdr w:val="none" w:sz="0" w:space="0" w:color="auto"/>
          <w:lang w:val="pl-PL" w:eastAsia="ar-SA"/>
        </w:rPr>
        <w:t>Oświadczenie składa się wraz z ofertą.</w:t>
      </w:r>
    </w:p>
    <w:p w14:paraId="27BE1A30" w14:textId="77777777" w:rsidR="00F5774C" w:rsidRPr="005263C6" w:rsidRDefault="00F5774C" w:rsidP="00F5774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i/>
          <w:bdr w:val="none" w:sz="0" w:space="0" w:color="auto"/>
          <w:lang w:val="pl-PL" w:eastAsia="ar-SA"/>
        </w:rPr>
      </w:pPr>
      <w:r w:rsidRPr="005263C6">
        <w:rPr>
          <w:rFonts w:eastAsia="Times New Roman"/>
          <w:i/>
          <w:bdr w:val="none" w:sz="0" w:space="0" w:color="auto"/>
          <w:lang w:val="pl-PL" w:eastAsia="ar-SA"/>
        </w:rPr>
        <w:t xml:space="preserve">w przypadku Wykonawców wspólnie ubiegających się o zamówienie, tj. Konsorcjum lub spółki cywilnej, oświadczenie składa oddzielnie w swoim imieniu </w:t>
      </w:r>
      <w:r w:rsidRPr="005263C6">
        <w:rPr>
          <w:rFonts w:eastAsia="Times New Roman"/>
          <w:i/>
          <w:u w:val="single"/>
          <w:bdr w:val="none" w:sz="0" w:space="0" w:color="auto"/>
          <w:lang w:val="pl-PL" w:eastAsia="ar-SA"/>
        </w:rPr>
        <w:t xml:space="preserve">każdy </w:t>
      </w:r>
      <w:r w:rsidRPr="005263C6">
        <w:rPr>
          <w:rFonts w:eastAsia="Times New Roman"/>
          <w:i/>
          <w:bdr w:val="none" w:sz="0" w:space="0" w:color="auto"/>
          <w:lang w:val="pl-PL" w:eastAsia="ar-SA"/>
        </w:rPr>
        <w:t xml:space="preserve">członek konsorcjum lub </w:t>
      </w:r>
      <w:r w:rsidRPr="005263C6">
        <w:rPr>
          <w:rFonts w:eastAsia="Times New Roman"/>
          <w:i/>
          <w:u w:val="single"/>
          <w:bdr w:val="none" w:sz="0" w:space="0" w:color="auto"/>
          <w:lang w:val="pl-PL" w:eastAsia="ar-SA"/>
        </w:rPr>
        <w:t>każd</w:t>
      </w:r>
      <w:r w:rsidRPr="005263C6">
        <w:rPr>
          <w:rFonts w:eastAsia="Times New Roman"/>
          <w:i/>
          <w:bdr w:val="none" w:sz="0" w:space="0" w:color="auto"/>
          <w:lang w:val="pl-PL" w:eastAsia="ar-SA"/>
        </w:rPr>
        <w:t>y wspólnik spółki cywilnej.</w:t>
      </w:r>
    </w:p>
    <w:p w14:paraId="42FF5AE3" w14:textId="77777777" w:rsidR="00F5774C" w:rsidRPr="005263C6" w:rsidRDefault="00F5774C" w:rsidP="00F5774C">
      <w:pPr>
        <w:suppressAutoHyphens/>
        <w:spacing w:line="23" w:lineRule="atLeast"/>
        <w:rPr>
          <w:b/>
          <w:lang w:val="pl-PL" w:eastAsia="ar-SA"/>
        </w:rPr>
      </w:pPr>
    </w:p>
    <w:p w14:paraId="594E8776" w14:textId="77777777" w:rsidR="00F5774C" w:rsidRDefault="00F5774C" w:rsidP="00F5774C">
      <w:pPr>
        <w:spacing w:line="23" w:lineRule="atLeast"/>
        <w:ind w:left="5670" w:firstLine="567"/>
        <w:rPr>
          <w:i/>
          <w:lang w:val="pl-PL"/>
        </w:rPr>
      </w:pPr>
    </w:p>
    <w:p w14:paraId="34AFA145" w14:textId="77777777" w:rsidR="00F5774C" w:rsidRPr="001963DC" w:rsidRDefault="00F5774C" w:rsidP="00F5774C">
      <w:pPr>
        <w:spacing w:line="23" w:lineRule="atLeast"/>
        <w:rPr>
          <w:lang w:val="pl-PL"/>
        </w:rPr>
      </w:pPr>
      <w:r w:rsidRPr="001963DC">
        <w:rPr>
          <w:lang w:val="pl-PL"/>
        </w:rPr>
        <w:t xml:space="preserve">…………….……. </w:t>
      </w:r>
      <w:r w:rsidRPr="001963DC">
        <w:rPr>
          <w:i/>
          <w:lang w:val="pl-PL"/>
        </w:rPr>
        <w:t xml:space="preserve">(miejscowość), </w:t>
      </w:r>
      <w:r w:rsidRPr="001963DC">
        <w:rPr>
          <w:lang w:val="pl-PL"/>
        </w:rPr>
        <w:t>dnia …………………. r.</w:t>
      </w:r>
      <w:r w:rsidRPr="001963DC">
        <w:rPr>
          <w:lang w:val="pl-PL"/>
        </w:rPr>
        <w:tab/>
      </w:r>
    </w:p>
    <w:p w14:paraId="50CAA104" w14:textId="77777777" w:rsidR="00F5774C" w:rsidRPr="001963DC" w:rsidRDefault="00F5774C" w:rsidP="00F5774C">
      <w:pPr>
        <w:spacing w:line="23" w:lineRule="atLeast"/>
        <w:rPr>
          <w:lang w:val="pl-PL"/>
        </w:rPr>
      </w:pPr>
    </w:p>
    <w:p w14:paraId="08900533" w14:textId="77777777" w:rsidR="00F5774C" w:rsidRPr="001963DC" w:rsidRDefault="00F5774C" w:rsidP="00F5774C">
      <w:pPr>
        <w:spacing w:line="23" w:lineRule="atLeast"/>
        <w:rPr>
          <w:lang w:val="pl-PL"/>
        </w:rPr>
      </w:pPr>
      <w:r w:rsidRPr="001963DC">
        <w:rPr>
          <w:lang w:val="pl-PL"/>
        </w:rPr>
        <w:tab/>
      </w:r>
    </w:p>
    <w:p w14:paraId="18243AD7" w14:textId="77777777" w:rsidR="00F5774C" w:rsidRPr="001963DC" w:rsidRDefault="00F5774C" w:rsidP="00F5774C">
      <w:pPr>
        <w:spacing w:line="23" w:lineRule="atLeast"/>
        <w:ind w:left="4950" w:firstLine="90"/>
        <w:rPr>
          <w:lang w:val="pl-PL"/>
        </w:rPr>
      </w:pPr>
      <w:r w:rsidRPr="001963DC">
        <w:rPr>
          <w:lang w:val="pl-PL"/>
        </w:rPr>
        <w:t>…………………………………………</w:t>
      </w:r>
    </w:p>
    <w:p w14:paraId="40F1FE41" w14:textId="77777777" w:rsidR="00F5774C" w:rsidRPr="001963DC" w:rsidRDefault="00F5774C" w:rsidP="00F5774C">
      <w:pPr>
        <w:spacing w:line="23" w:lineRule="atLeast"/>
        <w:ind w:left="5670" w:firstLine="567"/>
        <w:rPr>
          <w:i/>
          <w:lang w:val="pl-PL"/>
        </w:rPr>
      </w:pPr>
      <w:r w:rsidRPr="001963DC">
        <w:rPr>
          <w:i/>
          <w:lang w:val="pl-PL"/>
        </w:rPr>
        <w:t>(podpis)</w:t>
      </w:r>
    </w:p>
    <w:p w14:paraId="1EB3EDA4" w14:textId="77777777" w:rsidR="00F5774C" w:rsidRDefault="00F5774C" w:rsidP="00F5774C">
      <w:pPr>
        <w:spacing w:line="23" w:lineRule="atLeast"/>
        <w:ind w:left="5670" w:firstLine="567"/>
        <w:rPr>
          <w:i/>
          <w:lang w:val="pl-PL"/>
        </w:rPr>
      </w:pPr>
    </w:p>
    <w:p w14:paraId="77B060E0" w14:textId="77777777" w:rsidR="00F5774C" w:rsidRDefault="00F5774C" w:rsidP="00F5774C">
      <w:pPr>
        <w:spacing w:line="23" w:lineRule="atLeast"/>
        <w:ind w:left="5670" w:firstLine="567"/>
        <w:rPr>
          <w:i/>
          <w:lang w:val="pl-PL"/>
        </w:rPr>
      </w:pPr>
    </w:p>
    <w:p w14:paraId="44816956" w14:textId="77777777" w:rsidR="00F5774C" w:rsidRPr="001963DC" w:rsidRDefault="00F5774C" w:rsidP="00F5774C">
      <w:pPr>
        <w:suppressAutoHyphens/>
        <w:spacing w:line="23" w:lineRule="atLeast"/>
        <w:jc w:val="right"/>
        <w:rPr>
          <w:b/>
          <w:lang w:val="pl-PL" w:eastAsia="ar-SA"/>
        </w:rPr>
      </w:pPr>
    </w:p>
    <w:p w14:paraId="26C0A01C" w14:textId="77777777" w:rsidR="00F5774C" w:rsidRDefault="00F5774C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79C37383" w14:textId="77777777" w:rsidR="00F5774C" w:rsidRDefault="00F5774C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7EC70241" w14:textId="77777777" w:rsidR="00F5774C" w:rsidRDefault="00F5774C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46E4027F" w14:textId="77777777" w:rsidR="00F5774C" w:rsidRDefault="00F5774C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5BE3E5A5" w14:textId="5DED25B0" w:rsidR="00F5774C" w:rsidRPr="001963DC" w:rsidRDefault="00F5774C" w:rsidP="00433AF0">
      <w:pPr>
        <w:suppressAutoHyphens/>
        <w:spacing w:line="23" w:lineRule="atLeast"/>
        <w:rPr>
          <w:b/>
          <w:sz w:val="20"/>
          <w:lang w:val="pl-PL" w:eastAsia="ar-SA"/>
        </w:rPr>
      </w:pPr>
    </w:p>
    <w:p w14:paraId="1566CAC1" w14:textId="77777777" w:rsidR="00422FC0" w:rsidRPr="001963DC" w:rsidRDefault="00422FC0" w:rsidP="004A1638">
      <w:pPr>
        <w:tabs>
          <w:tab w:val="left" w:pos="2820"/>
        </w:tabs>
        <w:suppressAutoHyphens/>
        <w:spacing w:line="23" w:lineRule="atLeast"/>
        <w:rPr>
          <w:rFonts w:eastAsia="Times New Roman"/>
          <w:b/>
          <w:bdr w:val="none" w:sz="0" w:space="0" w:color="auto"/>
          <w:lang w:val="pl-PL" w:eastAsia="ar-SA"/>
        </w:rPr>
      </w:pPr>
      <w:r w:rsidRPr="001963DC">
        <w:rPr>
          <w:lang w:val="pl-PL" w:eastAsia="ar-SA"/>
        </w:rPr>
        <w:lastRenderedPageBreak/>
        <w:tab/>
      </w:r>
      <w:r w:rsidRPr="001963DC">
        <w:rPr>
          <w:lang w:val="pl-PL" w:eastAsia="ar-SA"/>
        </w:rPr>
        <w:tab/>
      </w:r>
      <w:r w:rsidRPr="001963DC">
        <w:rPr>
          <w:lang w:val="pl-PL" w:eastAsia="ar-SA"/>
        </w:rPr>
        <w:tab/>
      </w:r>
      <w:r w:rsidRPr="001963DC">
        <w:rPr>
          <w:lang w:val="pl-PL" w:eastAsia="ar-SA"/>
        </w:rPr>
        <w:tab/>
      </w:r>
      <w:r w:rsidRPr="001963DC">
        <w:rPr>
          <w:lang w:val="pl-PL" w:eastAsia="ar-SA"/>
        </w:rPr>
        <w:tab/>
      </w:r>
      <w:r w:rsidRPr="001963DC">
        <w:rPr>
          <w:lang w:val="pl-PL" w:eastAsia="ar-SA"/>
        </w:rPr>
        <w:tab/>
      </w:r>
      <w:r w:rsidRPr="001963DC">
        <w:rPr>
          <w:lang w:val="pl-PL" w:eastAsia="ar-SA"/>
        </w:rPr>
        <w:tab/>
      </w:r>
      <w:r w:rsidRPr="001963DC">
        <w:rPr>
          <w:lang w:val="pl-PL" w:eastAsia="ar-SA"/>
        </w:rPr>
        <w:tab/>
      </w:r>
      <w:r w:rsidRPr="001963DC">
        <w:rPr>
          <w:b/>
          <w:bCs/>
          <w:lang w:val="pl-PL" w:eastAsia="ar-SA"/>
        </w:rPr>
        <w:t>Z</w:t>
      </w:r>
      <w:r w:rsidRPr="001963DC">
        <w:rPr>
          <w:rFonts w:eastAsia="Times New Roman"/>
          <w:b/>
          <w:bCs/>
          <w:bdr w:val="none" w:sz="0" w:space="0" w:color="auto"/>
          <w:lang w:val="pl-PL" w:eastAsia="ar-SA"/>
        </w:rPr>
        <w:t>a</w:t>
      </w:r>
      <w:r w:rsidRPr="001963DC">
        <w:rPr>
          <w:rFonts w:eastAsia="Times New Roman"/>
          <w:b/>
          <w:bdr w:val="none" w:sz="0" w:space="0" w:color="auto"/>
          <w:lang w:val="pl-PL" w:eastAsia="ar-SA"/>
        </w:rPr>
        <w:t>łącznik nr 3 do SWZ</w:t>
      </w:r>
    </w:p>
    <w:p w14:paraId="237CFC45" w14:textId="33A91B08" w:rsidR="00422FC0" w:rsidRPr="001963DC" w:rsidRDefault="00422FC0" w:rsidP="004A1638">
      <w:pPr>
        <w:tabs>
          <w:tab w:val="left" w:pos="2820"/>
        </w:tabs>
        <w:suppressAutoHyphens/>
        <w:spacing w:line="23" w:lineRule="atLeast"/>
        <w:rPr>
          <w:rFonts w:eastAsia="Times New Roman"/>
          <w:b/>
          <w:bdr w:val="none" w:sz="0" w:space="0" w:color="auto"/>
          <w:lang w:val="pl-PL" w:eastAsia="ar-SA"/>
        </w:rPr>
      </w:pPr>
      <w:r w:rsidRPr="001963DC">
        <w:rPr>
          <w:rFonts w:eastAsia="Times New Roman"/>
          <w:b/>
          <w:bdr w:val="none" w:sz="0" w:space="0" w:color="auto"/>
          <w:lang w:val="pl-PL" w:eastAsia="ar-SA"/>
        </w:rPr>
        <w:tab/>
      </w:r>
      <w:r w:rsidRPr="001963DC">
        <w:rPr>
          <w:rFonts w:eastAsia="Times New Roman"/>
          <w:b/>
          <w:bdr w:val="none" w:sz="0" w:space="0" w:color="auto"/>
          <w:lang w:val="pl-PL" w:eastAsia="ar-SA"/>
        </w:rPr>
        <w:tab/>
      </w:r>
      <w:r w:rsidRPr="001963DC">
        <w:rPr>
          <w:rFonts w:eastAsia="Times New Roman"/>
          <w:b/>
          <w:bdr w:val="none" w:sz="0" w:space="0" w:color="auto"/>
          <w:lang w:val="pl-PL" w:eastAsia="ar-SA"/>
        </w:rPr>
        <w:tab/>
      </w:r>
      <w:r w:rsidRPr="001963DC">
        <w:rPr>
          <w:rFonts w:eastAsia="Times New Roman"/>
          <w:b/>
          <w:bdr w:val="none" w:sz="0" w:space="0" w:color="auto"/>
          <w:lang w:val="pl-PL" w:eastAsia="ar-SA"/>
        </w:rPr>
        <w:tab/>
      </w:r>
      <w:r w:rsidRPr="001963DC">
        <w:rPr>
          <w:rFonts w:eastAsia="Times New Roman"/>
          <w:b/>
          <w:bdr w:val="none" w:sz="0" w:space="0" w:color="auto"/>
          <w:lang w:val="pl-PL" w:eastAsia="ar-SA"/>
        </w:rPr>
        <w:tab/>
      </w:r>
      <w:r w:rsidRPr="001963DC">
        <w:rPr>
          <w:rFonts w:eastAsia="Times New Roman"/>
          <w:b/>
          <w:bdr w:val="none" w:sz="0" w:space="0" w:color="auto"/>
          <w:lang w:val="pl-PL" w:eastAsia="ar-SA"/>
        </w:rPr>
        <w:tab/>
      </w:r>
      <w:r w:rsidRPr="001963DC">
        <w:rPr>
          <w:rFonts w:eastAsia="Times New Roman"/>
          <w:b/>
          <w:bdr w:val="none" w:sz="0" w:space="0" w:color="auto"/>
          <w:lang w:val="pl-PL" w:eastAsia="ar-SA"/>
        </w:rPr>
        <w:tab/>
      </w:r>
      <w:r w:rsidRPr="001963DC">
        <w:rPr>
          <w:rFonts w:eastAsia="Times New Roman"/>
          <w:b/>
          <w:bdr w:val="none" w:sz="0" w:space="0" w:color="auto"/>
          <w:lang w:val="pl-PL" w:eastAsia="ar-SA"/>
        </w:rPr>
        <w:tab/>
      </w:r>
      <w:r w:rsidRPr="005846B7">
        <w:rPr>
          <w:rFonts w:eastAsia="Times New Roman"/>
          <w:b/>
          <w:bdr w:val="none" w:sz="0" w:space="0" w:color="auto"/>
          <w:lang w:val="pl-PL" w:eastAsia="ar-SA"/>
        </w:rPr>
        <w:t>NS: ZP.271.</w:t>
      </w:r>
      <w:r w:rsidR="008A65EC">
        <w:rPr>
          <w:rFonts w:eastAsia="Times New Roman"/>
          <w:b/>
          <w:bdr w:val="none" w:sz="0" w:space="0" w:color="auto"/>
          <w:lang w:val="pl-PL" w:eastAsia="ar-SA"/>
        </w:rPr>
        <w:t>11.2024</w:t>
      </w:r>
    </w:p>
    <w:p w14:paraId="3B3D9D6E" w14:textId="45CD4EC4" w:rsidR="00422FC0" w:rsidRPr="001963DC" w:rsidRDefault="00422FC0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70538BD1" w14:textId="5027D03A" w:rsidR="00422FC0" w:rsidRPr="001963DC" w:rsidRDefault="00422FC0" w:rsidP="004A1638">
      <w:pPr>
        <w:suppressAutoHyphens/>
        <w:spacing w:line="23" w:lineRule="atLeast"/>
        <w:jc w:val="right"/>
        <w:rPr>
          <w:b/>
          <w:lang w:val="pl-PL" w:eastAsia="ar-SA"/>
        </w:rPr>
      </w:pPr>
    </w:p>
    <w:p w14:paraId="59695F9B" w14:textId="77777777" w:rsidR="001859D2" w:rsidRPr="001C4FAC" w:rsidRDefault="001859D2" w:rsidP="004A1638">
      <w:pPr>
        <w:suppressAutoHyphens/>
        <w:spacing w:line="23" w:lineRule="atLeast"/>
        <w:rPr>
          <w:b/>
          <w:lang w:val="pl-PL"/>
        </w:rPr>
      </w:pPr>
      <w:r w:rsidRPr="001C4FAC">
        <w:rPr>
          <w:b/>
          <w:lang w:val="pl-PL"/>
        </w:rPr>
        <w:t>Wykonawca:</w:t>
      </w:r>
    </w:p>
    <w:p w14:paraId="3A85A589" w14:textId="28282917" w:rsidR="001859D2" w:rsidRPr="001C4FAC" w:rsidRDefault="001859D2" w:rsidP="004A1638">
      <w:pPr>
        <w:suppressAutoHyphens/>
        <w:spacing w:line="23" w:lineRule="atLeast"/>
        <w:ind w:right="5954"/>
        <w:rPr>
          <w:lang w:val="pl-PL"/>
        </w:rPr>
      </w:pPr>
      <w:r w:rsidRPr="001C4FAC">
        <w:rPr>
          <w:lang w:val="pl-PL"/>
        </w:rPr>
        <w:t>………………………………………………………………………………</w:t>
      </w:r>
    </w:p>
    <w:p w14:paraId="342C45A6" w14:textId="77777777" w:rsidR="001859D2" w:rsidRPr="001C4FAC" w:rsidRDefault="001859D2" w:rsidP="004A1638">
      <w:pPr>
        <w:suppressAutoHyphens/>
        <w:spacing w:line="23" w:lineRule="atLeast"/>
        <w:ind w:right="5953"/>
        <w:rPr>
          <w:i/>
          <w:lang w:val="pl-PL"/>
        </w:rPr>
      </w:pPr>
      <w:r w:rsidRPr="001C4FAC">
        <w:rPr>
          <w:i/>
          <w:lang w:val="pl-PL"/>
        </w:rPr>
        <w:t>(pełna nazwa/firma, adres, w zależności od podmiotu: NIP/PESEL, KRS/CEiDG)</w:t>
      </w:r>
    </w:p>
    <w:p w14:paraId="2178B2B8" w14:textId="77777777" w:rsidR="001859D2" w:rsidRPr="001C4FAC" w:rsidRDefault="001859D2" w:rsidP="004A1638">
      <w:pPr>
        <w:suppressAutoHyphens/>
        <w:spacing w:line="23" w:lineRule="atLeast"/>
        <w:rPr>
          <w:u w:val="single"/>
          <w:lang w:val="pl-PL"/>
        </w:rPr>
      </w:pPr>
      <w:r w:rsidRPr="001C4FAC">
        <w:rPr>
          <w:u w:val="single"/>
          <w:lang w:val="pl-PL"/>
        </w:rPr>
        <w:t>reprezentowany przez:</w:t>
      </w:r>
    </w:p>
    <w:p w14:paraId="2E6D0646" w14:textId="27BD115A" w:rsidR="001859D2" w:rsidRPr="001C4FAC" w:rsidRDefault="001859D2" w:rsidP="004A1638">
      <w:pPr>
        <w:suppressAutoHyphens/>
        <w:spacing w:line="23" w:lineRule="atLeast"/>
        <w:ind w:right="5954"/>
        <w:rPr>
          <w:lang w:val="pl-PL"/>
        </w:rPr>
      </w:pPr>
      <w:r w:rsidRPr="001C4FAC">
        <w:rPr>
          <w:lang w:val="pl-PL"/>
        </w:rPr>
        <w:t>………………………………………………………………………………</w:t>
      </w:r>
    </w:p>
    <w:p w14:paraId="27968592" w14:textId="77777777" w:rsidR="001859D2" w:rsidRPr="001C4FAC" w:rsidRDefault="001859D2" w:rsidP="004A1638">
      <w:pPr>
        <w:suppressAutoHyphens/>
        <w:spacing w:line="23" w:lineRule="atLeast"/>
        <w:ind w:right="5953"/>
        <w:rPr>
          <w:i/>
          <w:lang w:val="pl-PL"/>
        </w:rPr>
      </w:pPr>
      <w:r w:rsidRPr="001C4FAC">
        <w:rPr>
          <w:i/>
          <w:lang w:val="pl-PL"/>
        </w:rPr>
        <w:t>(imię, nazwisko, stanowisko/podstawa do reprezentacji)</w:t>
      </w:r>
    </w:p>
    <w:p w14:paraId="548EF938" w14:textId="77777777" w:rsidR="001859D2" w:rsidRPr="001C4FAC" w:rsidRDefault="001859D2" w:rsidP="004A1638">
      <w:pPr>
        <w:spacing w:line="23" w:lineRule="atLeast"/>
        <w:rPr>
          <w:lang w:val="pl-PL"/>
        </w:rPr>
      </w:pPr>
    </w:p>
    <w:p w14:paraId="0BFBC89E" w14:textId="77777777" w:rsidR="001859D2" w:rsidRPr="001C4FAC" w:rsidRDefault="001859D2" w:rsidP="004A1638">
      <w:pPr>
        <w:spacing w:line="23" w:lineRule="atLeast"/>
        <w:jc w:val="center"/>
        <w:rPr>
          <w:b/>
          <w:u w:val="single"/>
          <w:lang w:val="pl-PL"/>
        </w:rPr>
      </w:pPr>
      <w:r w:rsidRPr="001C4FAC">
        <w:rPr>
          <w:b/>
          <w:u w:val="single"/>
          <w:lang w:val="pl-PL"/>
        </w:rPr>
        <w:t xml:space="preserve">Oświadczenie wykonawcy </w:t>
      </w:r>
    </w:p>
    <w:p w14:paraId="554BFEC2" w14:textId="77777777" w:rsidR="001859D2" w:rsidRPr="001C4FAC" w:rsidRDefault="001859D2" w:rsidP="004A1638">
      <w:pPr>
        <w:spacing w:line="23" w:lineRule="atLeast"/>
        <w:jc w:val="center"/>
        <w:rPr>
          <w:b/>
          <w:lang w:val="pl-PL"/>
        </w:rPr>
      </w:pPr>
      <w:r w:rsidRPr="001C4FAC">
        <w:rPr>
          <w:b/>
          <w:lang w:val="pl-PL"/>
        </w:rPr>
        <w:t xml:space="preserve">składane na podstawie art. 125 ust. 1 ustawy z dnia 11 września 2019 r. </w:t>
      </w:r>
    </w:p>
    <w:p w14:paraId="5F793C81" w14:textId="1109C8C9" w:rsidR="001859D2" w:rsidRPr="001C4FAC" w:rsidRDefault="001859D2" w:rsidP="004A1638">
      <w:pPr>
        <w:spacing w:line="23" w:lineRule="atLeast"/>
        <w:jc w:val="center"/>
        <w:rPr>
          <w:b/>
          <w:lang w:val="pl-PL"/>
        </w:rPr>
      </w:pPr>
      <w:r w:rsidRPr="001C4FAC">
        <w:rPr>
          <w:b/>
          <w:lang w:val="pl-PL"/>
        </w:rPr>
        <w:t xml:space="preserve"> Prawo zamówień publicznych (dalej jako: ustawa Pzp), </w:t>
      </w:r>
    </w:p>
    <w:p w14:paraId="3F6885F6" w14:textId="77777777" w:rsidR="00983235" w:rsidRPr="001C4FAC" w:rsidRDefault="00983235" w:rsidP="004A1638">
      <w:pPr>
        <w:spacing w:line="23" w:lineRule="atLeast"/>
        <w:jc w:val="center"/>
        <w:rPr>
          <w:b/>
          <w:lang w:val="pl-PL"/>
        </w:rPr>
      </w:pPr>
    </w:p>
    <w:p w14:paraId="49130D82" w14:textId="77777777" w:rsidR="001859D2" w:rsidRPr="001C4FAC" w:rsidRDefault="001859D2" w:rsidP="004A1638">
      <w:pPr>
        <w:spacing w:line="23" w:lineRule="atLeast"/>
        <w:jc w:val="center"/>
        <w:rPr>
          <w:b/>
          <w:u w:val="single"/>
          <w:lang w:val="pl-PL"/>
        </w:rPr>
      </w:pPr>
      <w:r w:rsidRPr="001C4FAC">
        <w:rPr>
          <w:b/>
          <w:u w:val="single"/>
          <w:lang w:val="pl-PL"/>
        </w:rPr>
        <w:t>DOTYCZĄCE SPEŁNIANIA WARUNKÓW UDZIAŁU W POSTĘPOWANIU</w:t>
      </w:r>
    </w:p>
    <w:p w14:paraId="3E3CB9D3" w14:textId="1B32EEE3" w:rsidR="00983235" w:rsidRPr="00133744" w:rsidRDefault="00983235" w:rsidP="000E7B55">
      <w:pPr>
        <w:suppressAutoHyphens/>
        <w:spacing w:line="23" w:lineRule="atLeast"/>
        <w:jc w:val="both"/>
        <w:rPr>
          <w:b/>
          <w:i/>
          <w:iCs/>
          <w:spacing w:val="-4"/>
          <w:u w:val="single"/>
          <w:lang w:val="pl-PL" w:eastAsia="ar-SA"/>
        </w:rPr>
      </w:pPr>
      <w:r w:rsidRPr="001963DC">
        <w:rPr>
          <w:lang w:val="pl-PL"/>
        </w:rPr>
        <w:t xml:space="preserve">Na potrzeby postępowania o udzielenie zamówienia publicznego pn.: </w:t>
      </w:r>
      <w:r w:rsidR="000E7B55">
        <w:rPr>
          <w:lang w:val="pl-PL"/>
        </w:rPr>
        <w:t>„</w:t>
      </w:r>
      <w:r w:rsidR="008A65EC" w:rsidRPr="00ED5181">
        <w:rPr>
          <w:rFonts w:eastAsia="Arial"/>
          <w:b/>
          <w:bCs/>
          <w:i/>
          <w:iCs/>
          <w:kern w:val="3"/>
          <w:lang w:val="pl-PL" w:bidi="hi-IN"/>
        </w:rPr>
        <w:t>Remont boiska Orlik w miejscowości</w:t>
      </w:r>
      <w:r w:rsidR="006A6C67" w:rsidRPr="00ED5181">
        <w:rPr>
          <w:rFonts w:eastAsia="Arial"/>
          <w:b/>
          <w:bCs/>
          <w:i/>
          <w:iCs/>
          <w:kern w:val="3"/>
          <w:lang w:val="pl-PL" w:bidi="hi-IN"/>
        </w:rPr>
        <w:t xml:space="preserve"> </w:t>
      </w:r>
      <w:r w:rsidR="006A6C67" w:rsidRPr="00ED5181">
        <w:rPr>
          <w:b/>
          <w:bCs/>
          <w:i/>
          <w:iCs/>
          <w:color w:val="000000"/>
          <w:lang w:val="pl-PL"/>
        </w:rPr>
        <w:t>Cedry Wielkie”</w:t>
      </w:r>
      <w:r w:rsidR="000E7B55" w:rsidRPr="00ED5181">
        <w:rPr>
          <w:b/>
          <w:i/>
          <w:iCs/>
          <w:spacing w:val="-4"/>
          <w:lang w:val="pl-PL" w:eastAsia="ar-SA"/>
        </w:rPr>
        <w:t>,</w:t>
      </w:r>
      <w:r w:rsidR="000E7B55" w:rsidRPr="008A65EC">
        <w:rPr>
          <w:b/>
          <w:i/>
          <w:iCs/>
          <w:spacing w:val="-4"/>
          <w:lang w:val="pl-PL" w:eastAsia="ar-SA"/>
        </w:rPr>
        <w:t xml:space="preserve"> </w:t>
      </w:r>
      <w:r w:rsidRPr="008A65EC">
        <w:rPr>
          <w:lang w:val="pl-PL"/>
        </w:rPr>
        <w:t xml:space="preserve">prowadzonego </w:t>
      </w:r>
      <w:r w:rsidRPr="001963DC">
        <w:rPr>
          <w:lang w:val="pl-PL"/>
        </w:rPr>
        <w:t xml:space="preserve">przez </w:t>
      </w:r>
      <w:r w:rsidRPr="001963DC">
        <w:rPr>
          <w:b/>
          <w:lang w:val="pl-PL"/>
        </w:rPr>
        <w:t>Urząd Gminy Cedry Wielkie</w:t>
      </w:r>
      <w:r w:rsidRPr="001963DC">
        <w:rPr>
          <w:lang w:val="pl-PL"/>
        </w:rPr>
        <w:t>, oświadczam, co następuje:</w:t>
      </w:r>
    </w:p>
    <w:p w14:paraId="7BE49144" w14:textId="77777777" w:rsidR="001859D2" w:rsidRPr="001C4FAC" w:rsidRDefault="001859D2" w:rsidP="004A1638">
      <w:pPr>
        <w:suppressAutoHyphens/>
        <w:spacing w:line="23" w:lineRule="atLeast"/>
        <w:contextualSpacing/>
        <w:jc w:val="center"/>
        <w:rPr>
          <w:lang w:val="pl-PL"/>
        </w:rPr>
      </w:pPr>
    </w:p>
    <w:p w14:paraId="0AA5D72A" w14:textId="77777777" w:rsidR="001859D2" w:rsidRPr="001C4FAC" w:rsidRDefault="001859D2" w:rsidP="004A1638">
      <w:pPr>
        <w:shd w:val="clear" w:color="auto" w:fill="BFBFBF"/>
        <w:spacing w:line="23" w:lineRule="atLeast"/>
        <w:rPr>
          <w:b/>
          <w:lang w:val="pl-PL"/>
        </w:rPr>
      </w:pPr>
      <w:r w:rsidRPr="001C4FAC">
        <w:rPr>
          <w:b/>
          <w:lang w:val="pl-PL"/>
        </w:rPr>
        <w:t>INFORMACJA DOTYCZĄCA WYKONAWCY:</w:t>
      </w:r>
    </w:p>
    <w:p w14:paraId="173C2AAC" w14:textId="1A57993D" w:rsidR="001859D2" w:rsidRPr="001C4FAC" w:rsidRDefault="001859D2" w:rsidP="000E7B55">
      <w:pPr>
        <w:spacing w:line="23" w:lineRule="atLeast"/>
        <w:jc w:val="both"/>
        <w:rPr>
          <w:lang w:val="pl-PL"/>
        </w:rPr>
      </w:pPr>
      <w:r w:rsidRPr="001C4FAC">
        <w:rPr>
          <w:lang w:val="pl-PL"/>
        </w:rPr>
        <w:t xml:space="preserve">Oświadczam, że spełniam warunki udziału w postępowaniu określone przez Zamawiającego w  Specyfikacji Warunków Zamówienia w ust. </w:t>
      </w:r>
      <w:r w:rsidR="00983235" w:rsidRPr="001C4FAC">
        <w:rPr>
          <w:lang w:val="pl-PL"/>
        </w:rPr>
        <w:t>X</w:t>
      </w:r>
      <w:r w:rsidRPr="001C4FAC">
        <w:rPr>
          <w:lang w:val="pl-PL"/>
        </w:rPr>
        <w:t>IX</w:t>
      </w:r>
    </w:p>
    <w:p w14:paraId="7A3DB5BD" w14:textId="77777777" w:rsidR="001859D2" w:rsidRPr="001C4FAC" w:rsidRDefault="001859D2" w:rsidP="004A1638">
      <w:pPr>
        <w:spacing w:line="23" w:lineRule="atLeast"/>
        <w:rPr>
          <w:lang w:val="pl-PL"/>
        </w:rPr>
      </w:pPr>
    </w:p>
    <w:p w14:paraId="2C7208C6" w14:textId="77777777" w:rsidR="001859D2" w:rsidRPr="001C4FAC" w:rsidRDefault="001859D2" w:rsidP="004A1638">
      <w:pPr>
        <w:spacing w:line="23" w:lineRule="atLeast"/>
        <w:rPr>
          <w:lang w:val="pl-PL"/>
        </w:rPr>
      </w:pPr>
      <w:r w:rsidRPr="001C4FAC">
        <w:rPr>
          <w:lang w:val="pl-PL"/>
        </w:rPr>
        <w:t xml:space="preserve">…………….……. </w:t>
      </w:r>
      <w:r w:rsidRPr="001C4FAC">
        <w:rPr>
          <w:i/>
          <w:lang w:val="pl-PL"/>
        </w:rPr>
        <w:t xml:space="preserve">(miejscowość), </w:t>
      </w:r>
      <w:r w:rsidRPr="001C4FAC">
        <w:rPr>
          <w:lang w:val="pl-PL"/>
        </w:rPr>
        <w:t xml:space="preserve">dnia ………….……. r. </w:t>
      </w:r>
    </w:p>
    <w:p w14:paraId="2DC76A2C" w14:textId="07183D94" w:rsidR="001859D2" w:rsidRPr="001C4FAC" w:rsidRDefault="001859D2" w:rsidP="004A1638">
      <w:pPr>
        <w:spacing w:line="23" w:lineRule="atLeast"/>
        <w:rPr>
          <w:lang w:val="pl-PL"/>
        </w:rPr>
      </w:pPr>
      <w:r w:rsidRPr="001C4FAC">
        <w:rPr>
          <w:lang w:val="pl-PL"/>
        </w:rPr>
        <w:tab/>
      </w:r>
      <w:r w:rsidRPr="001C4FAC">
        <w:rPr>
          <w:lang w:val="pl-PL"/>
        </w:rPr>
        <w:tab/>
      </w:r>
      <w:r w:rsidRPr="001C4FAC">
        <w:rPr>
          <w:lang w:val="pl-PL"/>
        </w:rPr>
        <w:tab/>
      </w:r>
      <w:r w:rsidRPr="001C4FAC">
        <w:rPr>
          <w:lang w:val="pl-PL"/>
        </w:rPr>
        <w:tab/>
      </w:r>
      <w:r w:rsidRPr="001C4FAC">
        <w:rPr>
          <w:lang w:val="pl-PL"/>
        </w:rPr>
        <w:tab/>
      </w:r>
      <w:r w:rsidRPr="001C4FAC">
        <w:rPr>
          <w:lang w:val="pl-PL"/>
        </w:rPr>
        <w:tab/>
      </w:r>
      <w:r w:rsidRPr="001C4FAC">
        <w:rPr>
          <w:lang w:val="pl-PL"/>
        </w:rPr>
        <w:tab/>
      </w:r>
      <w:r w:rsidR="0091786A" w:rsidRPr="001C4FAC">
        <w:rPr>
          <w:lang w:val="pl-PL"/>
        </w:rPr>
        <w:t xml:space="preserve">         </w:t>
      </w:r>
      <w:r w:rsidRPr="001C4FAC">
        <w:rPr>
          <w:lang w:val="pl-PL"/>
        </w:rPr>
        <w:t>………………………………………</w:t>
      </w:r>
    </w:p>
    <w:p w14:paraId="5640F672" w14:textId="77777777" w:rsidR="001859D2" w:rsidRPr="001C4FAC" w:rsidRDefault="001859D2" w:rsidP="004A1638">
      <w:pPr>
        <w:spacing w:line="23" w:lineRule="atLeast"/>
        <w:ind w:left="5664" w:firstLine="708"/>
        <w:rPr>
          <w:i/>
          <w:lang w:val="pl-PL"/>
        </w:rPr>
      </w:pPr>
      <w:r w:rsidRPr="001C4FAC">
        <w:rPr>
          <w:i/>
          <w:lang w:val="pl-PL"/>
        </w:rPr>
        <w:t>(podpis)</w:t>
      </w:r>
    </w:p>
    <w:p w14:paraId="1FE8899D" w14:textId="1597AB12" w:rsidR="0091786A" w:rsidRPr="001C4FAC" w:rsidRDefault="0091786A" w:rsidP="00983235">
      <w:pPr>
        <w:spacing w:line="23" w:lineRule="atLeast"/>
        <w:rPr>
          <w:i/>
          <w:sz w:val="20"/>
          <w:szCs w:val="20"/>
          <w:lang w:val="pl-PL"/>
        </w:rPr>
      </w:pPr>
    </w:p>
    <w:p w14:paraId="4AE007C7" w14:textId="0F97357D" w:rsidR="0091786A" w:rsidRPr="001C4FAC" w:rsidRDefault="0091786A" w:rsidP="004A1638">
      <w:pPr>
        <w:spacing w:line="23" w:lineRule="atLeast"/>
        <w:ind w:left="5664" w:firstLine="708"/>
        <w:rPr>
          <w:i/>
          <w:sz w:val="20"/>
          <w:szCs w:val="20"/>
          <w:lang w:val="pl-PL"/>
        </w:rPr>
      </w:pPr>
    </w:p>
    <w:p w14:paraId="1FD52B5D" w14:textId="77777777" w:rsidR="0091786A" w:rsidRPr="001963DC" w:rsidRDefault="0091786A" w:rsidP="004A1638">
      <w:pPr>
        <w:shd w:val="clear" w:color="auto" w:fill="BFBFBF"/>
        <w:spacing w:line="23" w:lineRule="atLeast"/>
        <w:rPr>
          <w:b/>
          <w:lang w:val="pl-PL"/>
        </w:rPr>
      </w:pPr>
    </w:p>
    <w:p w14:paraId="45647D56" w14:textId="6C94B448" w:rsidR="0091786A" w:rsidRPr="001963DC" w:rsidRDefault="0091786A" w:rsidP="004A1638">
      <w:pPr>
        <w:shd w:val="clear" w:color="auto" w:fill="BFBFBF"/>
        <w:spacing w:line="23" w:lineRule="atLeast"/>
        <w:rPr>
          <w:b/>
          <w:lang w:val="pl-PL"/>
        </w:rPr>
      </w:pPr>
      <w:r w:rsidRPr="001963DC">
        <w:rPr>
          <w:b/>
          <w:lang w:val="pl-PL"/>
        </w:rPr>
        <w:t>OŚWIADCZENIE DOTYCZĄCE PODMIOTU UDOSTĘPNIAJĄCEGO ZASOBY:</w:t>
      </w:r>
    </w:p>
    <w:p w14:paraId="3B29378A" w14:textId="55D65DB8" w:rsidR="0091786A" w:rsidRPr="001963DC" w:rsidRDefault="0091786A" w:rsidP="004A1638">
      <w:pPr>
        <w:spacing w:line="23" w:lineRule="atLeast"/>
        <w:jc w:val="both"/>
        <w:rPr>
          <w:i/>
          <w:lang w:val="pl-PL"/>
        </w:rPr>
      </w:pPr>
      <w:r w:rsidRPr="001963DC">
        <w:rPr>
          <w:lang w:val="pl-PL"/>
        </w:rPr>
        <w:t xml:space="preserve">Oświadczam, że następujący/e podmiot/y, na którego/ych zasoby powołuję się w niniejszym postępowaniu, tj.: …………………………………………………………………….……………………… </w:t>
      </w:r>
      <w:r w:rsidRPr="001963DC">
        <w:rPr>
          <w:i/>
          <w:lang w:val="pl-PL"/>
        </w:rPr>
        <w:t>(podać pełną nazwę/firmę, adres, a także w zależności od podmiotu: NIP/PESEL, KRS/CEiDG</w:t>
      </w:r>
      <w:r w:rsidR="00950E75" w:rsidRPr="001963DC">
        <w:rPr>
          <w:i/>
          <w:lang w:val="pl-PL"/>
        </w:rPr>
        <w:t xml:space="preserve"> </w:t>
      </w:r>
      <w:r w:rsidR="00950E75" w:rsidRPr="001963DC">
        <w:rPr>
          <w:lang w:val="pl-PL"/>
        </w:rPr>
        <w:t xml:space="preserve"> spełniają</w:t>
      </w:r>
      <w:r w:rsidR="003E5497" w:rsidRPr="001963DC">
        <w:rPr>
          <w:lang w:val="pl-PL"/>
        </w:rPr>
        <w:t xml:space="preserve"> </w:t>
      </w:r>
      <w:r w:rsidR="00950E75" w:rsidRPr="001963DC">
        <w:rPr>
          <w:lang w:val="pl-PL"/>
        </w:rPr>
        <w:t>warunk</w:t>
      </w:r>
      <w:r w:rsidR="003E5497" w:rsidRPr="001963DC">
        <w:rPr>
          <w:lang w:val="pl-PL"/>
        </w:rPr>
        <w:t>i</w:t>
      </w:r>
      <w:r w:rsidR="00950E75" w:rsidRPr="001963DC">
        <w:rPr>
          <w:lang w:val="pl-PL"/>
        </w:rPr>
        <w:t xml:space="preserve"> udział</w:t>
      </w:r>
      <w:r w:rsidR="003E5497" w:rsidRPr="001963DC">
        <w:rPr>
          <w:lang w:val="pl-PL"/>
        </w:rPr>
        <w:t>u w postępowaniu</w:t>
      </w:r>
      <w:r w:rsidR="00950E75" w:rsidRPr="001963DC">
        <w:rPr>
          <w:lang w:val="pl-PL"/>
        </w:rPr>
        <w:t xml:space="preserve"> w postępowaniu, w zakresie, w jakim powołuje</w:t>
      </w:r>
      <w:r w:rsidR="003E5497" w:rsidRPr="001963DC">
        <w:rPr>
          <w:lang w:val="pl-PL"/>
        </w:rPr>
        <w:t>my</w:t>
      </w:r>
      <w:r w:rsidR="00950E75" w:rsidRPr="001963DC">
        <w:rPr>
          <w:lang w:val="pl-PL"/>
        </w:rPr>
        <w:t xml:space="preserve"> się na jego zasoby.</w:t>
      </w:r>
    </w:p>
    <w:p w14:paraId="3744872B" w14:textId="77777777" w:rsidR="0091786A" w:rsidRPr="001963DC" w:rsidRDefault="0091786A" w:rsidP="004A1638">
      <w:pPr>
        <w:spacing w:line="23" w:lineRule="atLeast"/>
        <w:rPr>
          <w:i/>
          <w:lang w:val="pl-PL"/>
        </w:rPr>
      </w:pPr>
    </w:p>
    <w:p w14:paraId="5B0254E3" w14:textId="77777777" w:rsidR="0091786A" w:rsidRPr="001963DC" w:rsidRDefault="0091786A" w:rsidP="004A1638">
      <w:pPr>
        <w:spacing w:line="23" w:lineRule="atLeast"/>
        <w:rPr>
          <w:lang w:val="pl-PL"/>
        </w:rPr>
      </w:pPr>
      <w:r w:rsidRPr="001963DC">
        <w:rPr>
          <w:lang w:val="pl-PL"/>
        </w:rPr>
        <w:t xml:space="preserve">…………….……. </w:t>
      </w:r>
      <w:r w:rsidRPr="001963DC">
        <w:rPr>
          <w:i/>
          <w:lang w:val="pl-PL"/>
        </w:rPr>
        <w:t xml:space="preserve">(miejscowość), </w:t>
      </w:r>
      <w:r w:rsidRPr="001963DC">
        <w:rPr>
          <w:lang w:val="pl-PL"/>
        </w:rPr>
        <w:t>dnia …………………. r.</w:t>
      </w:r>
    </w:p>
    <w:p w14:paraId="037F6142" w14:textId="77777777" w:rsidR="0091786A" w:rsidRPr="001963DC" w:rsidRDefault="0091786A" w:rsidP="004A1638">
      <w:pPr>
        <w:spacing w:line="23" w:lineRule="atLeast"/>
        <w:rPr>
          <w:lang w:val="pl-PL"/>
        </w:rPr>
      </w:pP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</w:p>
    <w:p w14:paraId="48C2DDD1" w14:textId="77777777" w:rsidR="0091786A" w:rsidRPr="001963DC" w:rsidRDefault="0091786A" w:rsidP="004A1638">
      <w:pPr>
        <w:spacing w:line="23" w:lineRule="atLeast"/>
        <w:ind w:left="4944" w:firstLine="96"/>
        <w:rPr>
          <w:lang w:val="pl-PL"/>
        </w:rPr>
      </w:pPr>
      <w:r w:rsidRPr="001963DC">
        <w:rPr>
          <w:lang w:val="pl-PL"/>
        </w:rPr>
        <w:tab/>
        <w:t>…………………………………………</w:t>
      </w:r>
    </w:p>
    <w:p w14:paraId="76C487A5" w14:textId="77777777" w:rsidR="0091786A" w:rsidRPr="001963DC" w:rsidRDefault="0091786A" w:rsidP="004A1638">
      <w:pPr>
        <w:spacing w:line="23" w:lineRule="atLeast"/>
        <w:ind w:left="5664" w:firstLine="708"/>
        <w:rPr>
          <w:i/>
          <w:lang w:val="pl-PL"/>
        </w:rPr>
      </w:pPr>
      <w:r w:rsidRPr="001963DC">
        <w:rPr>
          <w:i/>
          <w:lang w:val="pl-PL"/>
        </w:rPr>
        <w:t xml:space="preserve">                  (podpis)</w:t>
      </w:r>
    </w:p>
    <w:p w14:paraId="36EBA7DF" w14:textId="0993D6FA" w:rsidR="0091786A" w:rsidRPr="001C4FAC" w:rsidRDefault="0091786A" w:rsidP="004A1638">
      <w:pPr>
        <w:spacing w:line="23" w:lineRule="atLeast"/>
        <w:ind w:left="5664" w:firstLine="708"/>
        <w:rPr>
          <w:i/>
          <w:sz w:val="20"/>
          <w:szCs w:val="20"/>
          <w:lang w:val="pl-PL"/>
        </w:rPr>
      </w:pPr>
    </w:p>
    <w:p w14:paraId="07AAFACF" w14:textId="0ED14A72" w:rsidR="0091786A" w:rsidRPr="001C4FAC" w:rsidRDefault="0091786A" w:rsidP="004A1638">
      <w:pPr>
        <w:spacing w:line="23" w:lineRule="atLeast"/>
        <w:ind w:left="5664" w:firstLine="708"/>
        <w:rPr>
          <w:i/>
          <w:lang w:val="pl-PL"/>
        </w:rPr>
      </w:pPr>
    </w:p>
    <w:p w14:paraId="0E21A3C6" w14:textId="0D8D950C" w:rsidR="00983235" w:rsidRPr="001C4FAC" w:rsidRDefault="00983235" w:rsidP="004A1638">
      <w:pPr>
        <w:spacing w:line="23" w:lineRule="atLeast"/>
        <w:ind w:left="5664" w:firstLine="708"/>
        <w:rPr>
          <w:i/>
          <w:lang w:val="pl-PL"/>
        </w:rPr>
      </w:pPr>
    </w:p>
    <w:p w14:paraId="0B9BA9A5" w14:textId="3F1A4972" w:rsidR="00983235" w:rsidRPr="001C4FAC" w:rsidRDefault="00983235" w:rsidP="004A1638">
      <w:pPr>
        <w:spacing w:line="23" w:lineRule="atLeast"/>
        <w:ind w:left="5664" w:firstLine="708"/>
        <w:rPr>
          <w:i/>
          <w:lang w:val="pl-PL"/>
        </w:rPr>
      </w:pPr>
    </w:p>
    <w:p w14:paraId="6E80742D" w14:textId="5CBB8036" w:rsidR="00F766B3" w:rsidRPr="001C4FAC" w:rsidRDefault="00F766B3" w:rsidP="004A1638">
      <w:pPr>
        <w:spacing w:line="23" w:lineRule="atLeast"/>
        <w:ind w:left="5664" w:firstLine="708"/>
        <w:rPr>
          <w:i/>
          <w:lang w:val="pl-PL"/>
        </w:rPr>
      </w:pPr>
    </w:p>
    <w:p w14:paraId="20328B15" w14:textId="77777777" w:rsidR="00F766B3" w:rsidRPr="001C4FAC" w:rsidRDefault="00F766B3" w:rsidP="004A1638">
      <w:pPr>
        <w:spacing w:line="23" w:lineRule="atLeast"/>
        <w:ind w:left="5664" w:firstLine="708"/>
        <w:rPr>
          <w:i/>
          <w:lang w:val="pl-PL"/>
        </w:rPr>
      </w:pPr>
    </w:p>
    <w:p w14:paraId="1FE43EB8" w14:textId="77777777" w:rsidR="001859D2" w:rsidRPr="001C4FAC" w:rsidRDefault="001859D2" w:rsidP="004A1638">
      <w:pPr>
        <w:spacing w:line="23" w:lineRule="atLeast"/>
        <w:ind w:left="5664" w:firstLine="708"/>
        <w:rPr>
          <w:i/>
          <w:lang w:val="pl-PL"/>
        </w:rPr>
      </w:pPr>
    </w:p>
    <w:p w14:paraId="1246CDD2" w14:textId="77777777" w:rsidR="001859D2" w:rsidRPr="001C4FAC" w:rsidRDefault="001859D2" w:rsidP="004A1638">
      <w:pPr>
        <w:shd w:val="clear" w:color="auto" w:fill="BFBFBF"/>
        <w:spacing w:line="23" w:lineRule="atLeast"/>
        <w:rPr>
          <w:b/>
          <w:lang w:val="pl-PL"/>
        </w:rPr>
      </w:pPr>
      <w:r w:rsidRPr="001C4FAC">
        <w:rPr>
          <w:b/>
          <w:lang w:val="pl-PL"/>
        </w:rPr>
        <w:lastRenderedPageBreak/>
        <w:t>OŚWIADCZENIE DOTYCZĄCE PODANYCH INFORMACJI:</w:t>
      </w:r>
    </w:p>
    <w:p w14:paraId="4152B4E0" w14:textId="77777777" w:rsidR="001859D2" w:rsidRPr="001C4FAC" w:rsidRDefault="001859D2" w:rsidP="004A1638">
      <w:pPr>
        <w:spacing w:line="23" w:lineRule="atLeast"/>
        <w:rPr>
          <w:lang w:val="pl-PL"/>
        </w:rPr>
      </w:pPr>
    </w:p>
    <w:p w14:paraId="1CF1C913" w14:textId="77777777" w:rsidR="001859D2" w:rsidRPr="001C4FAC" w:rsidRDefault="001859D2" w:rsidP="004A1638">
      <w:pPr>
        <w:spacing w:line="23" w:lineRule="atLeast"/>
        <w:jc w:val="both"/>
        <w:rPr>
          <w:lang w:val="pl-PL"/>
        </w:rPr>
      </w:pPr>
      <w:r w:rsidRPr="001C4FAC">
        <w:rPr>
          <w:lang w:val="pl-PL"/>
        </w:rPr>
        <w:t xml:space="preserve">Oświadczam, że wszystkie informacje podane w powyższych oświadczeniach są aktualne </w:t>
      </w:r>
      <w:r w:rsidRPr="001C4FAC">
        <w:rPr>
          <w:lang w:val="pl-PL"/>
        </w:rPr>
        <w:br/>
        <w:t>i zgodne z prawdą oraz zostały przedstawione z pełną świadomością konsekwencji wprowadzenia zamawiającego w błąd przy przedstawianiu informacji.</w:t>
      </w:r>
    </w:p>
    <w:p w14:paraId="02BB8D43" w14:textId="77777777" w:rsidR="001859D2" w:rsidRPr="001C4FAC" w:rsidRDefault="001859D2" w:rsidP="004A1638">
      <w:pPr>
        <w:spacing w:line="23" w:lineRule="atLeast"/>
        <w:rPr>
          <w:lang w:val="pl-PL"/>
        </w:rPr>
      </w:pPr>
    </w:p>
    <w:p w14:paraId="7026EF05" w14:textId="77777777" w:rsidR="001859D2" w:rsidRPr="001C4FAC" w:rsidRDefault="001859D2" w:rsidP="004A1638">
      <w:pPr>
        <w:spacing w:line="23" w:lineRule="atLeast"/>
        <w:rPr>
          <w:lang w:val="pl-PL"/>
        </w:rPr>
      </w:pPr>
    </w:p>
    <w:p w14:paraId="20AC8F0D" w14:textId="77777777" w:rsidR="001859D2" w:rsidRPr="001C4FAC" w:rsidRDefault="001859D2" w:rsidP="004A1638">
      <w:pPr>
        <w:spacing w:line="23" w:lineRule="atLeast"/>
        <w:rPr>
          <w:lang w:val="pl-PL"/>
        </w:rPr>
      </w:pPr>
      <w:r w:rsidRPr="001C4FAC">
        <w:rPr>
          <w:lang w:val="pl-PL"/>
        </w:rPr>
        <w:t xml:space="preserve">…………….……. </w:t>
      </w:r>
      <w:r w:rsidRPr="001C4FAC">
        <w:rPr>
          <w:i/>
          <w:lang w:val="pl-PL"/>
        </w:rPr>
        <w:t xml:space="preserve">(miejscowość), </w:t>
      </w:r>
      <w:r w:rsidRPr="001C4FAC">
        <w:rPr>
          <w:lang w:val="pl-PL"/>
        </w:rPr>
        <w:t xml:space="preserve">dnia ………….……. r. </w:t>
      </w:r>
    </w:p>
    <w:p w14:paraId="16F8B66C" w14:textId="77777777" w:rsidR="001859D2" w:rsidRPr="001C4FAC" w:rsidRDefault="001859D2" w:rsidP="004A1638">
      <w:pPr>
        <w:spacing w:line="23" w:lineRule="atLeast"/>
        <w:rPr>
          <w:lang w:val="pl-PL"/>
        </w:rPr>
      </w:pPr>
    </w:p>
    <w:p w14:paraId="5E7B18C3" w14:textId="3C6E791B" w:rsidR="001859D2" w:rsidRPr="001C4FAC" w:rsidRDefault="001859D2" w:rsidP="004A1638">
      <w:pPr>
        <w:spacing w:line="23" w:lineRule="atLeast"/>
        <w:rPr>
          <w:lang w:val="pl-PL"/>
        </w:rPr>
      </w:pPr>
      <w:r w:rsidRPr="001C4FAC">
        <w:rPr>
          <w:lang w:val="pl-PL"/>
        </w:rPr>
        <w:tab/>
      </w:r>
      <w:r w:rsidRPr="001C4FAC">
        <w:rPr>
          <w:lang w:val="pl-PL"/>
        </w:rPr>
        <w:tab/>
      </w:r>
      <w:r w:rsidRPr="001C4FAC">
        <w:rPr>
          <w:lang w:val="pl-PL"/>
        </w:rPr>
        <w:tab/>
      </w:r>
      <w:r w:rsidRPr="001C4FAC">
        <w:rPr>
          <w:lang w:val="pl-PL"/>
        </w:rPr>
        <w:tab/>
      </w:r>
      <w:r w:rsidRPr="001C4FAC">
        <w:rPr>
          <w:lang w:val="pl-PL"/>
        </w:rPr>
        <w:tab/>
      </w:r>
      <w:r w:rsidRPr="001C4FAC">
        <w:rPr>
          <w:lang w:val="pl-PL"/>
        </w:rPr>
        <w:tab/>
      </w:r>
      <w:r w:rsidRPr="001C4FAC">
        <w:rPr>
          <w:lang w:val="pl-PL"/>
        </w:rPr>
        <w:tab/>
      </w:r>
      <w:r w:rsidRPr="001C4FAC">
        <w:rPr>
          <w:lang w:val="pl-PL"/>
        </w:rPr>
        <w:tab/>
      </w:r>
      <w:r w:rsidRPr="001C4FAC">
        <w:rPr>
          <w:lang w:val="pl-PL"/>
        </w:rPr>
        <w:tab/>
        <w:t xml:space="preserve">          </w:t>
      </w:r>
      <w:r w:rsidR="003E5497" w:rsidRPr="001C4FAC">
        <w:rPr>
          <w:lang w:val="pl-PL"/>
        </w:rPr>
        <w:tab/>
      </w:r>
      <w:r w:rsidR="003E5497" w:rsidRPr="001C4FAC">
        <w:rPr>
          <w:lang w:val="pl-PL"/>
        </w:rPr>
        <w:tab/>
      </w:r>
      <w:r w:rsidR="003E5497" w:rsidRPr="001C4FAC">
        <w:rPr>
          <w:lang w:val="pl-PL"/>
        </w:rPr>
        <w:tab/>
      </w:r>
      <w:r w:rsidR="003E5497" w:rsidRPr="001C4FAC">
        <w:rPr>
          <w:lang w:val="pl-PL"/>
        </w:rPr>
        <w:tab/>
      </w:r>
      <w:r w:rsidR="003E5497" w:rsidRPr="001C4FAC">
        <w:rPr>
          <w:lang w:val="pl-PL"/>
        </w:rPr>
        <w:tab/>
      </w:r>
      <w:r w:rsidR="003E5497" w:rsidRPr="001C4FAC">
        <w:rPr>
          <w:lang w:val="pl-PL"/>
        </w:rPr>
        <w:tab/>
      </w:r>
      <w:r w:rsidR="003E5497" w:rsidRPr="001C4FAC">
        <w:rPr>
          <w:lang w:val="pl-PL"/>
        </w:rPr>
        <w:tab/>
      </w:r>
      <w:r w:rsidR="003E5497" w:rsidRPr="001C4FAC">
        <w:rPr>
          <w:lang w:val="pl-PL"/>
        </w:rPr>
        <w:tab/>
      </w:r>
      <w:r w:rsidR="003E5497" w:rsidRPr="001C4FAC">
        <w:rPr>
          <w:lang w:val="pl-PL"/>
        </w:rPr>
        <w:tab/>
      </w:r>
      <w:r w:rsidR="003E5497" w:rsidRPr="001C4FAC">
        <w:rPr>
          <w:lang w:val="pl-PL"/>
        </w:rPr>
        <w:tab/>
      </w:r>
      <w:r w:rsidR="003E5497" w:rsidRPr="001C4FAC">
        <w:rPr>
          <w:lang w:val="pl-PL"/>
        </w:rPr>
        <w:tab/>
      </w:r>
      <w:r w:rsidRPr="001C4FAC">
        <w:rPr>
          <w:lang w:val="pl-PL"/>
        </w:rPr>
        <w:t>…………………………………………</w:t>
      </w:r>
    </w:p>
    <w:p w14:paraId="3371CE47" w14:textId="77777777" w:rsidR="001859D2" w:rsidRPr="001C4FAC" w:rsidRDefault="001859D2" w:rsidP="004A1638">
      <w:pPr>
        <w:spacing w:line="23" w:lineRule="atLeast"/>
        <w:ind w:left="5664" w:firstLine="708"/>
        <w:rPr>
          <w:i/>
          <w:lang w:val="pl-PL"/>
        </w:rPr>
      </w:pPr>
      <w:r w:rsidRPr="001C4FAC">
        <w:rPr>
          <w:i/>
          <w:lang w:val="pl-PL"/>
        </w:rPr>
        <w:t>(podpis)</w:t>
      </w:r>
    </w:p>
    <w:p w14:paraId="300340AD" w14:textId="77777777" w:rsidR="001859D2" w:rsidRPr="001C4FAC" w:rsidRDefault="001859D2" w:rsidP="004A1638">
      <w:pPr>
        <w:spacing w:line="23" w:lineRule="atLeast"/>
        <w:rPr>
          <w:lang w:val="pl-PL"/>
        </w:rPr>
      </w:pPr>
    </w:p>
    <w:p w14:paraId="11FCEB9A" w14:textId="77777777" w:rsidR="001859D2" w:rsidRPr="001C4FAC" w:rsidRDefault="001859D2" w:rsidP="004A1638">
      <w:pPr>
        <w:spacing w:line="23" w:lineRule="atLeast"/>
        <w:ind w:left="3540" w:firstLine="708"/>
        <w:rPr>
          <w:rFonts w:eastAsia="TimesNewRoman"/>
          <w:b/>
          <w:u w:val="single"/>
          <w:lang w:val="pl-PL"/>
        </w:rPr>
      </w:pPr>
    </w:p>
    <w:p w14:paraId="2EE73AA7" w14:textId="77777777" w:rsidR="001859D2" w:rsidRPr="001C4FAC" w:rsidRDefault="001859D2" w:rsidP="004A1638">
      <w:pPr>
        <w:spacing w:line="23" w:lineRule="atLeast"/>
        <w:rPr>
          <w:rFonts w:eastAsia="TimesNewRoman"/>
          <w:b/>
          <w:u w:val="single"/>
          <w:lang w:val="pl-PL"/>
        </w:rPr>
      </w:pPr>
    </w:p>
    <w:p w14:paraId="77C1EBFC" w14:textId="77777777" w:rsidR="001859D2" w:rsidRPr="001C4FAC" w:rsidRDefault="001859D2" w:rsidP="004A1638">
      <w:pPr>
        <w:spacing w:line="23" w:lineRule="atLeast"/>
        <w:ind w:left="3540" w:firstLine="708"/>
        <w:rPr>
          <w:rFonts w:eastAsia="TimesNewRoman"/>
          <w:b/>
          <w:u w:val="single"/>
          <w:lang w:val="pl-PL"/>
        </w:rPr>
      </w:pPr>
    </w:p>
    <w:p w14:paraId="65872226" w14:textId="77777777" w:rsidR="001859D2" w:rsidRPr="001C4FAC" w:rsidRDefault="001859D2" w:rsidP="004A1638">
      <w:pPr>
        <w:spacing w:line="23" w:lineRule="atLeast"/>
        <w:ind w:left="3540" w:firstLine="708"/>
        <w:rPr>
          <w:rFonts w:eastAsia="TimesNewRoman"/>
          <w:b/>
          <w:u w:val="single"/>
          <w:lang w:val="pl-PL"/>
        </w:rPr>
      </w:pPr>
    </w:p>
    <w:p w14:paraId="0C35F289" w14:textId="77777777" w:rsidR="001859D2" w:rsidRPr="001C4FAC" w:rsidRDefault="001859D2" w:rsidP="004A1638">
      <w:pPr>
        <w:spacing w:line="23" w:lineRule="atLeast"/>
        <w:ind w:left="3540" w:firstLine="708"/>
        <w:rPr>
          <w:rFonts w:eastAsia="TimesNewRoman"/>
          <w:b/>
          <w:u w:val="single"/>
          <w:lang w:val="pl-PL"/>
        </w:rPr>
      </w:pPr>
    </w:p>
    <w:p w14:paraId="0CA6265F" w14:textId="77777777" w:rsidR="001859D2" w:rsidRPr="001C4FAC" w:rsidRDefault="001859D2" w:rsidP="004A1638">
      <w:pPr>
        <w:spacing w:line="23" w:lineRule="atLeast"/>
        <w:ind w:left="3540" w:firstLine="708"/>
        <w:rPr>
          <w:rFonts w:eastAsia="TimesNewRoman"/>
          <w:b/>
          <w:u w:val="single"/>
          <w:lang w:val="pl-PL"/>
        </w:rPr>
      </w:pPr>
    </w:p>
    <w:p w14:paraId="5D1AD19E" w14:textId="77777777" w:rsidR="001859D2" w:rsidRPr="001C4FAC" w:rsidRDefault="001859D2" w:rsidP="004A1638">
      <w:pPr>
        <w:spacing w:line="23" w:lineRule="atLeast"/>
        <w:ind w:left="3540" w:firstLine="708"/>
        <w:rPr>
          <w:rFonts w:eastAsia="TimesNewRoman"/>
          <w:b/>
          <w:u w:val="single"/>
          <w:lang w:val="pl-PL"/>
        </w:rPr>
      </w:pPr>
    </w:p>
    <w:p w14:paraId="68E882B2" w14:textId="77777777" w:rsidR="001859D2" w:rsidRPr="001C4FAC" w:rsidRDefault="001859D2" w:rsidP="004A1638">
      <w:pPr>
        <w:spacing w:line="23" w:lineRule="atLeast"/>
        <w:ind w:left="3540" w:firstLine="708"/>
        <w:rPr>
          <w:rFonts w:eastAsia="TimesNewRoman"/>
          <w:b/>
          <w:u w:val="single"/>
          <w:lang w:val="pl-PL"/>
        </w:rPr>
      </w:pPr>
    </w:p>
    <w:p w14:paraId="74CEE4BE" w14:textId="0420259C" w:rsidR="00616DC1" w:rsidRDefault="00616D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b/>
          <w:sz w:val="20"/>
          <w:lang w:val="pl-PL" w:eastAsia="ar-SA"/>
        </w:rPr>
      </w:pPr>
      <w:r>
        <w:rPr>
          <w:b/>
          <w:sz w:val="20"/>
          <w:lang w:val="pl-PL" w:eastAsia="ar-SA"/>
        </w:rPr>
        <w:br w:type="page"/>
      </w:r>
    </w:p>
    <w:p w14:paraId="0193D43C" w14:textId="77777777" w:rsidR="00983235" w:rsidRPr="001C4FAC" w:rsidRDefault="00983235" w:rsidP="00983235">
      <w:pPr>
        <w:autoSpaceDE w:val="0"/>
        <w:spacing w:line="23" w:lineRule="atLeast"/>
        <w:ind w:left="4248" w:firstLine="708"/>
        <w:contextualSpacing/>
        <w:jc w:val="right"/>
        <w:rPr>
          <w:b/>
          <w:bCs/>
          <w:lang w:val="pl-PL"/>
        </w:rPr>
      </w:pPr>
    </w:p>
    <w:p w14:paraId="0C4CCBEE" w14:textId="64DD571B" w:rsidR="00772AFE" w:rsidRPr="001C4FAC" w:rsidRDefault="003066D0" w:rsidP="00983235">
      <w:pPr>
        <w:autoSpaceDE w:val="0"/>
        <w:spacing w:line="23" w:lineRule="atLeast"/>
        <w:ind w:left="4248" w:firstLine="708"/>
        <w:contextualSpacing/>
        <w:jc w:val="right"/>
        <w:rPr>
          <w:b/>
          <w:bCs/>
          <w:lang w:val="pl-PL"/>
        </w:rPr>
      </w:pPr>
      <w:r w:rsidRPr="001963DC">
        <w:rPr>
          <w:noProof/>
          <w:lang w:val="pl-PL" w:eastAsia="pl-PL"/>
        </w:rPr>
        <mc:AlternateContent>
          <mc:Choice Requires="wps">
            <w:drawing>
              <wp:anchor distT="0" distB="0" distL="114935" distR="114935" simplePos="0" relativeHeight="251658752" behindDoc="0" locked="0" layoutInCell="1" allowOverlap="1" wp14:anchorId="60F36C62" wp14:editId="7591C8F6">
                <wp:simplePos x="0" y="0"/>
                <wp:positionH relativeFrom="column">
                  <wp:posOffset>172085</wp:posOffset>
                </wp:positionH>
                <wp:positionV relativeFrom="paragraph">
                  <wp:posOffset>27940</wp:posOffset>
                </wp:positionV>
                <wp:extent cx="1903095" cy="838835"/>
                <wp:effectExtent l="0" t="0" r="1905" b="0"/>
                <wp:wrapNone/>
                <wp:docPr id="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3095" cy="838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A1712A" w14:textId="77777777" w:rsidR="006546F0" w:rsidRDefault="006546F0" w:rsidP="00772AFE"/>
                          <w:p w14:paraId="607F1B9E" w14:textId="77777777" w:rsidR="006546F0" w:rsidRDefault="006546F0" w:rsidP="00772AFE"/>
                          <w:p w14:paraId="0753618E" w14:textId="77777777" w:rsidR="006546F0" w:rsidRDefault="006546F0" w:rsidP="00772AFE"/>
                          <w:p w14:paraId="24D2404E" w14:textId="77777777" w:rsidR="006546F0" w:rsidRPr="006A59BC" w:rsidRDefault="006546F0" w:rsidP="00772AFE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14:paraId="30F9C142" w14:textId="77777777" w:rsidR="006546F0" w:rsidRDefault="006546F0" w:rsidP="00772AFE">
                            <w:pPr>
                              <w:jc w:val="center"/>
                              <w:rPr>
                                <w:rFonts w:ascii="Tahoma" w:hAnsi="Tahoma" w:cs="Tahoma"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Cs/>
                                <w:sz w:val="16"/>
                                <w:szCs w:val="16"/>
                              </w:rPr>
                              <w:t>(pieczęć udostępniającego)</w:t>
                            </w:r>
                          </w:p>
                          <w:p w14:paraId="7877E168" w14:textId="77777777" w:rsidR="006546F0" w:rsidRDefault="006546F0" w:rsidP="00772AFE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2A0F4A38" w14:textId="77777777" w:rsidR="006546F0" w:rsidRPr="00823F8A" w:rsidRDefault="006546F0" w:rsidP="00772AFE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F36C62" id="Text Box 20" o:spid="_x0000_s1027" type="#_x0000_t202" style="position:absolute;left:0;text-align:left;margin-left:13.55pt;margin-top:2.2pt;width:149.85pt;height:66.05pt;z-index:2516587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" strokeweight=".5pt">
                <v:textbox inset=".25pt,.25pt,.25pt,.25pt">
                  <w:txbxContent>
                    <w:p w14:paraId="24A1712A" w14:textId="77777777" w:rsidR="006546F0" w:rsidRDefault="006546F0" w:rsidP="00772AFE"/>
                    <w:p w14:paraId="607F1B9E" w14:textId="77777777" w:rsidR="006546F0" w:rsidRDefault="006546F0" w:rsidP="00772AFE"/>
                    <w:p w14:paraId="0753618E" w14:textId="77777777" w:rsidR="006546F0" w:rsidRDefault="006546F0" w:rsidP="00772AFE"/>
                    <w:p w14:paraId="24D2404E" w14:textId="77777777" w:rsidR="006546F0" w:rsidRPr="006A59BC" w:rsidRDefault="006546F0" w:rsidP="00772AFE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  <w:p w14:paraId="30F9C142" w14:textId="77777777" w:rsidR="006546F0" w:rsidRDefault="006546F0" w:rsidP="00772AFE">
                      <w:pPr>
                        <w:jc w:val="center"/>
                        <w:rPr>
                          <w:rFonts w:ascii="Tahoma" w:hAnsi="Tahoma" w:cs="Tahoma"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bCs/>
                          <w:sz w:val="16"/>
                          <w:szCs w:val="16"/>
                        </w:rPr>
                        <w:t>(pieczęć udostępniającego)</w:t>
                      </w:r>
                    </w:p>
                    <w:p w14:paraId="7877E168" w14:textId="77777777" w:rsidR="006546F0" w:rsidRDefault="006546F0" w:rsidP="00772AFE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  <w:p w14:paraId="2A0F4A38" w14:textId="77777777" w:rsidR="006546F0" w:rsidRPr="00823F8A" w:rsidRDefault="006546F0" w:rsidP="00772AFE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72AFE" w:rsidRPr="001C4FAC">
        <w:rPr>
          <w:b/>
          <w:bCs/>
          <w:lang w:val="pl-PL"/>
        </w:rPr>
        <w:t xml:space="preserve">Załącznik nr </w:t>
      </w:r>
      <w:r w:rsidR="00246856" w:rsidRPr="001C4FAC">
        <w:rPr>
          <w:b/>
          <w:bCs/>
          <w:lang w:val="pl-PL"/>
        </w:rPr>
        <w:t>4</w:t>
      </w:r>
      <w:r w:rsidR="008B2CFE" w:rsidRPr="001C4FAC">
        <w:rPr>
          <w:b/>
          <w:bCs/>
          <w:lang w:val="pl-PL"/>
        </w:rPr>
        <w:t xml:space="preserve"> do S</w:t>
      </w:r>
      <w:r w:rsidR="00772AFE" w:rsidRPr="001C4FAC">
        <w:rPr>
          <w:b/>
          <w:bCs/>
          <w:lang w:val="pl-PL"/>
        </w:rPr>
        <w:t>WZ</w:t>
      </w:r>
    </w:p>
    <w:p w14:paraId="7938107F" w14:textId="6DAA4C81" w:rsidR="00772AFE" w:rsidRPr="001C4FAC" w:rsidRDefault="008B2CFE" w:rsidP="00983235">
      <w:pPr>
        <w:autoSpaceDE w:val="0"/>
        <w:spacing w:line="23" w:lineRule="atLeast"/>
        <w:ind w:left="4248" w:firstLine="708"/>
        <w:contextualSpacing/>
        <w:jc w:val="right"/>
        <w:rPr>
          <w:b/>
          <w:bCs/>
          <w:lang w:val="pl-PL"/>
        </w:rPr>
      </w:pPr>
      <w:r w:rsidRPr="001C4FAC">
        <w:rPr>
          <w:b/>
          <w:bCs/>
          <w:lang w:val="pl-PL"/>
        </w:rPr>
        <w:t xml:space="preserve">NS: </w:t>
      </w:r>
      <w:r w:rsidR="005D3953" w:rsidRPr="001C4FAC">
        <w:rPr>
          <w:b/>
          <w:bCs/>
          <w:lang w:val="pl-PL"/>
        </w:rPr>
        <w:t>ZP.271.</w:t>
      </w:r>
      <w:r w:rsidR="008A65EC" w:rsidRPr="001C4FAC">
        <w:rPr>
          <w:b/>
          <w:bCs/>
          <w:lang w:val="pl-PL"/>
        </w:rPr>
        <w:t>11.2024</w:t>
      </w:r>
    </w:p>
    <w:p w14:paraId="76DDCA53" w14:textId="77777777" w:rsidR="00772AFE" w:rsidRPr="001C4FAC" w:rsidRDefault="00772AFE" w:rsidP="004A1638">
      <w:pPr>
        <w:autoSpaceDE w:val="0"/>
        <w:spacing w:line="23" w:lineRule="atLeast"/>
        <w:contextualSpacing/>
        <w:jc w:val="both"/>
        <w:rPr>
          <w:b/>
          <w:bCs/>
          <w:lang w:val="pl-PL"/>
        </w:rPr>
      </w:pPr>
    </w:p>
    <w:p w14:paraId="35A7CB76" w14:textId="77777777" w:rsidR="00772AFE" w:rsidRPr="001C4FAC" w:rsidRDefault="00772AFE" w:rsidP="004A1638">
      <w:pPr>
        <w:autoSpaceDE w:val="0"/>
        <w:spacing w:line="23" w:lineRule="atLeast"/>
        <w:contextualSpacing/>
        <w:jc w:val="both"/>
        <w:rPr>
          <w:b/>
          <w:bCs/>
          <w:lang w:val="pl-PL"/>
        </w:rPr>
      </w:pPr>
    </w:p>
    <w:p w14:paraId="01354AB5" w14:textId="77777777" w:rsidR="00772AFE" w:rsidRPr="001C4FAC" w:rsidRDefault="00772AFE" w:rsidP="004A1638">
      <w:pPr>
        <w:autoSpaceDE w:val="0"/>
        <w:spacing w:line="23" w:lineRule="atLeast"/>
        <w:contextualSpacing/>
        <w:jc w:val="center"/>
        <w:rPr>
          <w:b/>
          <w:bCs/>
          <w:lang w:val="pl-PL"/>
        </w:rPr>
      </w:pPr>
    </w:p>
    <w:p w14:paraId="747FB740" w14:textId="77777777" w:rsidR="00772AFE" w:rsidRPr="001C4FAC" w:rsidRDefault="00772AFE" w:rsidP="004A1638">
      <w:pPr>
        <w:autoSpaceDE w:val="0"/>
        <w:spacing w:line="23" w:lineRule="atLeast"/>
        <w:contextualSpacing/>
        <w:jc w:val="center"/>
        <w:rPr>
          <w:b/>
          <w:bCs/>
          <w:lang w:val="pl-PL"/>
        </w:rPr>
      </w:pPr>
    </w:p>
    <w:p w14:paraId="62A6069D" w14:textId="77777777" w:rsidR="00772AFE" w:rsidRPr="001C4FAC" w:rsidRDefault="00772AFE" w:rsidP="004A1638">
      <w:pPr>
        <w:autoSpaceDE w:val="0"/>
        <w:spacing w:line="23" w:lineRule="atLeast"/>
        <w:contextualSpacing/>
        <w:jc w:val="center"/>
        <w:rPr>
          <w:b/>
          <w:bCs/>
          <w:lang w:val="pl-PL"/>
        </w:rPr>
      </w:pPr>
    </w:p>
    <w:p w14:paraId="16589DDD" w14:textId="77777777" w:rsidR="00772AFE" w:rsidRPr="001C4FAC" w:rsidRDefault="00772AFE" w:rsidP="004A1638">
      <w:pPr>
        <w:autoSpaceDE w:val="0"/>
        <w:spacing w:line="23" w:lineRule="atLeast"/>
        <w:contextualSpacing/>
        <w:jc w:val="center"/>
        <w:rPr>
          <w:b/>
          <w:lang w:val="pl-PL"/>
        </w:rPr>
      </w:pPr>
      <w:r w:rsidRPr="001C4FAC">
        <w:rPr>
          <w:b/>
          <w:bCs/>
          <w:lang w:val="pl-PL"/>
        </w:rPr>
        <w:t xml:space="preserve">Wzór zobowiązania </w:t>
      </w:r>
      <w:r w:rsidRPr="001C4FAC">
        <w:rPr>
          <w:b/>
          <w:lang w:val="pl-PL"/>
        </w:rPr>
        <w:t>podmiotów trzecich do oddania do dyspozycji Wykonawcy niezbędnych zasobów na okres korzystania z nich przy wykonywaniu zamówienia</w:t>
      </w:r>
    </w:p>
    <w:p w14:paraId="60ACDF2E" w14:textId="77777777" w:rsidR="00772AFE" w:rsidRPr="001C4FAC" w:rsidRDefault="00772AFE" w:rsidP="004A1638">
      <w:pPr>
        <w:autoSpaceDE w:val="0"/>
        <w:spacing w:line="23" w:lineRule="atLeast"/>
        <w:contextualSpacing/>
        <w:jc w:val="center"/>
        <w:rPr>
          <w:b/>
          <w:bCs/>
          <w:lang w:val="pl-PL"/>
        </w:rPr>
      </w:pPr>
    </w:p>
    <w:p w14:paraId="039AF244" w14:textId="7173AA96" w:rsidR="00133744" w:rsidRPr="00ED5181" w:rsidRDefault="00772AFE" w:rsidP="000E7B55">
      <w:pPr>
        <w:suppressAutoHyphens/>
        <w:spacing w:line="23" w:lineRule="atLeast"/>
        <w:jc w:val="both"/>
        <w:rPr>
          <w:b/>
          <w:iCs/>
          <w:spacing w:val="-4"/>
          <w:lang w:val="pl-PL" w:eastAsia="ar-SA"/>
        </w:rPr>
      </w:pPr>
      <w:r w:rsidRPr="00ED5181">
        <w:rPr>
          <w:bCs/>
          <w:lang w:val="pl-PL"/>
        </w:rPr>
        <w:t xml:space="preserve">W </w:t>
      </w:r>
      <w:r w:rsidRPr="00ED5181">
        <w:rPr>
          <w:bCs/>
          <w:color w:val="000000"/>
          <w:lang w:val="pl-PL"/>
        </w:rPr>
        <w:t xml:space="preserve">postępowaniu o udzielenie zamówienia publicznego </w:t>
      </w:r>
      <w:r w:rsidRPr="00ED5181">
        <w:rPr>
          <w:b/>
          <w:bCs/>
          <w:color w:val="000000"/>
          <w:lang w:val="pl-PL"/>
        </w:rPr>
        <w:t xml:space="preserve">NS: </w:t>
      </w:r>
      <w:r w:rsidR="00246856" w:rsidRPr="00ED5181">
        <w:rPr>
          <w:b/>
          <w:bCs/>
          <w:color w:val="000000"/>
          <w:lang w:val="pl-PL"/>
        </w:rPr>
        <w:t>ZP.271.</w:t>
      </w:r>
      <w:r w:rsidR="008A65EC" w:rsidRPr="00ED5181">
        <w:rPr>
          <w:b/>
          <w:bCs/>
          <w:color w:val="000000"/>
          <w:lang w:val="pl-PL"/>
        </w:rPr>
        <w:t>11.2024</w:t>
      </w:r>
      <w:r w:rsidR="00246856" w:rsidRPr="00ED5181">
        <w:rPr>
          <w:b/>
          <w:bCs/>
          <w:color w:val="000000"/>
          <w:lang w:val="pl-PL"/>
        </w:rPr>
        <w:t xml:space="preserve"> </w:t>
      </w:r>
      <w:r w:rsidR="005C4E9F" w:rsidRPr="00ED5181">
        <w:rPr>
          <w:bCs/>
          <w:color w:val="000000"/>
          <w:lang w:val="pl-PL"/>
        </w:rPr>
        <w:t>pn.</w:t>
      </w:r>
      <w:r w:rsidR="00ED5181">
        <w:rPr>
          <w:bCs/>
          <w:color w:val="000000"/>
          <w:lang w:val="pl-PL"/>
        </w:rPr>
        <w:t xml:space="preserve"> </w:t>
      </w:r>
      <w:r w:rsidR="00133744" w:rsidRPr="00ED5181">
        <w:rPr>
          <w:bCs/>
          <w:color w:val="000000"/>
          <w:lang w:val="pl-PL"/>
        </w:rPr>
        <w:t>”</w:t>
      </w:r>
      <w:r w:rsidR="00133744" w:rsidRPr="00ED5181">
        <w:rPr>
          <w:rFonts w:eastAsia="Arial"/>
          <w:b/>
          <w:bCs/>
          <w:iCs/>
          <w:kern w:val="3"/>
          <w:lang w:val="pl-PL" w:bidi="hi-IN"/>
        </w:rPr>
        <w:t xml:space="preserve">Remont </w:t>
      </w:r>
      <w:r w:rsidR="008A65EC" w:rsidRPr="00ED5181">
        <w:rPr>
          <w:rFonts w:eastAsia="Arial"/>
          <w:b/>
          <w:bCs/>
          <w:iCs/>
          <w:kern w:val="3"/>
          <w:lang w:val="pl-PL" w:bidi="hi-IN"/>
        </w:rPr>
        <w:t>boiska Orlik w miejscowości Cedry Wielkie.”</w:t>
      </w:r>
    </w:p>
    <w:p w14:paraId="015D803C" w14:textId="6A4CDCDD" w:rsidR="005C4E9F" w:rsidRPr="001C4FAC" w:rsidRDefault="005C4E9F" w:rsidP="00133744">
      <w:pPr>
        <w:suppressAutoHyphens/>
        <w:autoSpaceDE w:val="0"/>
        <w:spacing w:line="23" w:lineRule="atLeast"/>
        <w:contextualSpacing/>
        <w:rPr>
          <w:b/>
          <w:bCs/>
          <w:color w:val="000000"/>
          <w:lang w:val="pl-PL"/>
        </w:rPr>
      </w:pPr>
    </w:p>
    <w:p w14:paraId="79C5555E" w14:textId="44C3551E" w:rsidR="00772AFE" w:rsidRPr="001C4FAC" w:rsidRDefault="00772AFE" w:rsidP="004A1638">
      <w:pPr>
        <w:suppressAutoHyphens/>
        <w:spacing w:line="23" w:lineRule="atLeast"/>
        <w:contextualSpacing/>
        <w:jc w:val="both"/>
        <w:rPr>
          <w:lang w:val="pl-PL"/>
        </w:rPr>
      </w:pPr>
      <w:r w:rsidRPr="001C4FAC">
        <w:rPr>
          <w:lang w:val="pl-PL"/>
        </w:rPr>
        <w:t>Działając w imieniu ……………………………………………………………. zobowiązuje się do oddania do dyspozycji dla Wykonawcy ……………………………….…………………………. biorącego udział w przedmiotowym postępowaniu swoich zasobów w następującym zakresie: ………………………………………………………………………………………………</w:t>
      </w:r>
      <w:r w:rsidR="005C4E9F" w:rsidRPr="001C4FAC">
        <w:rPr>
          <w:lang w:val="pl-PL"/>
        </w:rPr>
        <w:t>.</w:t>
      </w:r>
      <w:r w:rsidRPr="001C4FAC">
        <w:rPr>
          <w:lang w:val="pl-PL"/>
        </w:rPr>
        <w:t>……</w:t>
      </w:r>
      <w:r w:rsidR="000C4063" w:rsidRPr="001C4FAC">
        <w:rPr>
          <w:lang w:val="pl-PL"/>
        </w:rPr>
        <w:t>……………………</w:t>
      </w:r>
      <w:r w:rsidR="005D3953" w:rsidRPr="001C4FAC">
        <w:rPr>
          <w:lang w:val="pl-PL"/>
        </w:rPr>
        <w:t>……………………………………………………..</w:t>
      </w:r>
      <w:r w:rsidR="000C4063" w:rsidRPr="001C4FAC">
        <w:rPr>
          <w:lang w:val="pl-PL"/>
        </w:rPr>
        <w:t>………………………</w:t>
      </w:r>
      <w:r w:rsidR="005C4E9F" w:rsidRPr="001C4FAC">
        <w:rPr>
          <w:lang w:val="pl-PL"/>
        </w:rPr>
        <w:t>.</w:t>
      </w:r>
      <w:r w:rsidR="000C4063" w:rsidRPr="001C4FAC">
        <w:rPr>
          <w:lang w:val="pl-PL"/>
        </w:rPr>
        <w:t>………..</w:t>
      </w:r>
      <w:r w:rsidRPr="001C4FAC">
        <w:rPr>
          <w:lang w:val="pl-PL"/>
        </w:rPr>
        <w:t>…</w:t>
      </w:r>
    </w:p>
    <w:p w14:paraId="2268FFAC" w14:textId="77777777" w:rsidR="00772AFE" w:rsidRPr="001C4FAC" w:rsidRDefault="00772AFE" w:rsidP="004A1638">
      <w:pPr>
        <w:spacing w:line="23" w:lineRule="atLeast"/>
        <w:contextualSpacing/>
        <w:jc w:val="both"/>
        <w:rPr>
          <w:lang w:val="pl-PL"/>
        </w:rPr>
      </w:pPr>
    </w:p>
    <w:p w14:paraId="31251B2A" w14:textId="77777777" w:rsidR="00772AFE" w:rsidRPr="001963DC" w:rsidRDefault="00772AFE" w:rsidP="004A1638">
      <w:pPr>
        <w:spacing w:line="23" w:lineRule="atLeast"/>
        <w:contextualSpacing/>
        <w:jc w:val="both"/>
        <w:rPr>
          <w:b/>
          <w:i/>
          <w:u w:val="single"/>
        </w:rPr>
      </w:pPr>
      <w:r w:rsidRPr="001963DC">
        <w:rPr>
          <w:b/>
          <w:i/>
          <w:u w:val="single"/>
        </w:rPr>
        <w:t>Jednocześnie wskazuje, iż:</w:t>
      </w:r>
    </w:p>
    <w:p w14:paraId="778FDE24" w14:textId="4775B1D0" w:rsidR="00772AFE" w:rsidRPr="001C4FAC" w:rsidRDefault="00772AFE" w:rsidP="003448F2">
      <w:pPr>
        <w:numPr>
          <w:ilvl w:val="6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 w:hanging="284"/>
        <w:contextualSpacing/>
        <w:jc w:val="both"/>
        <w:rPr>
          <w:lang w:val="pl-PL"/>
        </w:rPr>
      </w:pPr>
      <w:r w:rsidRPr="001C4FAC">
        <w:rPr>
          <w:lang w:val="pl-PL"/>
        </w:rPr>
        <w:t>Zakres w/w zasobów przy wykonywaniu zamówienia będzie następujący: ……………………………………………………………………………………………………</w:t>
      </w:r>
      <w:r w:rsidR="000C4063" w:rsidRPr="001C4FAC">
        <w:rPr>
          <w:lang w:val="pl-PL"/>
        </w:rPr>
        <w:t>………………………………</w:t>
      </w:r>
      <w:r w:rsidRPr="001C4FAC">
        <w:rPr>
          <w:lang w:val="pl-PL"/>
        </w:rPr>
        <w:t>………………</w:t>
      </w:r>
      <w:r w:rsidR="00803EE3" w:rsidRPr="001C4FAC">
        <w:rPr>
          <w:lang w:val="pl-PL"/>
        </w:rPr>
        <w:t>…………………………………………………………..</w:t>
      </w:r>
      <w:r w:rsidRPr="001C4FAC">
        <w:rPr>
          <w:lang w:val="pl-PL"/>
        </w:rPr>
        <w:t>…..</w:t>
      </w:r>
    </w:p>
    <w:p w14:paraId="6549FAA5" w14:textId="77777777" w:rsidR="000C4063" w:rsidRPr="001C4FAC" w:rsidRDefault="000C4063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/>
        <w:contextualSpacing/>
        <w:jc w:val="both"/>
        <w:rPr>
          <w:lang w:val="pl-PL"/>
        </w:rPr>
      </w:pPr>
    </w:p>
    <w:p w14:paraId="6221779D" w14:textId="0716176D" w:rsidR="00772AFE" w:rsidRPr="001C4FAC" w:rsidRDefault="00772AFE" w:rsidP="003448F2">
      <w:pPr>
        <w:numPr>
          <w:ilvl w:val="6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 w:hanging="284"/>
        <w:contextualSpacing/>
        <w:jc w:val="both"/>
        <w:rPr>
          <w:lang w:val="pl-PL"/>
        </w:rPr>
      </w:pPr>
      <w:r w:rsidRPr="001C4FAC">
        <w:rPr>
          <w:lang w:val="pl-PL"/>
        </w:rPr>
        <w:t>Sposób</w:t>
      </w:r>
      <w:r w:rsidR="000C4063" w:rsidRPr="001C4FAC">
        <w:rPr>
          <w:lang w:val="pl-PL"/>
        </w:rPr>
        <w:t xml:space="preserve">, okres udostępniania Wykonawcy </w:t>
      </w:r>
      <w:r w:rsidRPr="001C4FAC">
        <w:rPr>
          <w:lang w:val="pl-PL"/>
        </w:rPr>
        <w:t>w/w zasobów</w:t>
      </w:r>
      <w:r w:rsidR="000C4063" w:rsidRPr="001C4FAC">
        <w:rPr>
          <w:lang w:val="pl-PL"/>
        </w:rPr>
        <w:t xml:space="preserve"> oraz wykorzystnie przez Wykonawcę w/w zasobów</w:t>
      </w:r>
      <w:r w:rsidRPr="001C4FAC">
        <w:rPr>
          <w:lang w:val="pl-PL"/>
        </w:rPr>
        <w:t xml:space="preserve"> będzie następując</w:t>
      </w:r>
      <w:r w:rsidR="000C4063" w:rsidRPr="001C4FAC">
        <w:rPr>
          <w:lang w:val="pl-PL"/>
        </w:rPr>
        <w:t>y</w:t>
      </w:r>
      <w:r w:rsidRPr="001C4FAC">
        <w:rPr>
          <w:lang w:val="pl-PL"/>
        </w:rPr>
        <w:t>: ………………………………………………………………………………………</w:t>
      </w:r>
      <w:r w:rsidR="000C4063" w:rsidRPr="001C4FAC">
        <w:rPr>
          <w:lang w:val="pl-PL"/>
        </w:rPr>
        <w:t>….</w:t>
      </w:r>
      <w:r w:rsidRPr="001C4FAC">
        <w:rPr>
          <w:lang w:val="pl-PL"/>
        </w:rPr>
        <w:t>……………</w:t>
      </w:r>
    </w:p>
    <w:p w14:paraId="38F69C8D" w14:textId="77777777" w:rsidR="000C4063" w:rsidRPr="001C4FAC" w:rsidRDefault="000C4063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/>
        <w:contextualSpacing/>
        <w:jc w:val="both"/>
        <w:rPr>
          <w:lang w:val="pl-PL"/>
        </w:rPr>
      </w:pPr>
    </w:p>
    <w:p w14:paraId="67E090E1" w14:textId="1B4450BF" w:rsidR="00772AFE" w:rsidRPr="001C4FAC" w:rsidRDefault="00772AFE" w:rsidP="003448F2">
      <w:pPr>
        <w:numPr>
          <w:ilvl w:val="6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 w:hanging="284"/>
        <w:contextualSpacing/>
        <w:jc w:val="both"/>
        <w:rPr>
          <w:lang w:val="pl-PL"/>
        </w:rPr>
      </w:pPr>
      <w:r w:rsidRPr="001C4FAC">
        <w:rPr>
          <w:lang w:val="pl-PL"/>
        </w:rPr>
        <w:t xml:space="preserve">Zakres </w:t>
      </w:r>
      <w:r w:rsidR="000C4063" w:rsidRPr="001C4FAC">
        <w:rPr>
          <w:lang w:val="pl-PL"/>
        </w:rPr>
        <w:t xml:space="preserve">w jakim podmiot udostępniający zasoby zrealizuje </w:t>
      </w:r>
      <w:r w:rsidR="005D3953" w:rsidRPr="001C4FAC">
        <w:rPr>
          <w:lang w:val="pl-PL"/>
        </w:rPr>
        <w:t>roboty,</w:t>
      </w:r>
      <w:r w:rsidR="000C4063" w:rsidRPr="001C4FAC">
        <w:rPr>
          <w:lang w:val="pl-PL"/>
        </w:rPr>
        <w:t xml:space="preserve"> których wskazane zdolności dotyczą.</w:t>
      </w:r>
      <w:r w:rsidRPr="001C4FAC">
        <w:rPr>
          <w:lang w:val="pl-PL"/>
        </w:rPr>
        <w:t>:……………………………………</w:t>
      </w:r>
      <w:r w:rsidR="000C4063" w:rsidRPr="001C4FAC">
        <w:rPr>
          <w:lang w:val="pl-PL"/>
        </w:rPr>
        <w:t>………………….</w:t>
      </w:r>
      <w:r w:rsidRPr="001C4FAC">
        <w:rPr>
          <w:lang w:val="pl-PL"/>
        </w:rPr>
        <w:t>……………………………………………………..…………………</w:t>
      </w:r>
      <w:r w:rsidR="005D3953" w:rsidRPr="001C4FAC">
        <w:rPr>
          <w:lang w:val="pl-PL"/>
        </w:rPr>
        <w:t>……………………</w:t>
      </w:r>
      <w:r w:rsidR="00803EE3" w:rsidRPr="001C4FAC">
        <w:rPr>
          <w:lang w:val="pl-PL"/>
        </w:rPr>
        <w:t>…</w:t>
      </w:r>
      <w:r w:rsidR="005D3953" w:rsidRPr="001C4FAC">
        <w:rPr>
          <w:lang w:val="pl-PL"/>
        </w:rPr>
        <w:t>……………………………………..</w:t>
      </w:r>
      <w:r w:rsidRPr="001C4FAC">
        <w:rPr>
          <w:lang w:val="pl-PL"/>
        </w:rPr>
        <w:t>………</w:t>
      </w:r>
    </w:p>
    <w:p w14:paraId="2D2308C4" w14:textId="77777777" w:rsidR="00772AFE" w:rsidRPr="001C4FAC" w:rsidRDefault="00772AFE" w:rsidP="004A1638">
      <w:pPr>
        <w:autoSpaceDE w:val="0"/>
        <w:spacing w:line="23" w:lineRule="atLeast"/>
        <w:contextualSpacing/>
        <w:jc w:val="both"/>
        <w:rPr>
          <w:lang w:val="pl-PL"/>
        </w:rPr>
      </w:pPr>
    </w:p>
    <w:p w14:paraId="341418CD" w14:textId="77777777" w:rsidR="00772AFE" w:rsidRPr="001C4FAC" w:rsidRDefault="00772AFE" w:rsidP="004A1638">
      <w:pPr>
        <w:autoSpaceDE w:val="0"/>
        <w:spacing w:line="23" w:lineRule="atLeast"/>
        <w:contextualSpacing/>
        <w:jc w:val="both"/>
        <w:rPr>
          <w:b/>
          <w:lang w:val="pl-PL"/>
        </w:rPr>
      </w:pPr>
      <w:r w:rsidRPr="001C4FAC">
        <w:rPr>
          <w:b/>
          <w:lang w:val="pl-PL"/>
        </w:rPr>
        <w:t xml:space="preserve">Uwaga: Niniejsze zobowiązanie podmiotów trzecich do oddania do dyspozycji Wykonawcy niezbędnych zasobów na okres korzystania z nich przy wykonywaniu zamówienia </w:t>
      </w:r>
      <w:r w:rsidRPr="001C4FAC">
        <w:rPr>
          <w:b/>
          <w:u w:val="single"/>
          <w:lang w:val="pl-PL"/>
        </w:rPr>
        <w:t>musi być złożone do oferty w oryginale.</w:t>
      </w:r>
    </w:p>
    <w:p w14:paraId="020842E6" w14:textId="77777777" w:rsidR="00772AFE" w:rsidRPr="001C4FAC" w:rsidRDefault="00772AFE" w:rsidP="004A1638">
      <w:pPr>
        <w:autoSpaceDE w:val="0"/>
        <w:spacing w:line="23" w:lineRule="atLeast"/>
        <w:contextualSpacing/>
        <w:jc w:val="both"/>
        <w:rPr>
          <w:lang w:val="pl-PL"/>
        </w:rPr>
      </w:pPr>
    </w:p>
    <w:p w14:paraId="11FB1D8A" w14:textId="77777777" w:rsidR="00772AFE" w:rsidRPr="001C4FAC" w:rsidRDefault="00772AFE" w:rsidP="004A1638">
      <w:pPr>
        <w:autoSpaceDE w:val="0"/>
        <w:spacing w:line="23" w:lineRule="atLeast"/>
        <w:contextualSpacing/>
        <w:jc w:val="both"/>
        <w:rPr>
          <w:lang w:val="pl-PL"/>
        </w:rPr>
      </w:pPr>
    </w:p>
    <w:tbl>
      <w:tblPr>
        <w:tblW w:w="905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"/>
        <w:gridCol w:w="3138"/>
        <w:gridCol w:w="1985"/>
        <w:gridCol w:w="3685"/>
      </w:tblGrid>
      <w:tr w:rsidR="00772AFE" w:rsidRPr="001C4FAC" w14:paraId="13D24218" w14:textId="77777777" w:rsidTr="00017276">
        <w:trPr>
          <w:trHeight w:val="290"/>
        </w:trPr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90283" w14:textId="77777777" w:rsidR="00772AFE" w:rsidRPr="001C4FAC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9"/>
              <w:contextualSpacing/>
              <w:jc w:val="center"/>
              <w:rPr>
                <w:color w:val="000000"/>
                <w:lang w:val="pl-PL"/>
              </w:rPr>
            </w:pPr>
            <w:r w:rsidRPr="001C4FAC">
              <w:rPr>
                <w:color w:val="000000"/>
                <w:lang w:val="pl-PL"/>
              </w:rPr>
              <w:t xml:space="preserve">Osoby upoważnione do podpisania zobowiązania w imieniu udostępniającego </w:t>
            </w:r>
          </w:p>
        </w:tc>
      </w:tr>
      <w:tr w:rsidR="00772AFE" w:rsidRPr="001963DC" w14:paraId="775F5CDC" w14:textId="77777777" w:rsidTr="00017276">
        <w:trPr>
          <w:trHeight w:hRule="exact" w:val="277"/>
        </w:trPr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E58C8" w14:textId="77777777" w:rsidR="00772AFE" w:rsidRPr="001963DC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1115"/>
              <w:contextualSpacing/>
              <w:rPr>
                <w:color w:val="000000"/>
              </w:rPr>
            </w:pPr>
            <w:r w:rsidRPr="001963DC">
              <w:rPr>
                <w:color w:val="000000"/>
              </w:rPr>
              <w:t>Imię i Nazwisko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09DC3" w14:textId="77777777" w:rsidR="00772AFE" w:rsidRPr="001963DC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28"/>
              <w:contextualSpacing/>
              <w:jc w:val="center"/>
              <w:rPr>
                <w:color w:val="000000"/>
              </w:rPr>
            </w:pPr>
            <w:r w:rsidRPr="001963DC">
              <w:rPr>
                <w:color w:val="000000"/>
              </w:rPr>
              <w:t>Data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12904" w14:textId="77777777" w:rsidR="00772AFE" w:rsidRPr="001963DC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28"/>
              <w:contextualSpacing/>
              <w:jc w:val="center"/>
              <w:rPr>
                <w:color w:val="000000"/>
              </w:rPr>
            </w:pPr>
            <w:r w:rsidRPr="001963DC">
              <w:rPr>
                <w:color w:val="000000"/>
              </w:rPr>
              <w:t>Podpis</w:t>
            </w:r>
          </w:p>
        </w:tc>
      </w:tr>
      <w:tr w:rsidR="00772AFE" w:rsidRPr="001963DC" w14:paraId="371C07EF" w14:textId="77777777" w:rsidTr="00017276">
        <w:trPr>
          <w:trHeight w:hRule="exact" w:val="44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A5F08" w14:textId="77777777" w:rsidR="00772AFE" w:rsidRPr="001963DC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33"/>
              <w:contextualSpacing/>
              <w:jc w:val="center"/>
              <w:rPr>
                <w:color w:val="000000"/>
              </w:rPr>
            </w:pPr>
            <w:r w:rsidRPr="001963DC">
              <w:rPr>
                <w:color w:val="000000"/>
              </w:rPr>
              <w:t xml:space="preserve">1.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C7A2B" w14:textId="77777777" w:rsidR="00772AFE" w:rsidRPr="001963DC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7894E" w14:textId="77777777" w:rsidR="00772AFE" w:rsidRPr="001963DC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B4C54" w14:textId="77777777" w:rsidR="00772AFE" w:rsidRPr="001963DC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color w:val="000000"/>
              </w:rPr>
            </w:pPr>
          </w:p>
        </w:tc>
      </w:tr>
      <w:tr w:rsidR="00772AFE" w:rsidRPr="001963DC" w14:paraId="4CAECDC5" w14:textId="77777777" w:rsidTr="00017276">
        <w:trPr>
          <w:trHeight w:hRule="exact" w:val="425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9385C" w14:textId="77777777" w:rsidR="00772AFE" w:rsidRPr="001963DC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33"/>
              <w:contextualSpacing/>
              <w:jc w:val="center"/>
              <w:rPr>
                <w:color w:val="000000"/>
                <w:w w:val="66"/>
              </w:rPr>
            </w:pPr>
            <w:r w:rsidRPr="001963DC">
              <w:rPr>
                <w:color w:val="000000"/>
                <w:w w:val="66"/>
              </w:rPr>
              <w:t xml:space="preserve">2.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407C6" w14:textId="77777777" w:rsidR="00772AFE" w:rsidRPr="001963DC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color w:val="000000"/>
                <w:w w:val="6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B156B" w14:textId="77777777" w:rsidR="00772AFE" w:rsidRPr="001963DC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color w:val="000000"/>
                <w:w w:val="6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15F39" w14:textId="77777777" w:rsidR="00772AFE" w:rsidRPr="001963DC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color w:val="000000"/>
                <w:w w:val="66"/>
              </w:rPr>
            </w:pPr>
          </w:p>
        </w:tc>
      </w:tr>
    </w:tbl>
    <w:p w14:paraId="6918E404" w14:textId="77777777" w:rsidR="00772AFE" w:rsidRPr="001963DC" w:rsidRDefault="00772AFE" w:rsidP="004A1638">
      <w:pPr>
        <w:spacing w:line="23" w:lineRule="atLeast"/>
        <w:rPr>
          <w:b/>
          <w:sz w:val="20"/>
          <w:szCs w:val="20"/>
        </w:rPr>
      </w:pPr>
    </w:p>
    <w:p w14:paraId="7AF06B68" w14:textId="77777777" w:rsidR="00196308" w:rsidRPr="001963DC" w:rsidRDefault="00196308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rPr>
          <w:rFonts w:eastAsia="Times New Roman"/>
          <w:b/>
          <w:sz w:val="20"/>
          <w:szCs w:val="20"/>
          <w:bdr w:val="none" w:sz="0" w:space="0" w:color="auto"/>
          <w:lang w:val="pl-PL" w:eastAsia="ar-SA"/>
        </w:rPr>
      </w:pPr>
    </w:p>
    <w:sectPr w:rsidR="00196308" w:rsidRPr="001963DC" w:rsidSect="00F37A9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1" w:right="1134" w:bottom="1134" w:left="851" w:header="0" w:footer="0" w:gutter="0"/>
      <w:cols w:space="708"/>
      <w:titlePg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437B4200" w16cex:dateUtc="2024-10-21T11:07:00Z"/>
  <w16cex:commentExtensible w16cex:durableId="703E1D3E" w16cex:dateUtc="2024-10-21T11:07:00Z"/>
  <w16cex:commentExtensible w16cex:durableId="4BC35F6F" w16cex:dateUtc="2024-10-21T11:06:00Z"/>
  <w16cex:commentExtensible w16cex:durableId="297857E6" w16cex:dateUtc="2024-10-22T06:09:00Z"/>
  <w16cex:commentExtensible w16cex:durableId="3D1B45B1" w16cex:dateUtc="2024-10-21T11:2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12F548C" w16cid:durableId="16738A52"/>
  <w16cid:commentId w16cid:paraId="7716C312" w16cid:durableId="437B4200"/>
  <w16cid:commentId w16cid:paraId="63FA7DE9" w16cid:durableId="5FEC536E"/>
  <w16cid:commentId w16cid:paraId="7247407E" w16cid:durableId="703E1D3E"/>
  <w16cid:commentId w16cid:paraId="3577C0FA" w16cid:durableId="1A7E24D6"/>
  <w16cid:commentId w16cid:paraId="38AD14F2" w16cid:durableId="4BC35F6F"/>
  <w16cid:commentId w16cid:paraId="1720981B" w16cid:durableId="3E789E90"/>
  <w16cid:commentId w16cid:paraId="3258A663" w16cid:durableId="297857E6"/>
  <w16cid:commentId w16cid:paraId="745C3B5B" w16cid:durableId="465280FF"/>
  <w16cid:commentId w16cid:paraId="717B2E48" w16cid:durableId="3D1B45B1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F5CC0" w14:textId="77777777" w:rsidR="00B34830" w:rsidRDefault="00B34830">
      <w:r>
        <w:separator/>
      </w:r>
    </w:p>
  </w:endnote>
  <w:endnote w:type="continuationSeparator" w:id="0">
    <w:p w14:paraId="47D12F41" w14:textId="77777777" w:rsidR="00B34830" w:rsidRDefault="00B34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500607"/>
      <w:docPartObj>
        <w:docPartGallery w:val="Page Numbers (Bottom of Page)"/>
        <w:docPartUnique/>
      </w:docPartObj>
    </w:sdtPr>
    <w:sdtEndPr/>
    <w:sdtContent>
      <w:p w14:paraId="5FE8A649" w14:textId="372B672A" w:rsidR="006546F0" w:rsidRDefault="006546F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3484" w:rsidRPr="005D3484">
          <w:rPr>
            <w:noProof/>
            <w:lang w:val="pl-PL"/>
          </w:rPr>
          <w:t>2</w:t>
        </w:r>
        <w:r>
          <w:fldChar w:fldCharType="end"/>
        </w:r>
      </w:p>
    </w:sdtContent>
  </w:sdt>
  <w:p w14:paraId="38A0CC46" w14:textId="1C7175DD" w:rsidR="006546F0" w:rsidRDefault="006546F0">
    <w:pPr>
      <w:pStyle w:val="Nagwekistopka"/>
      <w:tabs>
        <w:tab w:val="clear" w:pos="9020"/>
        <w:tab w:val="center" w:pos="4819"/>
        <w:tab w:val="right" w:pos="9638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6294158"/>
      <w:docPartObj>
        <w:docPartGallery w:val="Page Numbers (Bottom of Page)"/>
        <w:docPartUnique/>
      </w:docPartObj>
    </w:sdtPr>
    <w:sdtEndPr/>
    <w:sdtContent>
      <w:p w14:paraId="04169553" w14:textId="611A5A98" w:rsidR="006546F0" w:rsidRDefault="006546F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3484" w:rsidRPr="005D3484">
          <w:rPr>
            <w:noProof/>
            <w:lang w:val="pl-PL"/>
          </w:rPr>
          <w:t>1</w:t>
        </w:r>
        <w:r>
          <w:fldChar w:fldCharType="end"/>
        </w:r>
      </w:p>
    </w:sdtContent>
  </w:sdt>
  <w:p w14:paraId="210C1238" w14:textId="77777777" w:rsidR="006546F0" w:rsidRDefault="006546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4AB7D9" w14:textId="77777777" w:rsidR="00B34830" w:rsidRDefault="00B34830">
      <w:r>
        <w:separator/>
      </w:r>
    </w:p>
  </w:footnote>
  <w:footnote w:type="continuationSeparator" w:id="0">
    <w:p w14:paraId="5482D6DB" w14:textId="77777777" w:rsidR="00B34830" w:rsidRDefault="00B34830">
      <w:r>
        <w:continuationSeparator/>
      </w:r>
    </w:p>
  </w:footnote>
  <w:footnote w:id="1">
    <w:p w14:paraId="4B86A84A" w14:textId="77777777" w:rsidR="006546F0" w:rsidRDefault="006546F0" w:rsidP="00E26B30">
      <w:pPr>
        <w:pStyle w:val="Tekstprzypisudolnego"/>
        <w:rPr>
          <w:rStyle w:val="DeltaViewInsertion"/>
          <w:rFonts w:ascii="Times New Roman" w:hAnsi="Times New Roman"/>
          <w:b w:val="0"/>
          <w:szCs w:val="18"/>
        </w:rPr>
      </w:pPr>
      <w:r>
        <w:rPr>
          <w:rStyle w:val="Odwoanieprzypisudolnego"/>
          <w:rFonts w:ascii="Times New Roman" w:hAnsi="Times New Roman"/>
          <w:i/>
          <w:sz w:val="18"/>
          <w:szCs w:val="18"/>
        </w:rPr>
        <w:footnoteRef/>
      </w:r>
      <w:r>
        <w:rPr>
          <w:rFonts w:ascii="Times New Roman" w:hAnsi="Times New Roman"/>
          <w:i/>
          <w:sz w:val="18"/>
          <w:szCs w:val="18"/>
        </w:rPr>
        <w:t xml:space="preserve"> Por. </w:t>
      </w:r>
      <w:r>
        <w:rPr>
          <w:rStyle w:val="DeltaViewInsertion"/>
          <w:rFonts w:ascii="Times New Roman" w:hAnsi="Times New Roman"/>
          <w:b w:val="0"/>
          <w:sz w:val="18"/>
          <w:szCs w:val="18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07F2EB9D" w14:textId="77777777" w:rsidR="006546F0" w:rsidRDefault="006546F0" w:rsidP="00E26B30">
      <w:pPr>
        <w:pStyle w:val="Tekstprzypisudolnego"/>
        <w:ind w:hanging="12"/>
        <w:rPr>
          <w:rStyle w:val="DeltaViewInsertion"/>
          <w:rFonts w:ascii="Times New Roman" w:hAnsi="Times New Roman"/>
          <w:b w:val="0"/>
          <w:sz w:val="18"/>
          <w:szCs w:val="18"/>
        </w:rPr>
      </w:pPr>
      <w:r>
        <w:rPr>
          <w:rStyle w:val="DeltaViewInsertion"/>
          <w:rFonts w:ascii="Times New Roman" w:hAnsi="Times New Roman"/>
          <w:b w:val="0"/>
          <w:sz w:val="18"/>
          <w:szCs w:val="18"/>
        </w:rPr>
        <w:t>Mikroprzedsiębiorstwo: przedsiębiorstwo, które zatrudnia mniej niż 10 osób i którego roczny obrót lub roczna suma bilansowa nie przekracza 2 milionów EUR.</w:t>
      </w:r>
    </w:p>
    <w:p w14:paraId="0D459984" w14:textId="77777777" w:rsidR="006546F0" w:rsidRDefault="006546F0" w:rsidP="00E26B30">
      <w:pPr>
        <w:pStyle w:val="Tekstprzypisudolnego"/>
        <w:ind w:hanging="12"/>
        <w:rPr>
          <w:rStyle w:val="DeltaViewInsertion"/>
          <w:rFonts w:ascii="Times New Roman" w:hAnsi="Times New Roman"/>
          <w:b w:val="0"/>
          <w:sz w:val="18"/>
          <w:szCs w:val="18"/>
        </w:rPr>
      </w:pPr>
      <w:r>
        <w:rPr>
          <w:rStyle w:val="DeltaViewInsertion"/>
          <w:rFonts w:ascii="Times New Roman" w:hAnsi="Times New Roman"/>
          <w:b w:val="0"/>
          <w:sz w:val="18"/>
          <w:szCs w:val="18"/>
        </w:rPr>
        <w:t>Małe przedsiębiorstwo: przedsiębiorstwo, które zatrudnia mniej niż 50 osób i którego roczny obrót lub roczna suma bilansowa nie przekracza 10 milionów EUR.</w:t>
      </w:r>
    </w:p>
    <w:p w14:paraId="421F0843" w14:textId="77777777" w:rsidR="006546F0" w:rsidRDefault="006546F0" w:rsidP="00E26B30">
      <w:pPr>
        <w:pStyle w:val="Tekstprzypisudolnego"/>
        <w:ind w:hanging="12"/>
      </w:pPr>
      <w:r>
        <w:rPr>
          <w:rStyle w:val="DeltaViewInsertion"/>
          <w:rFonts w:ascii="Times New Roman" w:hAnsi="Times New Roman"/>
          <w:b w:val="0"/>
          <w:sz w:val="18"/>
          <w:szCs w:val="18"/>
        </w:rPr>
        <w:t>Średnie przedsiębiorstwa: przedsiębiorstwa, które nie są mikroprzedsiębiorstwami ani małymi przedsiębiorstwami</w:t>
      </w:r>
      <w:r>
        <w:rPr>
          <w:rFonts w:ascii="Times New Roman" w:hAnsi="Times New Roman"/>
          <w:i/>
          <w:sz w:val="18"/>
          <w:szCs w:val="18"/>
        </w:rPr>
        <w:t xml:space="preserve"> i które zatrudniają mniej niż 250 osób i których roczny obrót nie przekracza 50 milionów EUR lub roczna suma bilansowa nie przekracza 43 milionów EUR.</w:t>
      </w:r>
    </w:p>
    <w:p w14:paraId="3B8CCBBB" w14:textId="77777777" w:rsidR="006546F0" w:rsidRDefault="006546F0" w:rsidP="00E26B30">
      <w:pPr>
        <w:pStyle w:val="Tekstprzypisudolnego"/>
      </w:pPr>
    </w:p>
  </w:footnote>
  <w:footnote w:id="2">
    <w:p w14:paraId="23709329" w14:textId="77777777" w:rsidR="006546F0" w:rsidRDefault="006546F0" w:rsidP="00E26B30">
      <w:pPr>
        <w:pStyle w:val="Tekstprzypisudolnego"/>
        <w:rPr>
          <w:sz w:val="16"/>
          <w:szCs w:val="18"/>
        </w:rPr>
      </w:pPr>
      <w:r w:rsidRPr="00D002F8">
        <w:rPr>
          <w:rStyle w:val="Odwoanieprzypisudolnego"/>
          <w:sz w:val="16"/>
          <w:szCs w:val="18"/>
        </w:rPr>
        <w:footnoteRef/>
      </w:r>
      <w:r w:rsidRPr="00D002F8">
        <w:rPr>
          <w:sz w:val="16"/>
          <w:szCs w:val="18"/>
        </w:rPr>
        <w:t xml:space="preserve"> Niepotrzebne skreślić. Gdy wybór oferty prowadzi do powstania obowiązku podatkowego u Zamawiającego, Wykonawca zobligowany jest do wypełnienia pozycji 1) i 2) w pkt VII.1 druku oferty.</w:t>
      </w:r>
    </w:p>
    <w:p w14:paraId="30CA57A6" w14:textId="77777777" w:rsidR="006546F0" w:rsidRDefault="006546F0" w:rsidP="00E26B30">
      <w:pPr>
        <w:pStyle w:val="Tekstprzypisudolnego"/>
        <w:rPr>
          <w:sz w:val="16"/>
          <w:szCs w:val="18"/>
        </w:rPr>
      </w:pPr>
    </w:p>
    <w:p w14:paraId="5D914748" w14:textId="77777777" w:rsidR="006546F0" w:rsidRPr="001C4FAC" w:rsidRDefault="006546F0" w:rsidP="00E26B30">
      <w:pPr>
        <w:rPr>
          <w:sz w:val="14"/>
          <w:szCs w:val="14"/>
          <w:lang w:val="pl-PL"/>
        </w:rPr>
      </w:pPr>
    </w:p>
    <w:p w14:paraId="2968760A" w14:textId="77777777" w:rsidR="006546F0" w:rsidRPr="001C4FAC" w:rsidRDefault="006546F0" w:rsidP="00E26B30">
      <w:pPr>
        <w:spacing w:line="276" w:lineRule="auto"/>
        <w:ind w:left="142" w:hanging="142"/>
        <w:rPr>
          <w:rFonts w:ascii="Arial" w:eastAsia="Calibri" w:hAnsi="Arial" w:cs="Arial"/>
          <w:sz w:val="16"/>
          <w:szCs w:val="16"/>
          <w:lang w:val="pl-PL"/>
        </w:rPr>
      </w:pPr>
      <w:r w:rsidRPr="001C4FAC">
        <w:rPr>
          <w:rFonts w:ascii="Arial" w:eastAsia="Calibri" w:hAnsi="Arial" w:cs="Arial"/>
          <w:color w:val="000000"/>
          <w:sz w:val="16"/>
          <w:szCs w:val="16"/>
          <w:lang w:val="pl-PL"/>
        </w:rPr>
        <w:t xml:space="preserve">* W przypadku gdy wykonawca </w:t>
      </w:r>
      <w:r w:rsidRPr="001C4FAC">
        <w:rPr>
          <w:rFonts w:ascii="Arial" w:eastAsia="Calibri" w:hAnsi="Arial" w:cs="Arial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7853227" w14:textId="77777777" w:rsidR="006546F0" w:rsidRDefault="006546F0" w:rsidP="00E26B30">
      <w:pPr>
        <w:pStyle w:val="Tekstprzypisudolnego"/>
        <w:rPr>
          <w:sz w:val="16"/>
          <w:szCs w:val="18"/>
        </w:rPr>
      </w:pPr>
    </w:p>
    <w:p w14:paraId="3BE1D7D0" w14:textId="77777777" w:rsidR="006546F0" w:rsidRPr="00966B99" w:rsidRDefault="006546F0" w:rsidP="00E26B30">
      <w:pPr>
        <w:pStyle w:val="Tekstprzypisudolnego"/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B60278" w14:textId="77777777" w:rsidR="006546F0" w:rsidRDefault="006546F0">
    <w:pPr>
      <w:pStyle w:val="Nagwek"/>
    </w:pPr>
  </w:p>
  <w:p w14:paraId="385994FA" w14:textId="79C11024" w:rsidR="006546F0" w:rsidRDefault="006546F0" w:rsidP="003F7C11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90B0DB" w14:textId="77777777" w:rsidR="006546F0" w:rsidRDefault="006546F0">
    <w:pPr>
      <w:pStyle w:val="Nagwek"/>
    </w:pPr>
  </w:p>
  <w:p w14:paraId="2949693D" w14:textId="5FD3E837" w:rsidR="006546F0" w:rsidRDefault="006546F0" w:rsidP="000432E6">
    <w:pPr>
      <w:pStyle w:val="Nagwek"/>
    </w:pPr>
  </w:p>
  <w:p w14:paraId="736E40C3" w14:textId="1EEB5F00" w:rsidR="006546F0" w:rsidRDefault="006546F0">
    <w:pPr>
      <w:pStyle w:val="Nagwek"/>
    </w:pPr>
    <w:r>
      <w:rPr>
        <w:noProof/>
        <w:lang w:val="pl-PL" w:eastAsia="pl-PL"/>
      </w:rPr>
      <w:drawing>
        <wp:inline distT="0" distB="0" distL="0" distR="0" wp14:anchorId="7E3C6B1A" wp14:editId="1A147C25">
          <wp:extent cx="533400" cy="6286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D4963F0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ahoma" w:eastAsia="Times New Roman" w:hAnsi="Tahoma" w:cs="Tahoma"/>
        <w:b/>
        <w:sz w:val="20"/>
        <w:szCs w:val="20"/>
      </w:rPr>
    </w:lvl>
  </w:abstractNum>
  <w:abstractNum w:abstractNumId="1" w15:restartNumberingAfterBreak="0">
    <w:nsid w:val="00000003"/>
    <w:multiLevelType w:val="multilevel"/>
    <w:tmpl w:val="00000003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1713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33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153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873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593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13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33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753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473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multilevel"/>
    <w:tmpl w:val="2610896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  <w:b/>
        <w:i w:val="0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8"/>
    <w:multiLevelType w:val="multilevel"/>
    <w:tmpl w:val="B6149384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A"/>
    <w:multiLevelType w:val="multilevel"/>
    <w:tmpl w:val="6F4E659A"/>
    <w:lvl w:ilvl="0">
      <w:start w:val="1"/>
      <w:numFmt w:val="decimal"/>
      <w:lvlText w:val="%1."/>
      <w:lvlJc w:val="left"/>
      <w:pPr>
        <w:tabs>
          <w:tab w:val="num" w:pos="0"/>
        </w:tabs>
        <w:ind w:left="704" w:hanging="360"/>
      </w:pPr>
    </w:lvl>
    <w:lvl w:ilvl="1">
      <w:start w:val="1"/>
      <w:numFmt w:val="decimal"/>
      <w:isLgl/>
      <w:lvlText w:val="%1.%2."/>
      <w:lvlJc w:val="left"/>
      <w:pPr>
        <w:ind w:left="7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4" w:hanging="1800"/>
      </w:pPr>
      <w:rPr>
        <w:rFonts w:hint="default"/>
      </w:rPr>
    </w:lvl>
  </w:abstractNum>
  <w:abstractNum w:abstractNumId="5" w15:restartNumberingAfterBreak="0">
    <w:nsid w:val="0000000F"/>
    <w:multiLevelType w:val="multilevel"/>
    <w:tmpl w:val="516874DC"/>
    <w:name w:val="WW8Num97"/>
    <w:lvl w:ilvl="0">
      <w:start w:val="6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-1080"/>
        </w:tabs>
        <w:ind w:left="360" w:hanging="360"/>
      </w:pPr>
      <w:rPr>
        <w:b/>
        <w:sz w:val="20"/>
        <w:szCs w:val="20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10"/>
    <w:multiLevelType w:val="singleLevel"/>
    <w:tmpl w:val="00000010"/>
    <w:name w:val="WW8Num15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</w:abstractNum>
  <w:abstractNum w:abstractNumId="7" w15:restartNumberingAfterBreak="0">
    <w:nsid w:val="00000013"/>
    <w:multiLevelType w:val="singleLevel"/>
    <w:tmpl w:val="856E4652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8" w15:restartNumberingAfterBreak="0">
    <w:nsid w:val="00000017"/>
    <w:multiLevelType w:val="multilevel"/>
    <w:tmpl w:val="7848D080"/>
    <w:name w:val="WW8Num23"/>
    <w:lvl w:ilvl="0">
      <w:start w:val="1"/>
      <w:numFmt w:val="decimal"/>
      <w:lvlText w:val="%1)"/>
      <w:lvlJc w:val="left"/>
      <w:pPr>
        <w:tabs>
          <w:tab w:val="num" w:pos="-77"/>
        </w:tabs>
        <w:ind w:left="643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-1080"/>
        </w:tabs>
        <w:ind w:left="360" w:hanging="360"/>
      </w:pPr>
      <w:rPr>
        <w:rFonts w:ascii="Tahoma" w:eastAsia="Times New Roman" w:hAnsi="Tahoma" w:cs="Tahoma"/>
        <w:i w:val="0"/>
        <w:i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-1697"/>
        </w:tabs>
        <w:ind w:left="463" w:hanging="180"/>
      </w:pPr>
      <w:rPr>
        <w:rFonts w:hint="default"/>
        <w:b w:val="0"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22"/>
    <w:multiLevelType w:val="multilevel"/>
    <w:tmpl w:val="3910A6FE"/>
    <w:name w:val="WW8Num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cs="Times New Roman"/>
      </w:rPr>
    </w:lvl>
  </w:abstractNum>
  <w:abstractNum w:abstractNumId="10" w15:restartNumberingAfterBreak="0">
    <w:nsid w:val="00000024"/>
    <w:multiLevelType w:val="singleLevel"/>
    <w:tmpl w:val="00000024"/>
    <w:name w:val="WW8Num45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26"/>
    <w:multiLevelType w:val="multilevel"/>
    <w:tmpl w:val="879A8224"/>
    <w:name w:val="WW8Num3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27"/>
        </w:tabs>
        <w:ind w:left="927" w:hanging="360"/>
      </w:pPr>
      <w:rPr>
        <w:rFonts w:hint="default"/>
        <w:b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 w:val="0"/>
        <w:bCs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30"/>
    <w:multiLevelType w:val="singleLevel"/>
    <w:tmpl w:val="1132FEEE"/>
    <w:name w:val="WW8Num58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/>
      </w:rPr>
    </w:lvl>
  </w:abstractNum>
  <w:abstractNum w:abstractNumId="13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/>
        <w:b/>
        <w:bCs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ahoma" w:hAnsi="Tahoma" w:cs="Tahoma"/>
        <w:b/>
        <w:bCs/>
        <w:color w:val="00000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ahoma" w:hAnsi="Tahoma" w:cs="Tahoma"/>
        <w:b/>
        <w:bCs/>
        <w:color w:val="000000"/>
        <w:sz w:val="20"/>
        <w:szCs w:val="20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Tahoma" w:hAnsi="Tahoma" w:cs="Tahoma"/>
        <w:b/>
        <w:bCs/>
        <w:color w:val="000000"/>
        <w:sz w:val="20"/>
        <w:szCs w:val="20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Tahoma" w:hAnsi="Tahoma" w:cs="Tahoma"/>
        <w:b/>
        <w:bCs/>
        <w:color w:val="000000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Tahoma" w:hAnsi="Tahoma" w:cs="Tahoma"/>
        <w:b/>
        <w:bCs/>
        <w:color w:val="000000"/>
        <w:sz w:val="20"/>
        <w:szCs w:val="20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Tahoma" w:hAnsi="Tahoma" w:cs="Tahoma"/>
        <w:b/>
        <w:bCs/>
        <w:color w:val="000000"/>
        <w:sz w:val="20"/>
        <w:szCs w:val="20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Tahoma" w:hAnsi="Tahoma" w:cs="Tahoma"/>
        <w:b/>
        <w:bCs/>
        <w:color w:val="000000"/>
        <w:sz w:val="20"/>
        <w:szCs w:val="20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Tahoma" w:hAnsi="Tahoma" w:cs="Tahoma"/>
        <w:b/>
        <w:bCs/>
        <w:color w:val="000000"/>
        <w:sz w:val="20"/>
        <w:szCs w:val="20"/>
      </w:rPr>
    </w:lvl>
  </w:abstractNum>
  <w:abstractNum w:abstractNumId="14" w15:restartNumberingAfterBreak="0">
    <w:nsid w:val="00944BEE"/>
    <w:multiLevelType w:val="hybridMultilevel"/>
    <w:tmpl w:val="5A304180"/>
    <w:name w:val="WW8Num54222222223222222222"/>
    <w:lvl w:ilvl="0" w:tplc="511C33E0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0BB42C7"/>
    <w:multiLevelType w:val="hybridMultilevel"/>
    <w:tmpl w:val="77F6B834"/>
    <w:lvl w:ilvl="0" w:tplc="5128CA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01427E74"/>
    <w:multiLevelType w:val="hybridMultilevel"/>
    <w:tmpl w:val="C7861C7C"/>
    <w:name w:val="WW8Num5422222222"/>
    <w:lvl w:ilvl="0" w:tplc="159669E6">
      <w:start w:val="1"/>
      <w:numFmt w:val="decimal"/>
      <w:lvlText w:val="%1."/>
      <w:lvlJc w:val="left"/>
      <w:pPr>
        <w:ind w:left="23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2052CC8"/>
    <w:multiLevelType w:val="hybridMultilevel"/>
    <w:tmpl w:val="A9F6EA98"/>
    <w:lvl w:ilvl="0" w:tplc="49D27DF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bCs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28422B7"/>
    <w:multiLevelType w:val="hybridMultilevel"/>
    <w:tmpl w:val="FD4277F4"/>
    <w:name w:val="WW8Num232"/>
    <w:lvl w:ilvl="0" w:tplc="DEDC1E76">
      <w:start w:val="8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647147D"/>
    <w:multiLevelType w:val="hybridMultilevel"/>
    <w:tmpl w:val="7ADCE2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8D91C0D"/>
    <w:multiLevelType w:val="hybridMultilevel"/>
    <w:tmpl w:val="A2808148"/>
    <w:name w:val="WW8Num54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8E44383"/>
    <w:multiLevelType w:val="hybridMultilevel"/>
    <w:tmpl w:val="55DAE8E4"/>
    <w:name w:val="WW8Num542222222"/>
    <w:lvl w:ilvl="0" w:tplc="2B6401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E41E45"/>
    <w:multiLevelType w:val="hybridMultilevel"/>
    <w:tmpl w:val="CA22F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A3F462D"/>
    <w:multiLevelType w:val="hybridMultilevel"/>
    <w:tmpl w:val="F648B3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B0C7358"/>
    <w:multiLevelType w:val="hybridMultilevel"/>
    <w:tmpl w:val="787EE4FE"/>
    <w:lvl w:ilvl="0" w:tplc="74846D1C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0D1B018C"/>
    <w:multiLevelType w:val="hybridMultilevel"/>
    <w:tmpl w:val="56C2C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EE8E0C">
      <w:start w:val="1"/>
      <w:numFmt w:val="decimal"/>
      <w:lvlText w:val="%2)"/>
      <w:lvlJc w:val="left"/>
      <w:pPr>
        <w:ind w:left="1353" w:hanging="360"/>
      </w:pPr>
      <w:rPr>
        <w:rFonts w:ascii="Times New Roman" w:eastAsia="Times New Roman" w:hAnsi="Times New Roman" w:cs="Times New Roman"/>
        <w:b/>
        <w:b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5E4C0BA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E8A7911"/>
    <w:multiLevelType w:val="hybridMultilevel"/>
    <w:tmpl w:val="E7984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E8E0B65"/>
    <w:multiLevelType w:val="hybridMultilevel"/>
    <w:tmpl w:val="8064DBFE"/>
    <w:lvl w:ilvl="0" w:tplc="FAA8B2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EB309AE"/>
    <w:multiLevelType w:val="hybridMultilevel"/>
    <w:tmpl w:val="A9F6EA98"/>
    <w:lvl w:ilvl="0" w:tplc="49D27DF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bCs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F060072"/>
    <w:multiLevelType w:val="hybridMultilevel"/>
    <w:tmpl w:val="661E2154"/>
    <w:lvl w:ilvl="0" w:tplc="04150017">
      <w:start w:val="1"/>
      <w:numFmt w:val="lowerLetter"/>
      <w:lvlText w:val="%1)"/>
      <w:lvlJc w:val="left"/>
      <w:pPr>
        <w:ind w:left="-148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-687" w:hanging="360"/>
      </w:pPr>
    </w:lvl>
    <w:lvl w:ilvl="2" w:tplc="0415001B" w:tentative="1">
      <w:start w:val="1"/>
      <w:numFmt w:val="lowerRoman"/>
      <w:lvlText w:val="%3."/>
      <w:lvlJc w:val="right"/>
      <w:pPr>
        <w:ind w:left="33" w:hanging="180"/>
      </w:pPr>
    </w:lvl>
    <w:lvl w:ilvl="3" w:tplc="0415000F" w:tentative="1">
      <w:start w:val="1"/>
      <w:numFmt w:val="decimal"/>
      <w:lvlText w:val="%4."/>
      <w:lvlJc w:val="left"/>
      <w:pPr>
        <w:ind w:left="753" w:hanging="360"/>
      </w:pPr>
    </w:lvl>
    <w:lvl w:ilvl="4" w:tplc="04150019" w:tentative="1">
      <w:start w:val="1"/>
      <w:numFmt w:val="lowerLetter"/>
      <w:lvlText w:val="%5."/>
      <w:lvlJc w:val="left"/>
      <w:pPr>
        <w:ind w:left="1473" w:hanging="360"/>
      </w:pPr>
    </w:lvl>
    <w:lvl w:ilvl="5" w:tplc="0415001B" w:tentative="1">
      <w:start w:val="1"/>
      <w:numFmt w:val="lowerRoman"/>
      <w:lvlText w:val="%6."/>
      <w:lvlJc w:val="right"/>
      <w:pPr>
        <w:ind w:left="2193" w:hanging="180"/>
      </w:pPr>
    </w:lvl>
    <w:lvl w:ilvl="6" w:tplc="0415000F" w:tentative="1">
      <w:start w:val="1"/>
      <w:numFmt w:val="decimal"/>
      <w:lvlText w:val="%7."/>
      <w:lvlJc w:val="left"/>
      <w:pPr>
        <w:ind w:left="2913" w:hanging="360"/>
      </w:pPr>
    </w:lvl>
    <w:lvl w:ilvl="7" w:tplc="04150019" w:tentative="1">
      <w:start w:val="1"/>
      <w:numFmt w:val="lowerLetter"/>
      <w:lvlText w:val="%8."/>
      <w:lvlJc w:val="left"/>
      <w:pPr>
        <w:ind w:left="3633" w:hanging="360"/>
      </w:pPr>
    </w:lvl>
    <w:lvl w:ilvl="8" w:tplc="0415001B" w:tentative="1">
      <w:start w:val="1"/>
      <w:numFmt w:val="lowerRoman"/>
      <w:lvlText w:val="%9."/>
      <w:lvlJc w:val="right"/>
      <w:pPr>
        <w:ind w:left="4353" w:hanging="180"/>
      </w:pPr>
    </w:lvl>
  </w:abstractNum>
  <w:abstractNum w:abstractNumId="31" w15:restartNumberingAfterBreak="0">
    <w:nsid w:val="102C101B"/>
    <w:multiLevelType w:val="hybridMultilevel"/>
    <w:tmpl w:val="0C4C2ED6"/>
    <w:name w:val="WW8Num542222222232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12F7C33"/>
    <w:multiLevelType w:val="hybridMultilevel"/>
    <w:tmpl w:val="8BEED4D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1F84539C"/>
    <w:multiLevelType w:val="hybridMultilevel"/>
    <w:tmpl w:val="3E72E47E"/>
    <w:name w:val="WW8Num54222222223"/>
    <w:lvl w:ilvl="0" w:tplc="BA76B7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4BCF34C">
      <w:start w:val="1"/>
      <w:numFmt w:val="lowerLetter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23B916B4"/>
    <w:multiLevelType w:val="multilevel"/>
    <w:tmpl w:val="1A185ED8"/>
    <w:name w:val="WW8Num1162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  <w:b/>
        <w:bCs/>
        <w:sz w:val="20"/>
        <w:szCs w:val="20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644" w:hanging="360"/>
      </w:pPr>
      <w:rPr>
        <w:rFonts w:hint="default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6" w15:restartNumberingAfterBreak="0">
    <w:nsid w:val="23EE296E"/>
    <w:multiLevelType w:val="multilevel"/>
    <w:tmpl w:val="1C6E1F04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ahoma" w:hAnsi="Arial" w:cs="Arial"/>
        <w:b/>
        <w:sz w:val="20"/>
        <w:szCs w:val="8"/>
      </w:rPr>
    </w:lvl>
    <w:lvl w:ilvl="1">
      <w:start w:val="1"/>
      <w:numFmt w:val="decimal"/>
      <w:lvlText w:val="%2."/>
      <w:lvlJc w:val="left"/>
      <w:pPr>
        <w:tabs>
          <w:tab w:val="num" w:pos="-153"/>
        </w:tabs>
        <w:ind w:left="927" w:hanging="360"/>
      </w:pPr>
      <w:rPr>
        <w:b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440" w:hanging="360"/>
      </w:pPr>
      <w:rPr>
        <w:b/>
        <w:color w:val="auto"/>
      </w:rPr>
    </w:lvl>
    <w:lvl w:ilvl="3">
      <w:start w:val="1"/>
      <w:numFmt w:val="decimal"/>
      <w:lvlText w:val="%4."/>
      <w:lvlJc w:val="left"/>
      <w:pPr>
        <w:tabs>
          <w:tab w:val="num" w:pos="-873"/>
        </w:tabs>
        <w:ind w:left="927" w:hanging="360"/>
      </w:pPr>
      <w:rPr>
        <w:b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7" w15:restartNumberingAfterBreak="0">
    <w:nsid w:val="27330DB8"/>
    <w:multiLevelType w:val="hybridMultilevel"/>
    <w:tmpl w:val="0E427D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9C805FE8">
      <w:start w:val="1"/>
      <w:numFmt w:val="lowerLetter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83774BB"/>
    <w:multiLevelType w:val="hybridMultilevel"/>
    <w:tmpl w:val="0EDEBB3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293470D0"/>
    <w:multiLevelType w:val="multilevel"/>
    <w:tmpl w:val="6F04742C"/>
    <w:name w:val="WW8Num3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/>
      </w:rPr>
    </w:lvl>
    <w:lvl w:ilvl="1">
      <w:start w:val="1"/>
      <w:numFmt w:val="decimal"/>
      <w:lvlText w:val="%2)"/>
      <w:lvlJc w:val="left"/>
      <w:pPr>
        <w:tabs>
          <w:tab w:val="num" w:pos="4755"/>
        </w:tabs>
        <w:ind w:left="475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0" w15:restartNumberingAfterBreak="0">
    <w:nsid w:val="2A2C0479"/>
    <w:multiLevelType w:val="hybridMultilevel"/>
    <w:tmpl w:val="FCE4704E"/>
    <w:lvl w:ilvl="0" w:tplc="C198880C">
      <w:start w:val="1"/>
      <w:numFmt w:val="decimal"/>
      <w:lvlText w:val="%1)"/>
      <w:lvlJc w:val="left"/>
      <w:pPr>
        <w:ind w:left="5747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6467" w:hanging="360"/>
      </w:pPr>
    </w:lvl>
    <w:lvl w:ilvl="2" w:tplc="0415001B" w:tentative="1">
      <w:start w:val="1"/>
      <w:numFmt w:val="lowerRoman"/>
      <w:lvlText w:val="%3."/>
      <w:lvlJc w:val="right"/>
      <w:pPr>
        <w:ind w:left="7187" w:hanging="180"/>
      </w:pPr>
    </w:lvl>
    <w:lvl w:ilvl="3" w:tplc="0415000F" w:tentative="1">
      <w:start w:val="1"/>
      <w:numFmt w:val="decimal"/>
      <w:lvlText w:val="%4."/>
      <w:lvlJc w:val="left"/>
      <w:pPr>
        <w:ind w:left="7907" w:hanging="360"/>
      </w:pPr>
    </w:lvl>
    <w:lvl w:ilvl="4" w:tplc="04150019" w:tentative="1">
      <w:start w:val="1"/>
      <w:numFmt w:val="lowerLetter"/>
      <w:lvlText w:val="%5."/>
      <w:lvlJc w:val="left"/>
      <w:pPr>
        <w:ind w:left="8627" w:hanging="360"/>
      </w:pPr>
    </w:lvl>
    <w:lvl w:ilvl="5" w:tplc="0415001B" w:tentative="1">
      <w:start w:val="1"/>
      <w:numFmt w:val="lowerRoman"/>
      <w:lvlText w:val="%6."/>
      <w:lvlJc w:val="right"/>
      <w:pPr>
        <w:ind w:left="9347" w:hanging="180"/>
      </w:pPr>
    </w:lvl>
    <w:lvl w:ilvl="6" w:tplc="0415000F" w:tentative="1">
      <w:start w:val="1"/>
      <w:numFmt w:val="decimal"/>
      <w:lvlText w:val="%7."/>
      <w:lvlJc w:val="left"/>
      <w:pPr>
        <w:ind w:left="10067" w:hanging="360"/>
      </w:pPr>
    </w:lvl>
    <w:lvl w:ilvl="7" w:tplc="04150019" w:tentative="1">
      <w:start w:val="1"/>
      <w:numFmt w:val="lowerLetter"/>
      <w:lvlText w:val="%8."/>
      <w:lvlJc w:val="left"/>
      <w:pPr>
        <w:ind w:left="10787" w:hanging="360"/>
      </w:pPr>
    </w:lvl>
    <w:lvl w:ilvl="8" w:tplc="0415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1" w15:restartNumberingAfterBreak="0">
    <w:nsid w:val="2A774B5E"/>
    <w:multiLevelType w:val="hybridMultilevel"/>
    <w:tmpl w:val="57F0FBD0"/>
    <w:lvl w:ilvl="0" w:tplc="74846D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C2D771E"/>
    <w:multiLevelType w:val="hybridMultilevel"/>
    <w:tmpl w:val="B5C6FA2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DF95C1B"/>
    <w:multiLevelType w:val="hybridMultilevel"/>
    <w:tmpl w:val="71681D94"/>
    <w:lvl w:ilvl="0" w:tplc="82AC6D0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4" w15:restartNumberingAfterBreak="0">
    <w:nsid w:val="2EC02BEB"/>
    <w:multiLevelType w:val="multilevel"/>
    <w:tmpl w:val="07185C3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i w:val="0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F5E643C"/>
    <w:multiLevelType w:val="hybridMultilevel"/>
    <w:tmpl w:val="777C4AFC"/>
    <w:lvl w:ilvl="0" w:tplc="FC8AC6C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7101D3E"/>
    <w:multiLevelType w:val="multilevel"/>
    <w:tmpl w:val="35D6D40C"/>
    <w:lvl w:ilvl="0">
      <w:start w:val="1"/>
      <w:numFmt w:val="decimal"/>
      <w:pStyle w:val="Ustp"/>
      <w:lvlText w:val="§ %1."/>
      <w:lvlJc w:val="left"/>
      <w:pPr>
        <w:tabs>
          <w:tab w:val="num" w:pos="851"/>
        </w:tabs>
        <w:ind w:left="851" w:hanging="851"/>
      </w:pPr>
      <w:rPr>
        <w:rFonts w:ascii="Palatino Linotype" w:hAnsi="Palatino Linotype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none"/>
      <w:pStyle w:val="Ustp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ascii="Palatino Linotype" w:hAnsi="Palatino Linotype" w:hint="default"/>
        <w:b w:val="0"/>
        <w:i w:val="0"/>
        <w:sz w:val="24"/>
        <w:szCs w:val="24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ascii="Palatino Linotype" w:hAnsi="Palatino Linotype" w:hint="default"/>
        <w:b w:val="0"/>
        <w:i w:val="0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hint="default"/>
        <w:sz w:val="24"/>
      </w:rPr>
    </w:lvl>
    <w:lvl w:ilvl="5">
      <w:start w:val="1"/>
      <w:numFmt w:val="none"/>
      <w:lvlText w:val="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52"/>
        </w:tabs>
        <w:ind w:left="2552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701"/>
        </w:tabs>
        <w:ind w:left="170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</w:abstractNum>
  <w:abstractNum w:abstractNumId="47" w15:restartNumberingAfterBreak="0">
    <w:nsid w:val="37D35255"/>
    <w:multiLevelType w:val="hybridMultilevel"/>
    <w:tmpl w:val="90C44200"/>
    <w:name w:val="WW8Num54222222223222222"/>
    <w:lvl w:ilvl="0" w:tplc="48FEBA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DCD2227"/>
    <w:multiLevelType w:val="hybridMultilevel"/>
    <w:tmpl w:val="4B30EA0A"/>
    <w:lvl w:ilvl="0" w:tplc="FF7246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03B5E09"/>
    <w:multiLevelType w:val="hybridMultilevel"/>
    <w:tmpl w:val="9950396C"/>
    <w:name w:val="WW8Num54222222222"/>
    <w:lvl w:ilvl="0" w:tplc="36B4EAF0">
      <w:start w:val="10"/>
      <w:numFmt w:val="decimal"/>
      <w:lvlText w:val="%1."/>
      <w:lvlJc w:val="left"/>
      <w:pPr>
        <w:ind w:left="2345" w:hanging="360"/>
      </w:pPr>
      <w:rPr>
        <w:rFonts w:ascii="Tahoma" w:eastAsia="Times New Roman" w:hAnsi="Tahoma" w:cs="Tahom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1" w15:restartNumberingAfterBreak="0">
    <w:nsid w:val="427967B3"/>
    <w:multiLevelType w:val="hybridMultilevel"/>
    <w:tmpl w:val="1E38CF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36540E4"/>
    <w:multiLevelType w:val="hybridMultilevel"/>
    <w:tmpl w:val="D2A472F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451C114F"/>
    <w:multiLevelType w:val="hybridMultilevel"/>
    <w:tmpl w:val="DA9AC094"/>
    <w:lvl w:ilvl="0" w:tplc="00000003">
      <w:start w:val="1"/>
      <w:numFmt w:val="decimal"/>
      <w:lvlText w:val="%1."/>
      <w:lvlJc w:val="left"/>
      <w:pPr>
        <w:ind w:left="720" w:hanging="360"/>
      </w:pPr>
      <w:rPr>
        <w:rFonts w:ascii="Symbol" w:hAnsi="Symbol"/>
      </w:rPr>
    </w:lvl>
    <w:lvl w:ilvl="1" w:tplc="9F285086">
      <w:start w:val="1"/>
      <w:numFmt w:val="decimal"/>
      <w:lvlText w:val="%2."/>
      <w:lvlJc w:val="left"/>
      <w:pPr>
        <w:ind w:left="1440" w:hanging="360"/>
      </w:pPr>
      <w:rPr>
        <w:rFonts w:ascii="Tahoma" w:eastAsia="Times New Roman" w:hAnsi="Tahoma" w:cs="Tahoma"/>
        <w:color w:val="auto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B4F5001"/>
    <w:multiLevelType w:val="hybridMultilevel"/>
    <w:tmpl w:val="F23ED802"/>
    <w:lvl w:ilvl="0" w:tplc="4E4665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B97332F"/>
    <w:multiLevelType w:val="hybridMultilevel"/>
    <w:tmpl w:val="21FC08B6"/>
    <w:lvl w:ilvl="0" w:tplc="E43455E8">
      <w:start w:val="1"/>
      <w:numFmt w:val="decimal"/>
      <w:lvlText w:val="%1)"/>
      <w:lvlJc w:val="left"/>
      <w:pPr>
        <w:ind w:left="720" w:hanging="360"/>
      </w:pPr>
      <w:rPr>
        <w:b/>
        <w:bCs w:val="0"/>
        <w:i w:val="0"/>
        <w:iCs/>
      </w:rPr>
    </w:lvl>
    <w:lvl w:ilvl="1" w:tplc="74846D1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DAA3C8B"/>
    <w:multiLevelType w:val="hybridMultilevel"/>
    <w:tmpl w:val="E7380F02"/>
    <w:lvl w:ilvl="0" w:tplc="54B063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8140F590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44E4325E">
      <w:start w:val="19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DBF6D8B"/>
    <w:multiLevelType w:val="hybridMultilevel"/>
    <w:tmpl w:val="99D05EC2"/>
    <w:name w:val="WW8Num54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1125C24"/>
    <w:multiLevelType w:val="hybridMultilevel"/>
    <w:tmpl w:val="EE5492EA"/>
    <w:name w:val="WW8Num263"/>
    <w:lvl w:ilvl="0" w:tplc="A9FEFE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3245BE1"/>
    <w:multiLevelType w:val="hybridMultilevel"/>
    <w:tmpl w:val="C9148A92"/>
    <w:lvl w:ilvl="0" w:tplc="941EC596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B940E5E"/>
    <w:multiLevelType w:val="hybridMultilevel"/>
    <w:tmpl w:val="85CA1850"/>
    <w:name w:val="WW8Num542222222232"/>
    <w:lvl w:ilvl="0" w:tplc="F94C5E1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C142450"/>
    <w:multiLevelType w:val="hybridMultilevel"/>
    <w:tmpl w:val="382E96FA"/>
    <w:name w:val="WW8Num5422222222322222"/>
    <w:lvl w:ilvl="0" w:tplc="1DBCF7B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73A6016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3" w15:restartNumberingAfterBreak="0">
    <w:nsid w:val="5D1074F1"/>
    <w:multiLevelType w:val="hybridMultilevel"/>
    <w:tmpl w:val="070A474C"/>
    <w:name w:val="WW8Num582"/>
    <w:lvl w:ilvl="0" w:tplc="6F1C15F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D1250EE"/>
    <w:multiLevelType w:val="hybridMultilevel"/>
    <w:tmpl w:val="DC265A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D567E2B"/>
    <w:multiLevelType w:val="multilevel"/>
    <w:tmpl w:val="3DA07FF2"/>
    <w:lvl w:ilvl="0">
      <w:start w:val="1"/>
      <w:numFmt w:val="decimal"/>
      <w:pStyle w:val="Paragraf"/>
      <w:lvlText w:val="§ 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>
      <w:start w:val="1"/>
      <w:numFmt w:val="decimal"/>
      <w:pStyle w:val="Ustpnumerowany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hint="default"/>
        <w:sz w:val="24"/>
      </w:rPr>
    </w:lvl>
    <w:lvl w:ilvl="5">
      <w:start w:val="1"/>
      <w:numFmt w:val="none"/>
      <w:lvlText w:val="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52"/>
        </w:tabs>
        <w:ind w:left="2552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701"/>
        </w:tabs>
        <w:ind w:left="170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</w:abstractNum>
  <w:abstractNum w:abstractNumId="66" w15:restartNumberingAfterBreak="0">
    <w:nsid w:val="61AB293A"/>
    <w:multiLevelType w:val="hybridMultilevel"/>
    <w:tmpl w:val="7CC61A94"/>
    <w:lvl w:ilvl="0" w:tplc="E254699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26A3A3F"/>
    <w:multiLevelType w:val="hybridMultilevel"/>
    <w:tmpl w:val="73888694"/>
    <w:lvl w:ilvl="0" w:tplc="E254699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690C7F6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2D6015D"/>
    <w:multiLevelType w:val="hybridMultilevel"/>
    <w:tmpl w:val="18FE1C44"/>
    <w:name w:val="WW8Num5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4392CE7"/>
    <w:multiLevelType w:val="hybridMultilevel"/>
    <w:tmpl w:val="A12237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A6D2994"/>
    <w:multiLevelType w:val="hybridMultilevel"/>
    <w:tmpl w:val="7A22D688"/>
    <w:lvl w:ilvl="0" w:tplc="9D1827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CEE4734"/>
    <w:multiLevelType w:val="multilevel"/>
    <w:tmpl w:val="6D8AD8CA"/>
    <w:styleLink w:val="Styl1"/>
    <w:lvl w:ilvl="0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>
      <w:start w:val="1"/>
      <w:numFmt w:val="none"/>
      <w:lvlText w:val="1"/>
      <w:lvlJc w:val="left"/>
      <w:pPr>
        <w:ind w:left="39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2" w15:restartNumberingAfterBreak="0">
    <w:nsid w:val="6F491F60"/>
    <w:multiLevelType w:val="hybridMultilevel"/>
    <w:tmpl w:val="539E3D8A"/>
    <w:name w:val="WW8Num5422222222322222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296D0E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FE85E2F"/>
    <w:multiLevelType w:val="hybridMultilevel"/>
    <w:tmpl w:val="18526E42"/>
    <w:lvl w:ilvl="0" w:tplc="74846D1C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4" w15:restartNumberingAfterBreak="0">
    <w:nsid w:val="709D7815"/>
    <w:multiLevelType w:val="hybridMultilevel"/>
    <w:tmpl w:val="8E889D8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74846D1C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18A7C75"/>
    <w:multiLevelType w:val="hybridMultilevel"/>
    <w:tmpl w:val="D2405844"/>
    <w:name w:val="WW8Num54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1F5092B"/>
    <w:multiLevelType w:val="hybridMultilevel"/>
    <w:tmpl w:val="D5D873E8"/>
    <w:name w:val="WW8Num5422222222322"/>
    <w:lvl w:ilvl="0" w:tplc="44E4325E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2AB5C92"/>
    <w:multiLevelType w:val="hybridMultilevel"/>
    <w:tmpl w:val="F20A0E7E"/>
    <w:lvl w:ilvl="0" w:tplc="8612EC32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4D975FA"/>
    <w:multiLevelType w:val="hybridMultilevel"/>
    <w:tmpl w:val="757446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56D24C9"/>
    <w:multiLevelType w:val="hybridMultilevel"/>
    <w:tmpl w:val="F45AAF06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5883FBA"/>
    <w:multiLevelType w:val="hybridMultilevel"/>
    <w:tmpl w:val="07A801F4"/>
    <w:name w:val="WW8Num54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7B52D82"/>
    <w:multiLevelType w:val="hybridMultilevel"/>
    <w:tmpl w:val="EAC8926E"/>
    <w:lvl w:ilvl="0" w:tplc="FB28E4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5CCD728">
      <w:start w:val="1"/>
      <w:numFmt w:val="decimal"/>
      <w:lvlText w:val="%7."/>
      <w:lvlJc w:val="left"/>
      <w:pPr>
        <w:ind w:left="5040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94B7551"/>
    <w:multiLevelType w:val="hybridMultilevel"/>
    <w:tmpl w:val="8238022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A39352F"/>
    <w:multiLevelType w:val="hybridMultilevel"/>
    <w:tmpl w:val="CD9A3954"/>
    <w:lvl w:ilvl="0" w:tplc="D51662E6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C5D5E7F"/>
    <w:multiLevelType w:val="hybridMultilevel"/>
    <w:tmpl w:val="4FE8EB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C5E73A3"/>
    <w:multiLevelType w:val="hybridMultilevel"/>
    <w:tmpl w:val="EB22FA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6"/>
  </w:num>
  <w:num w:numId="2">
    <w:abstractNumId w:val="84"/>
  </w:num>
  <w:num w:numId="3">
    <w:abstractNumId w:val="37"/>
  </w:num>
  <w:num w:numId="4">
    <w:abstractNumId w:val="52"/>
  </w:num>
  <w:num w:numId="5">
    <w:abstractNumId w:val="65"/>
  </w:num>
  <w:num w:numId="6">
    <w:abstractNumId w:val="46"/>
  </w:num>
  <w:num w:numId="7">
    <w:abstractNumId w:val="4"/>
  </w:num>
  <w:num w:numId="8">
    <w:abstractNumId w:val="19"/>
  </w:num>
  <w:num w:numId="9">
    <w:abstractNumId w:val="36"/>
  </w:num>
  <w:num w:numId="10">
    <w:abstractNumId w:val="50"/>
    <w:lvlOverride w:ilvl="0">
      <w:startOverride w:val="1"/>
    </w:lvlOverride>
  </w:num>
  <w:num w:numId="11">
    <w:abstractNumId w:val="71"/>
  </w:num>
  <w:num w:numId="12">
    <w:abstractNumId w:val="62"/>
    <w:lvlOverride w:ilvl="0">
      <w:startOverride w:val="1"/>
    </w:lvlOverride>
  </w:num>
  <w:num w:numId="13">
    <w:abstractNumId w:val="34"/>
  </w:num>
  <w:num w:numId="14">
    <w:abstractNumId w:val="28"/>
  </w:num>
  <w:num w:numId="15">
    <w:abstractNumId w:val="42"/>
  </w:num>
  <w:num w:numId="16">
    <w:abstractNumId w:val="81"/>
  </w:num>
  <w:num w:numId="17">
    <w:abstractNumId w:val="74"/>
  </w:num>
  <w:num w:numId="18">
    <w:abstractNumId w:val="20"/>
  </w:num>
  <w:num w:numId="19">
    <w:abstractNumId w:val="69"/>
  </w:num>
  <w:num w:numId="20">
    <w:abstractNumId w:val="24"/>
  </w:num>
  <w:num w:numId="21">
    <w:abstractNumId w:val="53"/>
  </w:num>
  <w:num w:numId="22">
    <w:abstractNumId w:val="27"/>
  </w:num>
  <w:num w:numId="23">
    <w:abstractNumId w:val="70"/>
  </w:num>
  <w:num w:numId="24">
    <w:abstractNumId w:val="45"/>
  </w:num>
  <w:num w:numId="25">
    <w:abstractNumId w:val="55"/>
  </w:num>
  <w:num w:numId="26">
    <w:abstractNumId w:val="14"/>
  </w:num>
  <w:num w:numId="27">
    <w:abstractNumId w:val="40"/>
  </w:num>
  <w:num w:numId="28">
    <w:abstractNumId w:val="44"/>
  </w:num>
  <w:num w:numId="29">
    <w:abstractNumId w:val="26"/>
  </w:num>
  <w:num w:numId="30">
    <w:abstractNumId w:val="83"/>
  </w:num>
  <w:num w:numId="31">
    <w:abstractNumId w:val="48"/>
  </w:num>
  <w:num w:numId="32">
    <w:abstractNumId w:val="59"/>
  </w:num>
  <w:num w:numId="33">
    <w:abstractNumId w:val="25"/>
  </w:num>
  <w:num w:numId="34">
    <w:abstractNumId w:val="38"/>
  </w:num>
  <w:num w:numId="35">
    <w:abstractNumId w:val="41"/>
  </w:num>
  <w:num w:numId="36">
    <w:abstractNumId w:val="73"/>
  </w:num>
  <w:num w:numId="37">
    <w:abstractNumId w:val="29"/>
  </w:num>
  <w:num w:numId="38">
    <w:abstractNumId w:val="66"/>
  </w:num>
  <w:num w:numId="39">
    <w:abstractNumId w:val="67"/>
  </w:num>
  <w:num w:numId="40">
    <w:abstractNumId w:val="85"/>
  </w:num>
  <w:num w:numId="41">
    <w:abstractNumId w:val="30"/>
  </w:num>
  <w:num w:numId="42">
    <w:abstractNumId w:val="78"/>
  </w:num>
  <w:num w:numId="43">
    <w:abstractNumId w:val="32"/>
  </w:num>
  <w:num w:numId="44">
    <w:abstractNumId w:val="15"/>
  </w:num>
  <w:num w:numId="45">
    <w:abstractNumId w:val="77"/>
  </w:num>
  <w:num w:numId="46">
    <w:abstractNumId w:val="51"/>
  </w:num>
  <w:num w:numId="47">
    <w:abstractNumId w:val="23"/>
  </w:num>
  <w:num w:numId="48">
    <w:abstractNumId w:val="54"/>
  </w:num>
  <w:num w:numId="49">
    <w:abstractNumId w:val="64"/>
  </w:num>
  <w:num w:numId="50">
    <w:abstractNumId w:val="43"/>
  </w:num>
  <w:num w:numId="51">
    <w:abstractNumId w:val="17"/>
  </w:num>
  <w:num w:numId="52">
    <w:abstractNumId w:val="79"/>
  </w:num>
  <w:num w:numId="53">
    <w:abstractNumId w:val="82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306"/>
    <w:rsid w:val="00002B1C"/>
    <w:rsid w:val="00007946"/>
    <w:rsid w:val="000109CD"/>
    <w:rsid w:val="00013430"/>
    <w:rsid w:val="0001572D"/>
    <w:rsid w:val="00017276"/>
    <w:rsid w:val="000229CF"/>
    <w:rsid w:val="0002504F"/>
    <w:rsid w:val="0002559D"/>
    <w:rsid w:val="00030CDA"/>
    <w:rsid w:val="00035248"/>
    <w:rsid w:val="00037506"/>
    <w:rsid w:val="000405BD"/>
    <w:rsid w:val="00041264"/>
    <w:rsid w:val="0004180F"/>
    <w:rsid w:val="00042E61"/>
    <w:rsid w:val="000432E6"/>
    <w:rsid w:val="00046EC4"/>
    <w:rsid w:val="000479A2"/>
    <w:rsid w:val="0005467C"/>
    <w:rsid w:val="0005581C"/>
    <w:rsid w:val="00055D4E"/>
    <w:rsid w:val="00056813"/>
    <w:rsid w:val="00061DD7"/>
    <w:rsid w:val="00065ACC"/>
    <w:rsid w:val="00066C9D"/>
    <w:rsid w:val="000672D6"/>
    <w:rsid w:val="00071DE5"/>
    <w:rsid w:val="00073CF2"/>
    <w:rsid w:val="00075715"/>
    <w:rsid w:val="000760BB"/>
    <w:rsid w:val="000861ED"/>
    <w:rsid w:val="0009287C"/>
    <w:rsid w:val="00092B5D"/>
    <w:rsid w:val="00095803"/>
    <w:rsid w:val="000A003E"/>
    <w:rsid w:val="000A07FC"/>
    <w:rsid w:val="000A1AFF"/>
    <w:rsid w:val="000A22EB"/>
    <w:rsid w:val="000B27F3"/>
    <w:rsid w:val="000B28D9"/>
    <w:rsid w:val="000B31EC"/>
    <w:rsid w:val="000B37EC"/>
    <w:rsid w:val="000B443D"/>
    <w:rsid w:val="000C06CA"/>
    <w:rsid w:val="000C10B6"/>
    <w:rsid w:val="000C4063"/>
    <w:rsid w:val="000C4679"/>
    <w:rsid w:val="000C539C"/>
    <w:rsid w:val="000C7CD5"/>
    <w:rsid w:val="000D00D4"/>
    <w:rsid w:val="000D1B09"/>
    <w:rsid w:val="000D7042"/>
    <w:rsid w:val="000E0C2E"/>
    <w:rsid w:val="000E12C8"/>
    <w:rsid w:val="000E2EF9"/>
    <w:rsid w:val="000E7722"/>
    <w:rsid w:val="000E7B55"/>
    <w:rsid w:val="000F425A"/>
    <w:rsid w:val="000F46F5"/>
    <w:rsid w:val="000F6D91"/>
    <w:rsid w:val="000F7EE6"/>
    <w:rsid w:val="0010309E"/>
    <w:rsid w:val="00104005"/>
    <w:rsid w:val="001058A0"/>
    <w:rsid w:val="001131D9"/>
    <w:rsid w:val="00114620"/>
    <w:rsid w:val="00115B0B"/>
    <w:rsid w:val="00123377"/>
    <w:rsid w:val="0012512D"/>
    <w:rsid w:val="001278BB"/>
    <w:rsid w:val="00130FFF"/>
    <w:rsid w:val="00133744"/>
    <w:rsid w:val="001349B4"/>
    <w:rsid w:val="001367E8"/>
    <w:rsid w:val="001370B1"/>
    <w:rsid w:val="00137C58"/>
    <w:rsid w:val="0014335B"/>
    <w:rsid w:val="00143C38"/>
    <w:rsid w:val="00150A66"/>
    <w:rsid w:val="00150C3E"/>
    <w:rsid w:val="0015528F"/>
    <w:rsid w:val="00164ECB"/>
    <w:rsid w:val="001704BA"/>
    <w:rsid w:val="00171358"/>
    <w:rsid w:val="001713AC"/>
    <w:rsid w:val="0017299F"/>
    <w:rsid w:val="001731CD"/>
    <w:rsid w:val="0017611D"/>
    <w:rsid w:val="001773BB"/>
    <w:rsid w:val="00180226"/>
    <w:rsid w:val="00180C89"/>
    <w:rsid w:val="001818A7"/>
    <w:rsid w:val="00181BB8"/>
    <w:rsid w:val="001859D2"/>
    <w:rsid w:val="001870CA"/>
    <w:rsid w:val="00190F6F"/>
    <w:rsid w:val="00191AB0"/>
    <w:rsid w:val="0019532F"/>
    <w:rsid w:val="001954D6"/>
    <w:rsid w:val="00195BDC"/>
    <w:rsid w:val="001961F2"/>
    <w:rsid w:val="001962D0"/>
    <w:rsid w:val="00196308"/>
    <w:rsid w:val="001963DC"/>
    <w:rsid w:val="00196E42"/>
    <w:rsid w:val="001A0E5F"/>
    <w:rsid w:val="001A310B"/>
    <w:rsid w:val="001A337E"/>
    <w:rsid w:val="001A504E"/>
    <w:rsid w:val="001A60D8"/>
    <w:rsid w:val="001B1594"/>
    <w:rsid w:val="001B593B"/>
    <w:rsid w:val="001C4FAC"/>
    <w:rsid w:val="001C7CB3"/>
    <w:rsid w:val="001D0C9A"/>
    <w:rsid w:val="001D0FAA"/>
    <w:rsid w:val="001D2A51"/>
    <w:rsid w:val="001D4FF5"/>
    <w:rsid w:val="001D7B77"/>
    <w:rsid w:val="001E05F2"/>
    <w:rsid w:val="001E15DF"/>
    <w:rsid w:val="001E2E94"/>
    <w:rsid w:val="001E642B"/>
    <w:rsid w:val="001F252E"/>
    <w:rsid w:val="001F4BD4"/>
    <w:rsid w:val="001F53F0"/>
    <w:rsid w:val="001F62B7"/>
    <w:rsid w:val="0020027A"/>
    <w:rsid w:val="00202109"/>
    <w:rsid w:val="0020630B"/>
    <w:rsid w:val="00217156"/>
    <w:rsid w:val="00217A13"/>
    <w:rsid w:val="0022022E"/>
    <w:rsid w:val="00222937"/>
    <w:rsid w:val="002303B9"/>
    <w:rsid w:val="00231CBD"/>
    <w:rsid w:val="00232047"/>
    <w:rsid w:val="00233FFD"/>
    <w:rsid w:val="00236810"/>
    <w:rsid w:val="002409A2"/>
    <w:rsid w:val="00241771"/>
    <w:rsid w:val="0024224E"/>
    <w:rsid w:val="00242363"/>
    <w:rsid w:val="00243791"/>
    <w:rsid w:val="0024451B"/>
    <w:rsid w:val="00246856"/>
    <w:rsid w:val="00246B01"/>
    <w:rsid w:val="00252D8E"/>
    <w:rsid w:val="00253396"/>
    <w:rsid w:val="002567B5"/>
    <w:rsid w:val="002606A8"/>
    <w:rsid w:val="00260CB6"/>
    <w:rsid w:val="0026539C"/>
    <w:rsid w:val="002672CA"/>
    <w:rsid w:val="00273F41"/>
    <w:rsid w:val="0027500E"/>
    <w:rsid w:val="002759CD"/>
    <w:rsid w:val="0028348F"/>
    <w:rsid w:val="00284415"/>
    <w:rsid w:val="00284D8C"/>
    <w:rsid w:val="002869E6"/>
    <w:rsid w:val="00286F62"/>
    <w:rsid w:val="002911B3"/>
    <w:rsid w:val="00291BA3"/>
    <w:rsid w:val="00292DA8"/>
    <w:rsid w:val="00296624"/>
    <w:rsid w:val="00297B83"/>
    <w:rsid w:val="002A39E1"/>
    <w:rsid w:val="002A4C1F"/>
    <w:rsid w:val="002A7A66"/>
    <w:rsid w:val="002B18B1"/>
    <w:rsid w:val="002B3C88"/>
    <w:rsid w:val="002B5275"/>
    <w:rsid w:val="002C4C07"/>
    <w:rsid w:val="002C631E"/>
    <w:rsid w:val="002C6A42"/>
    <w:rsid w:val="002C6E35"/>
    <w:rsid w:val="002D3049"/>
    <w:rsid w:val="002D4A9D"/>
    <w:rsid w:val="002D5754"/>
    <w:rsid w:val="002D728F"/>
    <w:rsid w:val="002D73EC"/>
    <w:rsid w:val="002E048E"/>
    <w:rsid w:val="002E1B4E"/>
    <w:rsid w:val="002E24A7"/>
    <w:rsid w:val="002E2BD3"/>
    <w:rsid w:val="002E3070"/>
    <w:rsid w:val="002E3640"/>
    <w:rsid w:val="002E779F"/>
    <w:rsid w:val="002F00CA"/>
    <w:rsid w:val="002F03CE"/>
    <w:rsid w:val="002F2266"/>
    <w:rsid w:val="002F2F46"/>
    <w:rsid w:val="002F682F"/>
    <w:rsid w:val="002F6837"/>
    <w:rsid w:val="00300089"/>
    <w:rsid w:val="00301FEA"/>
    <w:rsid w:val="00302510"/>
    <w:rsid w:val="00302D79"/>
    <w:rsid w:val="00304309"/>
    <w:rsid w:val="003066D0"/>
    <w:rsid w:val="00306DE1"/>
    <w:rsid w:val="00306F64"/>
    <w:rsid w:val="00307549"/>
    <w:rsid w:val="00307D10"/>
    <w:rsid w:val="00310632"/>
    <w:rsid w:val="003115C6"/>
    <w:rsid w:val="00312BDA"/>
    <w:rsid w:val="00314A59"/>
    <w:rsid w:val="00317DEB"/>
    <w:rsid w:val="003229F2"/>
    <w:rsid w:val="00324072"/>
    <w:rsid w:val="00324117"/>
    <w:rsid w:val="00326624"/>
    <w:rsid w:val="00327EB7"/>
    <w:rsid w:val="003322BE"/>
    <w:rsid w:val="0033372D"/>
    <w:rsid w:val="00333C4A"/>
    <w:rsid w:val="00333C5B"/>
    <w:rsid w:val="00336498"/>
    <w:rsid w:val="003408EC"/>
    <w:rsid w:val="00341C85"/>
    <w:rsid w:val="003448F2"/>
    <w:rsid w:val="00345F77"/>
    <w:rsid w:val="00346233"/>
    <w:rsid w:val="00347668"/>
    <w:rsid w:val="00352139"/>
    <w:rsid w:val="00352D92"/>
    <w:rsid w:val="0035765B"/>
    <w:rsid w:val="00360010"/>
    <w:rsid w:val="0036101D"/>
    <w:rsid w:val="003634B2"/>
    <w:rsid w:val="00363598"/>
    <w:rsid w:val="0036473F"/>
    <w:rsid w:val="00365DAA"/>
    <w:rsid w:val="00366866"/>
    <w:rsid w:val="00367D68"/>
    <w:rsid w:val="00371323"/>
    <w:rsid w:val="00373245"/>
    <w:rsid w:val="00377176"/>
    <w:rsid w:val="0038275C"/>
    <w:rsid w:val="003836F1"/>
    <w:rsid w:val="00383851"/>
    <w:rsid w:val="00384A88"/>
    <w:rsid w:val="00384B23"/>
    <w:rsid w:val="00386912"/>
    <w:rsid w:val="003870CB"/>
    <w:rsid w:val="003922D7"/>
    <w:rsid w:val="00393BB2"/>
    <w:rsid w:val="00394349"/>
    <w:rsid w:val="003A4ECF"/>
    <w:rsid w:val="003A76FF"/>
    <w:rsid w:val="003B166A"/>
    <w:rsid w:val="003B53D0"/>
    <w:rsid w:val="003B6E02"/>
    <w:rsid w:val="003B7599"/>
    <w:rsid w:val="003D0AFE"/>
    <w:rsid w:val="003D0F74"/>
    <w:rsid w:val="003D4B5B"/>
    <w:rsid w:val="003E4A5F"/>
    <w:rsid w:val="003E5497"/>
    <w:rsid w:val="003E7E7A"/>
    <w:rsid w:val="003F0B66"/>
    <w:rsid w:val="003F2B14"/>
    <w:rsid w:val="003F42BF"/>
    <w:rsid w:val="003F493C"/>
    <w:rsid w:val="003F7C11"/>
    <w:rsid w:val="0040049E"/>
    <w:rsid w:val="0040356D"/>
    <w:rsid w:val="0040395F"/>
    <w:rsid w:val="004072E6"/>
    <w:rsid w:val="004079AC"/>
    <w:rsid w:val="00411F7B"/>
    <w:rsid w:val="0041331B"/>
    <w:rsid w:val="00417E3D"/>
    <w:rsid w:val="00422059"/>
    <w:rsid w:val="00422FC0"/>
    <w:rsid w:val="0042300D"/>
    <w:rsid w:val="00423D98"/>
    <w:rsid w:val="00423EB5"/>
    <w:rsid w:val="004248E4"/>
    <w:rsid w:val="00426256"/>
    <w:rsid w:val="00433AF0"/>
    <w:rsid w:val="0043409D"/>
    <w:rsid w:val="00434C50"/>
    <w:rsid w:val="004415D0"/>
    <w:rsid w:val="004464A0"/>
    <w:rsid w:val="00450707"/>
    <w:rsid w:val="00452BA0"/>
    <w:rsid w:val="00461D26"/>
    <w:rsid w:val="00467D3E"/>
    <w:rsid w:val="00474022"/>
    <w:rsid w:val="00475A30"/>
    <w:rsid w:val="00477F40"/>
    <w:rsid w:val="0048170C"/>
    <w:rsid w:val="00481BF1"/>
    <w:rsid w:val="004824FE"/>
    <w:rsid w:val="004966D3"/>
    <w:rsid w:val="004A02FA"/>
    <w:rsid w:val="004A06E3"/>
    <w:rsid w:val="004A1638"/>
    <w:rsid w:val="004A1F38"/>
    <w:rsid w:val="004A34A2"/>
    <w:rsid w:val="004A3E63"/>
    <w:rsid w:val="004A4BC5"/>
    <w:rsid w:val="004A7083"/>
    <w:rsid w:val="004A73B8"/>
    <w:rsid w:val="004B0581"/>
    <w:rsid w:val="004B0AA9"/>
    <w:rsid w:val="004C032B"/>
    <w:rsid w:val="004C29DC"/>
    <w:rsid w:val="004C2B8B"/>
    <w:rsid w:val="004C537C"/>
    <w:rsid w:val="004D30D5"/>
    <w:rsid w:val="004D5B37"/>
    <w:rsid w:val="004E7D72"/>
    <w:rsid w:val="004F295C"/>
    <w:rsid w:val="004F3F1B"/>
    <w:rsid w:val="004F4CBF"/>
    <w:rsid w:val="004F7CEF"/>
    <w:rsid w:val="004F7D60"/>
    <w:rsid w:val="0050051F"/>
    <w:rsid w:val="0050204C"/>
    <w:rsid w:val="00505B64"/>
    <w:rsid w:val="005121ED"/>
    <w:rsid w:val="00512ED8"/>
    <w:rsid w:val="00513ADB"/>
    <w:rsid w:val="005144D6"/>
    <w:rsid w:val="00520ACF"/>
    <w:rsid w:val="00523293"/>
    <w:rsid w:val="005246E7"/>
    <w:rsid w:val="005253A0"/>
    <w:rsid w:val="005336AE"/>
    <w:rsid w:val="00533FD5"/>
    <w:rsid w:val="0053435F"/>
    <w:rsid w:val="00536837"/>
    <w:rsid w:val="0053760D"/>
    <w:rsid w:val="00537F81"/>
    <w:rsid w:val="00545467"/>
    <w:rsid w:val="00546008"/>
    <w:rsid w:val="00546353"/>
    <w:rsid w:val="00547008"/>
    <w:rsid w:val="00550467"/>
    <w:rsid w:val="00552131"/>
    <w:rsid w:val="0055377A"/>
    <w:rsid w:val="00556092"/>
    <w:rsid w:val="00556C6D"/>
    <w:rsid w:val="00557B93"/>
    <w:rsid w:val="00562AD7"/>
    <w:rsid w:val="0056301A"/>
    <w:rsid w:val="00563753"/>
    <w:rsid w:val="00564E4D"/>
    <w:rsid w:val="00565B41"/>
    <w:rsid w:val="00570D53"/>
    <w:rsid w:val="005717C0"/>
    <w:rsid w:val="00572075"/>
    <w:rsid w:val="005739F0"/>
    <w:rsid w:val="0057478F"/>
    <w:rsid w:val="00574BD4"/>
    <w:rsid w:val="00574FCD"/>
    <w:rsid w:val="005752D4"/>
    <w:rsid w:val="005817C2"/>
    <w:rsid w:val="005829C4"/>
    <w:rsid w:val="005846B7"/>
    <w:rsid w:val="005847F3"/>
    <w:rsid w:val="00584F46"/>
    <w:rsid w:val="005876E2"/>
    <w:rsid w:val="005879A1"/>
    <w:rsid w:val="005944BD"/>
    <w:rsid w:val="0059590C"/>
    <w:rsid w:val="00597197"/>
    <w:rsid w:val="005A1E2F"/>
    <w:rsid w:val="005A3EBF"/>
    <w:rsid w:val="005A458D"/>
    <w:rsid w:val="005B2D40"/>
    <w:rsid w:val="005B53EF"/>
    <w:rsid w:val="005C2EA2"/>
    <w:rsid w:val="005C431D"/>
    <w:rsid w:val="005C4E9F"/>
    <w:rsid w:val="005C563F"/>
    <w:rsid w:val="005D04B0"/>
    <w:rsid w:val="005D3484"/>
    <w:rsid w:val="005D3953"/>
    <w:rsid w:val="005D4232"/>
    <w:rsid w:val="005D5C41"/>
    <w:rsid w:val="005E1811"/>
    <w:rsid w:val="005E2EBB"/>
    <w:rsid w:val="005E3107"/>
    <w:rsid w:val="005E51FA"/>
    <w:rsid w:val="005E5265"/>
    <w:rsid w:val="005E53AE"/>
    <w:rsid w:val="005E69E5"/>
    <w:rsid w:val="005F06D7"/>
    <w:rsid w:val="005F2FD5"/>
    <w:rsid w:val="005F798A"/>
    <w:rsid w:val="006031D3"/>
    <w:rsid w:val="00603DC8"/>
    <w:rsid w:val="00604D3E"/>
    <w:rsid w:val="00613359"/>
    <w:rsid w:val="00613F3D"/>
    <w:rsid w:val="00614D49"/>
    <w:rsid w:val="00615929"/>
    <w:rsid w:val="00616DC1"/>
    <w:rsid w:val="00617503"/>
    <w:rsid w:val="00621EF5"/>
    <w:rsid w:val="00622794"/>
    <w:rsid w:val="006260A5"/>
    <w:rsid w:val="0063280C"/>
    <w:rsid w:val="00632891"/>
    <w:rsid w:val="00634014"/>
    <w:rsid w:val="00637D6D"/>
    <w:rsid w:val="006467A8"/>
    <w:rsid w:val="006502BA"/>
    <w:rsid w:val="00650C97"/>
    <w:rsid w:val="006526AA"/>
    <w:rsid w:val="006546F0"/>
    <w:rsid w:val="00657B70"/>
    <w:rsid w:val="00657BA5"/>
    <w:rsid w:val="00660320"/>
    <w:rsid w:val="0066074E"/>
    <w:rsid w:val="00662DDC"/>
    <w:rsid w:val="006646CF"/>
    <w:rsid w:val="00664B59"/>
    <w:rsid w:val="00666726"/>
    <w:rsid w:val="0067083F"/>
    <w:rsid w:val="00671A9F"/>
    <w:rsid w:val="00671F06"/>
    <w:rsid w:val="00677C05"/>
    <w:rsid w:val="00680337"/>
    <w:rsid w:val="00680620"/>
    <w:rsid w:val="00682DF9"/>
    <w:rsid w:val="0068452A"/>
    <w:rsid w:val="00684AF9"/>
    <w:rsid w:val="00687EF0"/>
    <w:rsid w:val="006917DE"/>
    <w:rsid w:val="00692BD1"/>
    <w:rsid w:val="006940CA"/>
    <w:rsid w:val="0069544B"/>
    <w:rsid w:val="006A6AAC"/>
    <w:rsid w:val="006A6B54"/>
    <w:rsid w:val="006A6C67"/>
    <w:rsid w:val="006B1213"/>
    <w:rsid w:val="006B4565"/>
    <w:rsid w:val="006B63A6"/>
    <w:rsid w:val="006C1337"/>
    <w:rsid w:val="006C19A4"/>
    <w:rsid w:val="006C59A2"/>
    <w:rsid w:val="006C5A20"/>
    <w:rsid w:val="006C793C"/>
    <w:rsid w:val="006E54C6"/>
    <w:rsid w:val="006E56D7"/>
    <w:rsid w:val="006F0943"/>
    <w:rsid w:val="00703A39"/>
    <w:rsid w:val="0070472C"/>
    <w:rsid w:val="007051A0"/>
    <w:rsid w:val="00706705"/>
    <w:rsid w:val="00706A82"/>
    <w:rsid w:val="00707D0D"/>
    <w:rsid w:val="00710162"/>
    <w:rsid w:val="007148D4"/>
    <w:rsid w:val="007152DA"/>
    <w:rsid w:val="00715F55"/>
    <w:rsid w:val="007165F2"/>
    <w:rsid w:val="007205BA"/>
    <w:rsid w:val="00720DFE"/>
    <w:rsid w:val="00721EA5"/>
    <w:rsid w:val="00725C8B"/>
    <w:rsid w:val="00732245"/>
    <w:rsid w:val="00735BE6"/>
    <w:rsid w:val="0073606D"/>
    <w:rsid w:val="0073686C"/>
    <w:rsid w:val="007509D1"/>
    <w:rsid w:val="00751473"/>
    <w:rsid w:val="00752FC3"/>
    <w:rsid w:val="0075320F"/>
    <w:rsid w:val="00753B66"/>
    <w:rsid w:val="00754C50"/>
    <w:rsid w:val="00761086"/>
    <w:rsid w:val="007656D7"/>
    <w:rsid w:val="0076617A"/>
    <w:rsid w:val="007717F8"/>
    <w:rsid w:val="00772AFE"/>
    <w:rsid w:val="00773A1A"/>
    <w:rsid w:val="0077510A"/>
    <w:rsid w:val="0077520A"/>
    <w:rsid w:val="00776369"/>
    <w:rsid w:val="00781019"/>
    <w:rsid w:val="007913C4"/>
    <w:rsid w:val="00793E77"/>
    <w:rsid w:val="0079415C"/>
    <w:rsid w:val="0079444A"/>
    <w:rsid w:val="007955D1"/>
    <w:rsid w:val="00796B0F"/>
    <w:rsid w:val="0079791E"/>
    <w:rsid w:val="007A3F10"/>
    <w:rsid w:val="007A4362"/>
    <w:rsid w:val="007A62BD"/>
    <w:rsid w:val="007A7A05"/>
    <w:rsid w:val="007B0876"/>
    <w:rsid w:val="007B13E1"/>
    <w:rsid w:val="007B2C68"/>
    <w:rsid w:val="007B40EE"/>
    <w:rsid w:val="007B59E5"/>
    <w:rsid w:val="007B5E02"/>
    <w:rsid w:val="007B6403"/>
    <w:rsid w:val="007C1232"/>
    <w:rsid w:val="007C1320"/>
    <w:rsid w:val="007C137A"/>
    <w:rsid w:val="007C1EE6"/>
    <w:rsid w:val="007C2527"/>
    <w:rsid w:val="007C2BAF"/>
    <w:rsid w:val="007C4EED"/>
    <w:rsid w:val="007C6128"/>
    <w:rsid w:val="007D6508"/>
    <w:rsid w:val="007E1911"/>
    <w:rsid w:val="007E1C11"/>
    <w:rsid w:val="007E42F6"/>
    <w:rsid w:val="007E4C58"/>
    <w:rsid w:val="007E5677"/>
    <w:rsid w:val="007E7919"/>
    <w:rsid w:val="007F4F61"/>
    <w:rsid w:val="007F5030"/>
    <w:rsid w:val="007F5EE8"/>
    <w:rsid w:val="00803EE3"/>
    <w:rsid w:val="008107D8"/>
    <w:rsid w:val="00810E9C"/>
    <w:rsid w:val="0081167F"/>
    <w:rsid w:val="00811E7C"/>
    <w:rsid w:val="0081460B"/>
    <w:rsid w:val="00814A70"/>
    <w:rsid w:val="00814C21"/>
    <w:rsid w:val="00822910"/>
    <w:rsid w:val="00824D1E"/>
    <w:rsid w:val="00824E67"/>
    <w:rsid w:val="00837464"/>
    <w:rsid w:val="008411BF"/>
    <w:rsid w:val="00841553"/>
    <w:rsid w:val="0084617A"/>
    <w:rsid w:val="00850DBC"/>
    <w:rsid w:val="00851323"/>
    <w:rsid w:val="008532B8"/>
    <w:rsid w:val="00853858"/>
    <w:rsid w:val="00855848"/>
    <w:rsid w:val="008676DC"/>
    <w:rsid w:val="00871AE1"/>
    <w:rsid w:val="008759FD"/>
    <w:rsid w:val="00875FA3"/>
    <w:rsid w:val="0088071F"/>
    <w:rsid w:val="00884A2D"/>
    <w:rsid w:val="008865E1"/>
    <w:rsid w:val="00892562"/>
    <w:rsid w:val="008933DE"/>
    <w:rsid w:val="00895369"/>
    <w:rsid w:val="008A636E"/>
    <w:rsid w:val="008A65EC"/>
    <w:rsid w:val="008B025E"/>
    <w:rsid w:val="008B0603"/>
    <w:rsid w:val="008B2CFE"/>
    <w:rsid w:val="008B3456"/>
    <w:rsid w:val="008B5D9C"/>
    <w:rsid w:val="008C06B8"/>
    <w:rsid w:val="008D02B4"/>
    <w:rsid w:val="008D092C"/>
    <w:rsid w:val="008D0B2B"/>
    <w:rsid w:val="008D13AC"/>
    <w:rsid w:val="008D3C97"/>
    <w:rsid w:val="008D3E7D"/>
    <w:rsid w:val="008D5801"/>
    <w:rsid w:val="008E2A2B"/>
    <w:rsid w:val="008E2E54"/>
    <w:rsid w:val="008E3732"/>
    <w:rsid w:val="008E43D4"/>
    <w:rsid w:val="008E495E"/>
    <w:rsid w:val="008E7E69"/>
    <w:rsid w:val="008F0F80"/>
    <w:rsid w:val="008F2E90"/>
    <w:rsid w:val="008F4033"/>
    <w:rsid w:val="008F5A8B"/>
    <w:rsid w:val="009005F1"/>
    <w:rsid w:val="00901229"/>
    <w:rsid w:val="00903DF4"/>
    <w:rsid w:val="009109FF"/>
    <w:rsid w:val="00913FA9"/>
    <w:rsid w:val="0091597B"/>
    <w:rsid w:val="00916BE2"/>
    <w:rsid w:val="00916F28"/>
    <w:rsid w:val="0091786A"/>
    <w:rsid w:val="00921645"/>
    <w:rsid w:val="00921CAA"/>
    <w:rsid w:val="00924520"/>
    <w:rsid w:val="009276B9"/>
    <w:rsid w:val="00932F6D"/>
    <w:rsid w:val="00934A47"/>
    <w:rsid w:val="009404CE"/>
    <w:rsid w:val="00941645"/>
    <w:rsid w:val="009418CD"/>
    <w:rsid w:val="00943B71"/>
    <w:rsid w:val="0094749B"/>
    <w:rsid w:val="0094764D"/>
    <w:rsid w:val="00950E75"/>
    <w:rsid w:val="009533C0"/>
    <w:rsid w:val="00953A88"/>
    <w:rsid w:val="00954065"/>
    <w:rsid w:val="00961FC8"/>
    <w:rsid w:val="00962E79"/>
    <w:rsid w:val="00971A8A"/>
    <w:rsid w:val="00972ED3"/>
    <w:rsid w:val="00973E4B"/>
    <w:rsid w:val="00977059"/>
    <w:rsid w:val="00977D5C"/>
    <w:rsid w:val="00983235"/>
    <w:rsid w:val="00983BCC"/>
    <w:rsid w:val="00984BE8"/>
    <w:rsid w:val="00985DF8"/>
    <w:rsid w:val="00986375"/>
    <w:rsid w:val="00986540"/>
    <w:rsid w:val="00990583"/>
    <w:rsid w:val="00990FDB"/>
    <w:rsid w:val="00994D73"/>
    <w:rsid w:val="0099515B"/>
    <w:rsid w:val="009966E8"/>
    <w:rsid w:val="009A28CF"/>
    <w:rsid w:val="009A3ABA"/>
    <w:rsid w:val="009A766C"/>
    <w:rsid w:val="009A7CDA"/>
    <w:rsid w:val="009B1D59"/>
    <w:rsid w:val="009B2468"/>
    <w:rsid w:val="009B6FB3"/>
    <w:rsid w:val="009C0DA2"/>
    <w:rsid w:val="009C10E6"/>
    <w:rsid w:val="009D0C37"/>
    <w:rsid w:val="009D29B2"/>
    <w:rsid w:val="009D3F06"/>
    <w:rsid w:val="009E09A2"/>
    <w:rsid w:val="009E1192"/>
    <w:rsid w:val="009E1999"/>
    <w:rsid w:val="009E58E9"/>
    <w:rsid w:val="009E5DC3"/>
    <w:rsid w:val="009F18F3"/>
    <w:rsid w:val="009F1E88"/>
    <w:rsid w:val="009F2470"/>
    <w:rsid w:val="009F334E"/>
    <w:rsid w:val="009F3B34"/>
    <w:rsid w:val="009F7500"/>
    <w:rsid w:val="00A01120"/>
    <w:rsid w:val="00A0221F"/>
    <w:rsid w:val="00A02AF3"/>
    <w:rsid w:val="00A032E0"/>
    <w:rsid w:val="00A0368D"/>
    <w:rsid w:val="00A04FAC"/>
    <w:rsid w:val="00A06FA9"/>
    <w:rsid w:val="00A07030"/>
    <w:rsid w:val="00A10338"/>
    <w:rsid w:val="00A10508"/>
    <w:rsid w:val="00A12328"/>
    <w:rsid w:val="00A14FE3"/>
    <w:rsid w:val="00A22DFB"/>
    <w:rsid w:val="00A23394"/>
    <w:rsid w:val="00A23C66"/>
    <w:rsid w:val="00A26840"/>
    <w:rsid w:val="00A300A5"/>
    <w:rsid w:val="00A31D91"/>
    <w:rsid w:val="00A410DD"/>
    <w:rsid w:val="00A41D2F"/>
    <w:rsid w:val="00A432A3"/>
    <w:rsid w:val="00A47038"/>
    <w:rsid w:val="00A52F8F"/>
    <w:rsid w:val="00A53B27"/>
    <w:rsid w:val="00A560D0"/>
    <w:rsid w:val="00A614D8"/>
    <w:rsid w:val="00A624E1"/>
    <w:rsid w:val="00A6392C"/>
    <w:rsid w:val="00A63BAB"/>
    <w:rsid w:val="00A71CD0"/>
    <w:rsid w:val="00A73165"/>
    <w:rsid w:val="00A76768"/>
    <w:rsid w:val="00A80D34"/>
    <w:rsid w:val="00A82017"/>
    <w:rsid w:val="00A90790"/>
    <w:rsid w:val="00A930BC"/>
    <w:rsid w:val="00A9330E"/>
    <w:rsid w:val="00A95BF1"/>
    <w:rsid w:val="00AB0AED"/>
    <w:rsid w:val="00AB2169"/>
    <w:rsid w:val="00AB21F1"/>
    <w:rsid w:val="00AB22A6"/>
    <w:rsid w:val="00AB6595"/>
    <w:rsid w:val="00AC1063"/>
    <w:rsid w:val="00AC1421"/>
    <w:rsid w:val="00AD16D2"/>
    <w:rsid w:val="00AD39A7"/>
    <w:rsid w:val="00AD3A5A"/>
    <w:rsid w:val="00AD3FA6"/>
    <w:rsid w:val="00AD41D3"/>
    <w:rsid w:val="00AD7314"/>
    <w:rsid w:val="00AE25EE"/>
    <w:rsid w:val="00AE3653"/>
    <w:rsid w:val="00AE5492"/>
    <w:rsid w:val="00AE6C18"/>
    <w:rsid w:val="00AE70FD"/>
    <w:rsid w:val="00AE7481"/>
    <w:rsid w:val="00AF1880"/>
    <w:rsid w:val="00AF1BA4"/>
    <w:rsid w:val="00AF3838"/>
    <w:rsid w:val="00AF592F"/>
    <w:rsid w:val="00AF61C3"/>
    <w:rsid w:val="00B002F1"/>
    <w:rsid w:val="00B1275F"/>
    <w:rsid w:val="00B15074"/>
    <w:rsid w:val="00B158E5"/>
    <w:rsid w:val="00B169A5"/>
    <w:rsid w:val="00B24F6A"/>
    <w:rsid w:val="00B277C0"/>
    <w:rsid w:val="00B33FBA"/>
    <w:rsid w:val="00B34830"/>
    <w:rsid w:val="00B359E4"/>
    <w:rsid w:val="00B37831"/>
    <w:rsid w:val="00B4127E"/>
    <w:rsid w:val="00B413B0"/>
    <w:rsid w:val="00B41C78"/>
    <w:rsid w:val="00B41DEF"/>
    <w:rsid w:val="00B44891"/>
    <w:rsid w:val="00B454A0"/>
    <w:rsid w:val="00B52605"/>
    <w:rsid w:val="00B53504"/>
    <w:rsid w:val="00B54AA6"/>
    <w:rsid w:val="00B55FAF"/>
    <w:rsid w:val="00B57C65"/>
    <w:rsid w:val="00B57CB7"/>
    <w:rsid w:val="00B60E2A"/>
    <w:rsid w:val="00B654A0"/>
    <w:rsid w:val="00B7248F"/>
    <w:rsid w:val="00B72D0D"/>
    <w:rsid w:val="00B73127"/>
    <w:rsid w:val="00B75650"/>
    <w:rsid w:val="00B901A4"/>
    <w:rsid w:val="00B91E7E"/>
    <w:rsid w:val="00B92389"/>
    <w:rsid w:val="00B937F0"/>
    <w:rsid w:val="00B94BC7"/>
    <w:rsid w:val="00B95262"/>
    <w:rsid w:val="00B953F5"/>
    <w:rsid w:val="00B96B2F"/>
    <w:rsid w:val="00BA049B"/>
    <w:rsid w:val="00BA1215"/>
    <w:rsid w:val="00BA451E"/>
    <w:rsid w:val="00BA6E73"/>
    <w:rsid w:val="00BA7D4B"/>
    <w:rsid w:val="00BB04E1"/>
    <w:rsid w:val="00BB2E8E"/>
    <w:rsid w:val="00BB3694"/>
    <w:rsid w:val="00BB64DA"/>
    <w:rsid w:val="00BD0481"/>
    <w:rsid w:val="00BD0673"/>
    <w:rsid w:val="00BD0BC4"/>
    <w:rsid w:val="00BE0FB2"/>
    <w:rsid w:val="00BE18CD"/>
    <w:rsid w:val="00BE2A91"/>
    <w:rsid w:val="00BE2E25"/>
    <w:rsid w:val="00BE3D1B"/>
    <w:rsid w:val="00BE5C19"/>
    <w:rsid w:val="00BE6536"/>
    <w:rsid w:val="00BF5046"/>
    <w:rsid w:val="00BF5AA2"/>
    <w:rsid w:val="00C0071F"/>
    <w:rsid w:val="00C02F81"/>
    <w:rsid w:val="00C03978"/>
    <w:rsid w:val="00C108E7"/>
    <w:rsid w:val="00C117E1"/>
    <w:rsid w:val="00C12CB4"/>
    <w:rsid w:val="00C1417B"/>
    <w:rsid w:val="00C17F45"/>
    <w:rsid w:val="00C20692"/>
    <w:rsid w:val="00C21FC4"/>
    <w:rsid w:val="00C336C6"/>
    <w:rsid w:val="00C3515F"/>
    <w:rsid w:val="00C361C7"/>
    <w:rsid w:val="00C364EE"/>
    <w:rsid w:val="00C370CD"/>
    <w:rsid w:val="00C45478"/>
    <w:rsid w:val="00C511E9"/>
    <w:rsid w:val="00C53154"/>
    <w:rsid w:val="00C5365D"/>
    <w:rsid w:val="00C5693F"/>
    <w:rsid w:val="00C62BD6"/>
    <w:rsid w:val="00C63061"/>
    <w:rsid w:val="00C63FFE"/>
    <w:rsid w:val="00C7170A"/>
    <w:rsid w:val="00C74724"/>
    <w:rsid w:val="00C76A63"/>
    <w:rsid w:val="00C811C5"/>
    <w:rsid w:val="00C822B8"/>
    <w:rsid w:val="00C834FA"/>
    <w:rsid w:val="00C85CA1"/>
    <w:rsid w:val="00C908A8"/>
    <w:rsid w:val="00C90F0A"/>
    <w:rsid w:val="00C91BBE"/>
    <w:rsid w:val="00C952D7"/>
    <w:rsid w:val="00C9543A"/>
    <w:rsid w:val="00C954E1"/>
    <w:rsid w:val="00C95935"/>
    <w:rsid w:val="00C95A01"/>
    <w:rsid w:val="00CA3306"/>
    <w:rsid w:val="00CA6D19"/>
    <w:rsid w:val="00CB411B"/>
    <w:rsid w:val="00CB4CA1"/>
    <w:rsid w:val="00CB6D98"/>
    <w:rsid w:val="00CC165A"/>
    <w:rsid w:val="00CC2E02"/>
    <w:rsid w:val="00CC339A"/>
    <w:rsid w:val="00CC3991"/>
    <w:rsid w:val="00CC4572"/>
    <w:rsid w:val="00CD1031"/>
    <w:rsid w:val="00CD159D"/>
    <w:rsid w:val="00CD1C4D"/>
    <w:rsid w:val="00CD2532"/>
    <w:rsid w:val="00CD3287"/>
    <w:rsid w:val="00CD5CB2"/>
    <w:rsid w:val="00CD5FFB"/>
    <w:rsid w:val="00CE6B54"/>
    <w:rsid w:val="00CF44E7"/>
    <w:rsid w:val="00CF4FFA"/>
    <w:rsid w:val="00D03A1B"/>
    <w:rsid w:val="00D06C2E"/>
    <w:rsid w:val="00D07554"/>
    <w:rsid w:val="00D14F07"/>
    <w:rsid w:val="00D162F2"/>
    <w:rsid w:val="00D17DD0"/>
    <w:rsid w:val="00D20BDC"/>
    <w:rsid w:val="00D23CDF"/>
    <w:rsid w:val="00D24443"/>
    <w:rsid w:val="00D24DB8"/>
    <w:rsid w:val="00D2691E"/>
    <w:rsid w:val="00D3008F"/>
    <w:rsid w:val="00D3084B"/>
    <w:rsid w:val="00D30C8F"/>
    <w:rsid w:val="00D34FC9"/>
    <w:rsid w:val="00D3780F"/>
    <w:rsid w:val="00D37F37"/>
    <w:rsid w:val="00D40BB7"/>
    <w:rsid w:val="00D420FB"/>
    <w:rsid w:val="00D44318"/>
    <w:rsid w:val="00D44D96"/>
    <w:rsid w:val="00D51AFB"/>
    <w:rsid w:val="00D60277"/>
    <w:rsid w:val="00D6097B"/>
    <w:rsid w:val="00D609F9"/>
    <w:rsid w:val="00D6285A"/>
    <w:rsid w:val="00D628ED"/>
    <w:rsid w:val="00D6369B"/>
    <w:rsid w:val="00D65FBD"/>
    <w:rsid w:val="00D71E8A"/>
    <w:rsid w:val="00D754E9"/>
    <w:rsid w:val="00D769C8"/>
    <w:rsid w:val="00D83083"/>
    <w:rsid w:val="00D87CF0"/>
    <w:rsid w:val="00D90950"/>
    <w:rsid w:val="00D96C9A"/>
    <w:rsid w:val="00DA0752"/>
    <w:rsid w:val="00DA2621"/>
    <w:rsid w:val="00DA2A61"/>
    <w:rsid w:val="00DA372A"/>
    <w:rsid w:val="00DA38B6"/>
    <w:rsid w:val="00DB239E"/>
    <w:rsid w:val="00DB4ED7"/>
    <w:rsid w:val="00DB6800"/>
    <w:rsid w:val="00DC0948"/>
    <w:rsid w:val="00DC1AAB"/>
    <w:rsid w:val="00DC2F19"/>
    <w:rsid w:val="00DC57AA"/>
    <w:rsid w:val="00DC62D3"/>
    <w:rsid w:val="00DD2308"/>
    <w:rsid w:val="00DD24AC"/>
    <w:rsid w:val="00DD4607"/>
    <w:rsid w:val="00DD54FF"/>
    <w:rsid w:val="00DD589C"/>
    <w:rsid w:val="00DE3E87"/>
    <w:rsid w:val="00DE4741"/>
    <w:rsid w:val="00DF01AD"/>
    <w:rsid w:val="00DF0AAC"/>
    <w:rsid w:val="00DF3C24"/>
    <w:rsid w:val="00DF40CC"/>
    <w:rsid w:val="00DF64AA"/>
    <w:rsid w:val="00DF7921"/>
    <w:rsid w:val="00DF7CAC"/>
    <w:rsid w:val="00DF7DE2"/>
    <w:rsid w:val="00E01297"/>
    <w:rsid w:val="00E17B4F"/>
    <w:rsid w:val="00E205C7"/>
    <w:rsid w:val="00E21187"/>
    <w:rsid w:val="00E221D5"/>
    <w:rsid w:val="00E23B32"/>
    <w:rsid w:val="00E26947"/>
    <w:rsid w:val="00E26B30"/>
    <w:rsid w:val="00E30FB1"/>
    <w:rsid w:val="00E31089"/>
    <w:rsid w:val="00E316EB"/>
    <w:rsid w:val="00E330B7"/>
    <w:rsid w:val="00E36049"/>
    <w:rsid w:val="00E4044B"/>
    <w:rsid w:val="00E40BD5"/>
    <w:rsid w:val="00E44480"/>
    <w:rsid w:val="00E444B1"/>
    <w:rsid w:val="00E52361"/>
    <w:rsid w:val="00E531A3"/>
    <w:rsid w:val="00E546D0"/>
    <w:rsid w:val="00E55888"/>
    <w:rsid w:val="00E56DBC"/>
    <w:rsid w:val="00E57466"/>
    <w:rsid w:val="00E605C8"/>
    <w:rsid w:val="00E61638"/>
    <w:rsid w:val="00E61A3B"/>
    <w:rsid w:val="00E63FE7"/>
    <w:rsid w:val="00E64EDC"/>
    <w:rsid w:val="00E70B32"/>
    <w:rsid w:val="00E718F1"/>
    <w:rsid w:val="00E7201E"/>
    <w:rsid w:val="00E721E1"/>
    <w:rsid w:val="00E74BFA"/>
    <w:rsid w:val="00E80234"/>
    <w:rsid w:val="00E80DA5"/>
    <w:rsid w:val="00E97265"/>
    <w:rsid w:val="00EA1315"/>
    <w:rsid w:val="00EA682D"/>
    <w:rsid w:val="00EA793E"/>
    <w:rsid w:val="00EB680D"/>
    <w:rsid w:val="00EB7044"/>
    <w:rsid w:val="00EB7803"/>
    <w:rsid w:val="00EC3890"/>
    <w:rsid w:val="00EC3B6E"/>
    <w:rsid w:val="00EC3D8F"/>
    <w:rsid w:val="00ED0C7E"/>
    <w:rsid w:val="00ED130A"/>
    <w:rsid w:val="00ED5181"/>
    <w:rsid w:val="00ED6E5F"/>
    <w:rsid w:val="00EE03F6"/>
    <w:rsid w:val="00EE3DFA"/>
    <w:rsid w:val="00EE5B17"/>
    <w:rsid w:val="00EE5DBE"/>
    <w:rsid w:val="00EE604B"/>
    <w:rsid w:val="00EE73E1"/>
    <w:rsid w:val="00EF5C15"/>
    <w:rsid w:val="00EF670E"/>
    <w:rsid w:val="00EF7979"/>
    <w:rsid w:val="00F009F3"/>
    <w:rsid w:val="00F06C64"/>
    <w:rsid w:val="00F120B1"/>
    <w:rsid w:val="00F14F77"/>
    <w:rsid w:val="00F15C10"/>
    <w:rsid w:val="00F279D8"/>
    <w:rsid w:val="00F34306"/>
    <w:rsid w:val="00F37A9F"/>
    <w:rsid w:val="00F37F18"/>
    <w:rsid w:val="00F40388"/>
    <w:rsid w:val="00F4122F"/>
    <w:rsid w:val="00F41C4A"/>
    <w:rsid w:val="00F41EE1"/>
    <w:rsid w:val="00F42439"/>
    <w:rsid w:val="00F463E7"/>
    <w:rsid w:val="00F46E23"/>
    <w:rsid w:val="00F5267E"/>
    <w:rsid w:val="00F539BF"/>
    <w:rsid w:val="00F55282"/>
    <w:rsid w:val="00F55BD9"/>
    <w:rsid w:val="00F57005"/>
    <w:rsid w:val="00F5774C"/>
    <w:rsid w:val="00F62CE1"/>
    <w:rsid w:val="00F70016"/>
    <w:rsid w:val="00F71825"/>
    <w:rsid w:val="00F718A2"/>
    <w:rsid w:val="00F72335"/>
    <w:rsid w:val="00F72DCF"/>
    <w:rsid w:val="00F73FC4"/>
    <w:rsid w:val="00F75CF2"/>
    <w:rsid w:val="00F766B3"/>
    <w:rsid w:val="00F80056"/>
    <w:rsid w:val="00F82C5E"/>
    <w:rsid w:val="00F83001"/>
    <w:rsid w:val="00F8349A"/>
    <w:rsid w:val="00F86439"/>
    <w:rsid w:val="00F877D9"/>
    <w:rsid w:val="00F927F5"/>
    <w:rsid w:val="00F963C4"/>
    <w:rsid w:val="00F965A0"/>
    <w:rsid w:val="00F974C7"/>
    <w:rsid w:val="00FA1989"/>
    <w:rsid w:val="00FA2CD6"/>
    <w:rsid w:val="00FA3AC9"/>
    <w:rsid w:val="00FA4983"/>
    <w:rsid w:val="00FA6349"/>
    <w:rsid w:val="00FB1D42"/>
    <w:rsid w:val="00FB3088"/>
    <w:rsid w:val="00FB75C5"/>
    <w:rsid w:val="00FC20AF"/>
    <w:rsid w:val="00FC37A7"/>
    <w:rsid w:val="00FC4875"/>
    <w:rsid w:val="00FC5C88"/>
    <w:rsid w:val="00FC7367"/>
    <w:rsid w:val="00FD3425"/>
    <w:rsid w:val="00FD4615"/>
    <w:rsid w:val="00FD604E"/>
    <w:rsid w:val="00FD696B"/>
    <w:rsid w:val="00FE06B7"/>
    <w:rsid w:val="00FE088D"/>
    <w:rsid w:val="00FE34A7"/>
    <w:rsid w:val="00FE4DA9"/>
    <w:rsid w:val="00FE748F"/>
    <w:rsid w:val="00FF4ED6"/>
    <w:rsid w:val="00FF5C04"/>
    <w:rsid w:val="00FF7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D0A4AB"/>
  <w15:chartTrackingRefBased/>
  <w15:docId w15:val="{0D25A692-9881-4468-ABA0-75BAE5DA4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302D79"/>
    <w:pPr>
      <w:pBdr>
        <w:top w:val="nil"/>
        <w:left w:val="nil"/>
        <w:bottom w:val="nil"/>
        <w:right w:val="nil"/>
        <w:between w:val="nil"/>
        <w:bar w:val="nil"/>
      </w:pBdr>
    </w:pPr>
    <w:rPr>
      <w:sz w:val="24"/>
      <w:szCs w:val="24"/>
      <w:bdr w:val="nil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3524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80"/>
      <w:jc w:val="both"/>
      <w:outlineLvl w:val="0"/>
    </w:pPr>
    <w:rPr>
      <w:rFonts w:ascii="Cambria" w:eastAsia="Times New Roman" w:hAnsi="Cambria"/>
      <w:b/>
      <w:bCs/>
      <w:color w:val="365F91"/>
      <w:sz w:val="28"/>
      <w:szCs w:val="28"/>
      <w:bdr w:val="none" w:sz="0" w:space="0" w:color="auto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3524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/>
      <w:jc w:val="both"/>
      <w:outlineLvl w:val="1"/>
    </w:pPr>
    <w:rPr>
      <w:rFonts w:ascii="Cambria" w:eastAsia="Times New Roman" w:hAnsi="Cambria"/>
      <w:b/>
      <w:bCs/>
      <w:color w:val="4F81BD"/>
      <w:sz w:val="26"/>
      <w:szCs w:val="26"/>
      <w:bdr w:val="none" w:sz="0" w:space="0" w:color="auto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35248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/>
      <w:jc w:val="both"/>
      <w:outlineLvl w:val="2"/>
    </w:pPr>
    <w:rPr>
      <w:rFonts w:ascii="Cambria" w:eastAsia="Times New Roman" w:hAnsi="Cambria"/>
      <w:b/>
      <w:bCs/>
      <w:sz w:val="26"/>
      <w:szCs w:val="26"/>
      <w:bdr w:val="none" w:sz="0" w:space="0" w:color="auto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35248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/>
      <w:jc w:val="both"/>
      <w:outlineLvl w:val="3"/>
    </w:pPr>
    <w:rPr>
      <w:rFonts w:ascii="Calibri" w:eastAsia="Times New Roman" w:hAnsi="Calibri"/>
      <w:b/>
      <w:bCs/>
      <w:sz w:val="28"/>
      <w:szCs w:val="28"/>
      <w:bdr w:val="none" w:sz="0" w:space="0" w:color="auto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2880"/>
      <w:outlineLvl w:val="4"/>
    </w:pPr>
    <w:rPr>
      <w:rFonts w:ascii="Cambria" w:eastAsia="Times New Roman" w:hAnsi="Cambria"/>
      <w:color w:val="243F60"/>
      <w:sz w:val="22"/>
      <w:szCs w:val="22"/>
      <w:bdr w:val="none" w:sz="0" w:space="0" w:color="auto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3600"/>
      <w:outlineLvl w:val="5"/>
    </w:pPr>
    <w:rPr>
      <w:rFonts w:ascii="Cambria" w:eastAsia="Times New Roman" w:hAnsi="Cambria"/>
      <w:i/>
      <w:iCs/>
      <w:color w:val="243F60"/>
      <w:sz w:val="22"/>
      <w:szCs w:val="22"/>
      <w:bdr w:val="none" w:sz="0" w:space="0" w:color="auto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4320"/>
      <w:outlineLvl w:val="6"/>
    </w:pPr>
    <w:rPr>
      <w:rFonts w:ascii="Cambria" w:eastAsia="Times New Roman" w:hAnsi="Cambria"/>
      <w:i/>
      <w:iCs/>
      <w:color w:val="404040"/>
      <w:sz w:val="22"/>
      <w:szCs w:val="22"/>
      <w:bdr w:val="none" w:sz="0" w:space="0" w:color="auto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5040"/>
      <w:outlineLvl w:val="7"/>
    </w:pPr>
    <w:rPr>
      <w:rFonts w:ascii="Cambria" w:eastAsia="Times New Roman" w:hAnsi="Cambria"/>
      <w:color w:val="404040"/>
      <w:sz w:val="20"/>
      <w:szCs w:val="20"/>
      <w:bdr w:val="none" w:sz="0" w:space="0" w:color="auto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5760"/>
      <w:outlineLvl w:val="8"/>
    </w:pPr>
    <w:rPr>
      <w:rFonts w:ascii="Cambria" w:eastAsia="Times New Roman" w:hAnsi="Cambria"/>
      <w:i/>
      <w:iCs/>
      <w:color w:val="404040"/>
      <w:sz w:val="20"/>
      <w:szCs w:val="20"/>
      <w:bdr w:val="none" w:sz="0" w:space="0" w:color="auto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035248"/>
    <w:rPr>
      <w:rFonts w:ascii="Cambria" w:eastAsia="Times New Roman" w:hAnsi="Cambria" w:cs="Tahoma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"/>
    <w:rsid w:val="00035248"/>
    <w:rPr>
      <w:rFonts w:ascii="Cambria" w:eastAsia="Times New Roman" w:hAnsi="Cambria" w:cs="Tahoma"/>
      <w:b/>
      <w:bCs/>
      <w:color w:val="4F81BD"/>
      <w:sz w:val="26"/>
      <w:szCs w:val="26"/>
    </w:rPr>
  </w:style>
  <w:style w:type="character" w:customStyle="1" w:styleId="Nagwek3Znak">
    <w:name w:val="Nagłówek 3 Znak"/>
    <w:link w:val="Nagwek3"/>
    <w:uiPriority w:val="9"/>
    <w:rsid w:val="00035248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rsid w:val="00035248"/>
    <w:rPr>
      <w:rFonts w:ascii="Calibri" w:eastAsia="Times New Roman" w:hAnsi="Calibri"/>
      <w:b/>
      <w:bCs/>
      <w:sz w:val="28"/>
      <w:szCs w:val="28"/>
    </w:rPr>
  </w:style>
  <w:style w:type="character" w:styleId="Hipercze">
    <w:name w:val="Hyperlink"/>
    <w:uiPriority w:val="99"/>
    <w:rPr>
      <w:u w:val="single"/>
    </w:rPr>
  </w:style>
  <w:style w:type="table" w:customStyle="1" w:styleId="TableNormal">
    <w:name w:val="Table Normal"/>
    <w:pPr>
      <w:pBdr>
        <w:top w:val="nil"/>
        <w:left w:val="nil"/>
        <w:bottom w:val="nil"/>
        <w:right w:val="nil"/>
        <w:between w:val="nil"/>
        <w:bar w:val="nil"/>
      </w:pBdr>
    </w:pPr>
    <w:rPr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" w:hAnsi="Helvetica" w:cs="Arial Unicode MS"/>
      <w:color w:val="000000"/>
      <w:sz w:val="24"/>
      <w:szCs w:val="24"/>
      <w:bdr w:val="nil"/>
    </w:rPr>
  </w:style>
  <w:style w:type="paragraph" w:customStyle="1" w:styleId="Domylne">
    <w:name w:val="Domyśln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hAnsi="Helvetica" w:cs="Arial Unicode MS"/>
      <w:color w:val="000000"/>
      <w:sz w:val="22"/>
      <w:szCs w:val="22"/>
      <w:bdr w:val="nil"/>
    </w:rPr>
  </w:style>
  <w:style w:type="paragraph" w:styleId="Tekstdymka">
    <w:name w:val="Balloon Text"/>
    <w:basedOn w:val="Normalny"/>
    <w:link w:val="TekstdymkaZnak"/>
    <w:semiHidden/>
    <w:unhideWhenUsed/>
    <w:rsid w:val="009D3F06"/>
    <w:rPr>
      <w:rFonts w:ascii="Tahoma" w:hAnsi="Tahoma"/>
      <w:sz w:val="16"/>
      <w:szCs w:val="16"/>
      <w:bdr w:val="none" w:sz="0" w:space="0" w:color="auto"/>
    </w:rPr>
  </w:style>
  <w:style w:type="character" w:customStyle="1" w:styleId="TekstdymkaZnak">
    <w:name w:val="Tekst dymka Znak"/>
    <w:link w:val="Tekstdymka"/>
    <w:semiHidden/>
    <w:rsid w:val="009D3F06"/>
    <w:rPr>
      <w:rFonts w:ascii="Tahoma" w:hAnsi="Tahoma" w:cs="Tahoma"/>
      <w:sz w:val="16"/>
      <w:szCs w:val="16"/>
      <w:lang w:val="en-US" w:eastAsia="en-US"/>
    </w:rPr>
  </w:style>
  <w:style w:type="paragraph" w:styleId="Nagwek">
    <w:name w:val="header"/>
    <w:basedOn w:val="Normalny"/>
    <w:link w:val="NagwekZnak"/>
    <w:uiPriority w:val="99"/>
    <w:unhideWhenUsed/>
    <w:rsid w:val="009D3F06"/>
    <w:pPr>
      <w:tabs>
        <w:tab w:val="center" w:pos="4536"/>
        <w:tab w:val="right" w:pos="9072"/>
      </w:tabs>
    </w:pPr>
    <w:rPr>
      <w:bdr w:val="none" w:sz="0" w:space="0" w:color="auto"/>
    </w:rPr>
  </w:style>
  <w:style w:type="character" w:customStyle="1" w:styleId="NagwekZnak">
    <w:name w:val="Nagłówek Znak"/>
    <w:link w:val="Nagwek"/>
    <w:uiPriority w:val="99"/>
    <w:rsid w:val="009D3F06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9D3F06"/>
    <w:pPr>
      <w:tabs>
        <w:tab w:val="center" w:pos="4536"/>
        <w:tab w:val="right" w:pos="9072"/>
      </w:tabs>
    </w:pPr>
    <w:rPr>
      <w:bdr w:val="none" w:sz="0" w:space="0" w:color="auto"/>
    </w:rPr>
  </w:style>
  <w:style w:type="character" w:customStyle="1" w:styleId="StopkaZnak">
    <w:name w:val="Stopka Znak"/>
    <w:link w:val="Stopka"/>
    <w:uiPriority w:val="99"/>
    <w:rsid w:val="009D3F06"/>
    <w:rPr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rsid w:val="003B6E02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120"/>
      <w:jc w:val="both"/>
    </w:pPr>
    <w:rPr>
      <w:kern w:val="1"/>
      <w:bdr w:val="none" w:sz="0" w:space="0" w:color="auto"/>
      <w:lang w:val="x-none"/>
    </w:rPr>
  </w:style>
  <w:style w:type="character" w:customStyle="1" w:styleId="TekstpodstawowyZnak">
    <w:name w:val="Tekst podstawowy Znak"/>
    <w:link w:val="Tekstpodstawowy"/>
    <w:rsid w:val="003B6E02"/>
    <w:rPr>
      <w:kern w:val="1"/>
      <w:sz w:val="24"/>
      <w:szCs w:val="24"/>
    </w:rPr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3B6E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  <w:jc w:val="both"/>
    </w:pPr>
    <w:rPr>
      <w:rFonts w:eastAsia="Times New Roman"/>
      <w:bdr w:val="none" w:sz="0" w:space="0" w:color="auto"/>
      <w:lang w:val="x-none" w:eastAsia="x-none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rsid w:val="00035248"/>
    <w:rPr>
      <w:rFonts w:eastAsia="Times New Roman"/>
      <w:sz w:val="24"/>
      <w:szCs w:val="24"/>
    </w:rPr>
  </w:style>
  <w:style w:type="paragraph" w:customStyle="1" w:styleId="WW-Tekstpodstawowy2">
    <w:name w:val="WW-Tekst podstawowy 2"/>
    <w:basedOn w:val="Normalny"/>
    <w:rsid w:val="003B6E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line="160" w:lineRule="atLeast"/>
      <w:jc w:val="center"/>
    </w:pPr>
    <w:rPr>
      <w:rFonts w:eastAsia="Times New Roman"/>
      <w:b/>
      <w:szCs w:val="20"/>
      <w:bdr w:val="none" w:sz="0" w:space="0" w:color="auto"/>
      <w:lang w:val="pl-PL" w:eastAsia="pl-PL"/>
    </w:rPr>
  </w:style>
  <w:style w:type="paragraph" w:styleId="Tytu">
    <w:name w:val="Title"/>
    <w:basedOn w:val="Normalny"/>
    <w:link w:val="TytuZnak"/>
    <w:qFormat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ascii="Tahoma" w:eastAsia="Times New Roman" w:hAnsi="Tahoma"/>
      <w:b/>
      <w:bCs/>
      <w:bdr w:val="none" w:sz="0" w:space="0" w:color="auto"/>
      <w:lang w:val="x-none" w:eastAsia="x-none"/>
    </w:rPr>
  </w:style>
  <w:style w:type="character" w:customStyle="1" w:styleId="TytuZnak">
    <w:name w:val="Tytuł Znak"/>
    <w:link w:val="Tytu"/>
    <w:rsid w:val="00035248"/>
    <w:rPr>
      <w:rFonts w:ascii="Tahoma" w:eastAsia="Times New Roman" w:hAnsi="Tahoma"/>
      <w:b/>
      <w:bCs/>
      <w:sz w:val="24"/>
      <w:szCs w:val="24"/>
    </w:rPr>
  </w:style>
  <w:style w:type="paragraph" w:customStyle="1" w:styleId="Akapitzlist1">
    <w:name w:val="Akapit z listą1"/>
    <w:basedOn w:val="Normalny"/>
    <w:qFormat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08"/>
      <w:jc w:val="both"/>
    </w:pPr>
    <w:rPr>
      <w:rFonts w:ascii="Tahoma" w:eastAsia="Times New Roman" w:hAnsi="Tahoma" w:cs="Tahoma"/>
      <w:sz w:val="20"/>
      <w:szCs w:val="20"/>
      <w:bdr w:val="none" w:sz="0" w:space="0" w:color="auto"/>
      <w:lang w:val="pl-PL" w:eastAsia="pl-PL"/>
    </w:rPr>
  </w:style>
  <w:style w:type="character" w:customStyle="1" w:styleId="Tekstpodstawowy2Znak">
    <w:name w:val="Tekst podstawowy 2 Znak"/>
    <w:link w:val="Tekstpodstawowy2"/>
    <w:semiHidden/>
    <w:rsid w:val="00035248"/>
    <w:rPr>
      <w:rFonts w:ascii="Tahoma" w:eastAsia="Times New Roman" w:hAnsi="Tahoma" w:cs="Tahoma"/>
      <w:b/>
      <w:sz w:val="22"/>
    </w:rPr>
  </w:style>
  <w:style w:type="paragraph" w:styleId="Tekstpodstawowy2">
    <w:name w:val="Body Text 2"/>
    <w:basedOn w:val="Normalny"/>
    <w:link w:val="Tekstpodstawowy2Znak"/>
    <w:semiHidden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720"/>
      </w:tabs>
      <w:jc w:val="both"/>
    </w:pPr>
    <w:rPr>
      <w:rFonts w:ascii="Tahoma" w:eastAsia="Times New Roman" w:hAnsi="Tahoma"/>
      <w:b/>
      <w:sz w:val="22"/>
      <w:szCs w:val="20"/>
      <w:bdr w:val="none" w:sz="0" w:space="0" w:color="auto"/>
      <w:lang w:val="x-none" w:eastAsia="x-none"/>
    </w:rPr>
  </w:style>
  <w:style w:type="paragraph" w:customStyle="1" w:styleId="Tekstpodstawowywcity31">
    <w:name w:val="Tekst podstawowy wcięty 31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overflowPunct w:val="0"/>
      <w:autoSpaceDE w:val="0"/>
      <w:ind w:left="284" w:hanging="284"/>
      <w:jc w:val="both"/>
      <w:textAlignment w:val="baseline"/>
    </w:pPr>
    <w:rPr>
      <w:rFonts w:ascii="Arial" w:eastAsia="Times New Roman" w:hAnsi="Arial" w:cs="Arial"/>
      <w:szCs w:val="20"/>
      <w:bdr w:val="none" w:sz="0" w:space="0" w:color="auto"/>
      <w:lang w:val="pl-PL" w:eastAsia="ar-SA"/>
    </w:rPr>
  </w:style>
  <w:style w:type="character" w:styleId="Odwoaniedokomentarza">
    <w:name w:val="annotation reference"/>
    <w:uiPriority w:val="99"/>
    <w:semiHidden/>
    <w:unhideWhenUsed/>
    <w:rsid w:val="00035248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rsid w:val="00035248"/>
    <w:rPr>
      <w:rFonts w:ascii="Tahoma" w:eastAsia="Times New Roman" w:hAnsi="Tahoma" w:cs="Tahom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/>
      <w:sz w:val="20"/>
      <w:szCs w:val="20"/>
      <w:bdr w:val="none" w:sz="0" w:space="0" w:color="auto"/>
      <w:lang w:val="x-none" w:eastAsia="x-none"/>
    </w:rPr>
  </w:style>
  <w:style w:type="character" w:customStyle="1" w:styleId="TematkomentarzaZnak">
    <w:name w:val="Temat komentarza Znak"/>
    <w:link w:val="Tematkomentarza"/>
    <w:semiHidden/>
    <w:rsid w:val="00035248"/>
    <w:rPr>
      <w:rFonts w:ascii="Tahoma" w:eastAsia="Times New Roman" w:hAnsi="Tahoma" w:cs="Tahoma"/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35248"/>
    <w:rPr>
      <w:b/>
      <w:bCs/>
    </w:rPr>
  </w:style>
  <w:style w:type="paragraph" w:customStyle="1" w:styleId="Paragraf">
    <w:name w:val="Paragraf"/>
    <w:basedOn w:val="Normalny"/>
    <w:next w:val="Ustpnumerowany"/>
    <w:rsid w:val="00035248"/>
    <w:pPr>
      <w:keepNext/>
      <w:numPr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600" w:after="180"/>
      <w:contextualSpacing/>
      <w:jc w:val="both"/>
      <w:outlineLvl w:val="0"/>
    </w:pPr>
    <w:rPr>
      <w:rFonts w:ascii="Palatino Linotype" w:eastAsia="Times New Roman" w:hAnsi="Palatino Linotype" w:cs="Tahoma"/>
      <w:b/>
      <w:smallCaps/>
      <w:bdr w:val="none" w:sz="0" w:space="0" w:color="auto"/>
      <w:lang w:val="pl-PL" w:eastAsia="pl-PL"/>
    </w:rPr>
  </w:style>
  <w:style w:type="paragraph" w:customStyle="1" w:styleId="Ustpnumerowany">
    <w:name w:val="Ustęp numerowany"/>
    <w:basedOn w:val="Normalny"/>
    <w:rsid w:val="00035248"/>
    <w:pPr>
      <w:numPr>
        <w:ilvl w:val="1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/>
      <w:jc w:val="both"/>
    </w:pPr>
    <w:rPr>
      <w:rFonts w:ascii="Palatino Linotype" w:eastAsia="Times New Roman" w:hAnsi="Palatino Linotype" w:cs="Tahoma"/>
      <w:bdr w:val="none" w:sz="0" w:space="0" w:color="auto"/>
      <w:lang w:val="pl-PL" w:eastAsia="pl-PL"/>
    </w:rPr>
  </w:style>
  <w:style w:type="paragraph" w:customStyle="1" w:styleId="Ustp">
    <w:name w:val="Ustęp"/>
    <w:basedOn w:val="Normalny"/>
    <w:rsid w:val="00035248"/>
    <w:pPr>
      <w:numPr>
        <w:ilvl w:val="1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/>
      <w:jc w:val="both"/>
    </w:pPr>
    <w:rPr>
      <w:rFonts w:ascii="Palatino Linotype" w:eastAsia="Times New Roman" w:hAnsi="Palatino Linotype" w:cs="Tahoma"/>
      <w:bdr w:val="none" w:sz="0" w:space="0" w:color="auto"/>
      <w:lang w:val="pl-PL" w:eastAsia="pl-PL"/>
    </w:rPr>
  </w:style>
  <w:style w:type="character" w:styleId="UyteHipercze">
    <w:name w:val="FollowedHyperlink"/>
    <w:semiHidden/>
    <w:unhideWhenUsed/>
    <w:rsid w:val="00035248"/>
    <w:rPr>
      <w:color w:val="800080"/>
      <w:u w:val="single"/>
    </w:rPr>
  </w:style>
  <w:style w:type="paragraph" w:customStyle="1" w:styleId="Tekstpodstawowy31">
    <w:name w:val="Tekst podstawowy 31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 w:cs="Tahoma"/>
      <w:b/>
      <w:bCs/>
      <w:szCs w:val="20"/>
      <w:bdr w:val="none" w:sz="0" w:space="0" w:color="auto"/>
      <w:lang w:val="pl-PL" w:eastAsia="ar-SA"/>
    </w:rPr>
  </w:style>
  <w:style w:type="character" w:customStyle="1" w:styleId="Tekstpodstawowy3Znak">
    <w:name w:val="Tekst podstawowy 3 Znak"/>
    <w:link w:val="Tekstpodstawowy3"/>
    <w:semiHidden/>
    <w:rsid w:val="00035248"/>
    <w:rPr>
      <w:rFonts w:ascii="Tahoma" w:eastAsia="Times New Roman" w:hAnsi="Tahoma" w:cs="Tahoma"/>
      <w:b/>
      <w:bCs/>
      <w:sz w:val="24"/>
      <w:lang w:eastAsia="ar-SA"/>
    </w:rPr>
  </w:style>
  <w:style w:type="paragraph" w:styleId="Tekstpodstawowy3">
    <w:name w:val="Body Text 3"/>
    <w:basedOn w:val="Normalny"/>
    <w:link w:val="Tekstpodstawowy3Znak"/>
    <w:semiHidden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jc w:val="both"/>
    </w:pPr>
    <w:rPr>
      <w:rFonts w:ascii="Tahoma" w:eastAsia="Times New Roman" w:hAnsi="Tahoma"/>
      <w:b/>
      <w:bCs/>
      <w:szCs w:val="20"/>
      <w:bdr w:val="none" w:sz="0" w:space="0" w:color="auto"/>
      <w:lang w:val="x-none" w:eastAsia="ar-SA"/>
    </w:rPr>
  </w:style>
  <w:style w:type="paragraph" w:customStyle="1" w:styleId="Tekstpodstawowy21">
    <w:name w:val="Tekst podstawowy 21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160" w:lineRule="atLeast"/>
      <w:jc w:val="center"/>
    </w:pPr>
    <w:rPr>
      <w:rFonts w:ascii="Tahoma" w:eastAsia="Times New Roman" w:hAnsi="Tahoma" w:cs="Tahoma"/>
      <w:b/>
      <w:szCs w:val="20"/>
      <w:bdr w:val="none" w:sz="0" w:space="0" w:color="auto"/>
      <w:lang w:val="pl-PL" w:eastAsia="ar-SA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eastAsia="Times New Roman" w:hAnsi="Courier New"/>
      <w:sz w:val="20"/>
      <w:szCs w:val="20"/>
      <w:bdr w:val="none" w:sz="0" w:space="0" w:color="auto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035248"/>
    <w:rPr>
      <w:rFonts w:ascii="Courier New" w:eastAsia="Times New Roman" w:hAnsi="Courier New"/>
    </w:rPr>
  </w:style>
  <w:style w:type="paragraph" w:styleId="NormalnyWeb">
    <w:name w:val="Normal (Web)"/>
    <w:basedOn w:val="Normalny"/>
    <w:uiPriority w:val="99"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19"/>
      <w:jc w:val="both"/>
    </w:pPr>
    <w:rPr>
      <w:rFonts w:ascii="Tahoma" w:eastAsia="Times New Roman" w:hAnsi="Tahoma" w:cs="Tahoma"/>
      <w:bdr w:val="none" w:sz="0" w:space="0" w:color="auto"/>
      <w:lang w:val="pl-PL" w:eastAsia="pl-PL"/>
    </w:rPr>
  </w:style>
  <w:style w:type="paragraph" w:customStyle="1" w:styleId="Default">
    <w:name w:val="Default"/>
    <w:qFormat/>
    <w:rsid w:val="00035248"/>
    <w:pPr>
      <w:autoSpaceDE w:val="0"/>
      <w:autoSpaceDN w:val="0"/>
      <w:adjustRightInd w:val="0"/>
      <w:jc w:val="both"/>
    </w:pPr>
    <w:rPr>
      <w:rFonts w:ascii="Tahoma" w:eastAsia="Times New Roman" w:hAnsi="Tahoma" w:cs="Tahoma"/>
      <w:color w:val="000000"/>
      <w:sz w:val="24"/>
      <w:szCs w:val="24"/>
    </w:rPr>
  </w:style>
  <w:style w:type="paragraph" w:customStyle="1" w:styleId="Tekstpodstawowy22">
    <w:name w:val="Tekst podstawowy 22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line="160" w:lineRule="atLeast"/>
      <w:jc w:val="center"/>
    </w:pPr>
    <w:rPr>
      <w:rFonts w:ascii="Tahoma" w:eastAsia="Times New Roman" w:hAnsi="Tahoma" w:cs="Tahoma"/>
      <w:b/>
      <w:szCs w:val="20"/>
      <w:bdr w:val="none" w:sz="0" w:space="0" w:color="auto"/>
      <w:lang w:val="pl-PL"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35248"/>
    <w:rPr>
      <w:rFonts w:ascii="Tahoma" w:eastAsia="Times New Roman" w:hAnsi="Tahoma" w:cs="Tahom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/>
      <w:sz w:val="20"/>
      <w:szCs w:val="20"/>
      <w:bdr w:val="none" w:sz="0" w:space="0" w:color="auto"/>
      <w:lang w:val="x-none" w:eastAsia="x-none"/>
    </w:rPr>
  </w:style>
  <w:style w:type="character" w:styleId="Odwoanieprzypisukocowego">
    <w:name w:val="endnote reference"/>
    <w:uiPriority w:val="99"/>
    <w:semiHidden/>
    <w:unhideWhenUsed/>
    <w:rsid w:val="00035248"/>
    <w:rPr>
      <w:vertAlign w:val="superscript"/>
    </w:rPr>
  </w:style>
  <w:style w:type="character" w:customStyle="1" w:styleId="WW8Num9z0">
    <w:name w:val="WW8Num9z0"/>
    <w:rsid w:val="00035248"/>
    <w:rPr>
      <w:b/>
    </w:rPr>
  </w:style>
  <w:style w:type="character" w:styleId="Pogrubienie">
    <w:name w:val="Strong"/>
    <w:uiPriority w:val="22"/>
    <w:qFormat/>
    <w:rsid w:val="00035248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/>
      <w:sz w:val="20"/>
      <w:szCs w:val="20"/>
      <w:bdr w:val="none" w:sz="0" w:space="0" w:color="auto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35248"/>
    <w:rPr>
      <w:rFonts w:ascii="Tahoma" w:eastAsia="Times New Roman" w:hAnsi="Tahoma" w:cs="Tahoma"/>
    </w:rPr>
  </w:style>
  <w:style w:type="character" w:styleId="Odwoanieprzypisudolnego">
    <w:name w:val="footnote reference"/>
    <w:uiPriority w:val="99"/>
    <w:unhideWhenUsed/>
    <w:rsid w:val="00035248"/>
    <w:rPr>
      <w:vertAlign w:val="superscript"/>
    </w:rPr>
  </w:style>
  <w:style w:type="paragraph" w:customStyle="1" w:styleId="default0">
    <w:name w:val="default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both"/>
    </w:pPr>
    <w:rPr>
      <w:rFonts w:ascii="Tahoma" w:eastAsia="Times New Roman" w:hAnsi="Tahoma" w:cs="Tahoma"/>
      <w:bdr w:val="none" w:sz="0" w:space="0" w:color="auto"/>
      <w:lang w:val="pl-PL" w:eastAsia="pl-PL"/>
    </w:rPr>
  </w:style>
  <w:style w:type="paragraph" w:styleId="Bezodstpw">
    <w:name w:val="No Spacing"/>
    <w:uiPriority w:val="1"/>
    <w:qFormat/>
    <w:rsid w:val="00035248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DeltaViewInsertion">
    <w:name w:val="DeltaView Insertion"/>
    <w:rsid w:val="00035248"/>
    <w:rPr>
      <w:b/>
      <w:i/>
      <w:spacing w:val="0"/>
    </w:rPr>
  </w:style>
  <w:style w:type="character" w:customStyle="1" w:styleId="Znakiprzypiswdolnych">
    <w:name w:val="Znaki przypisów dolnych"/>
    <w:rsid w:val="00035248"/>
    <w:rPr>
      <w:vertAlign w:val="superscript"/>
    </w:rPr>
  </w:style>
  <w:style w:type="paragraph" w:customStyle="1" w:styleId="Tiret1">
    <w:name w:val="Tiret 1"/>
    <w:basedOn w:val="Normalny"/>
    <w:rsid w:val="00035248"/>
    <w:pPr>
      <w:numPr>
        <w:numId w:val="1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character" w:customStyle="1" w:styleId="Nagwek5Znak">
    <w:name w:val="Nagłówek 5 Znak"/>
    <w:link w:val="Nagwek5"/>
    <w:uiPriority w:val="9"/>
    <w:rsid w:val="00E531A3"/>
    <w:rPr>
      <w:rFonts w:ascii="Cambria" w:eastAsia="Times New Roman" w:hAnsi="Cambria"/>
      <w:color w:val="243F60"/>
      <w:sz w:val="22"/>
      <w:szCs w:val="22"/>
      <w:lang w:val="x-none" w:eastAsia="en-US"/>
    </w:rPr>
  </w:style>
  <w:style w:type="character" w:customStyle="1" w:styleId="Nagwek6Znak">
    <w:name w:val="Nagłówek 6 Znak"/>
    <w:link w:val="Nagwek6"/>
    <w:uiPriority w:val="9"/>
    <w:rsid w:val="00E531A3"/>
    <w:rPr>
      <w:rFonts w:ascii="Cambria" w:eastAsia="Times New Roman" w:hAnsi="Cambria"/>
      <w:i/>
      <w:iCs/>
      <w:color w:val="243F60"/>
      <w:sz w:val="22"/>
      <w:szCs w:val="22"/>
      <w:lang w:val="x-none" w:eastAsia="en-US"/>
    </w:rPr>
  </w:style>
  <w:style w:type="character" w:customStyle="1" w:styleId="Nagwek7Znak">
    <w:name w:val="Nagłówek 7 Znak"/>
    <w:link w:val="Nagwek7"/>
    <w:uiPriority w:val="9"/>
    <w:rsid w:val="00E531A3"/>
    <w:rPr>
      <w:rFonts w:ascii="Cambria" w:eastAsia="Times New Roman" w:hAnsi="Cambria"/>
      <w:i/>
      <w:iCs/>
      <w:color w:val="404040"/>
      <w:sz w:val="22"/>
      <w:szCs w:val="22"/>
      <w:lang w:val="x-none" w:eastAsia="en-US"/>
    </w:rPr>
  </w:style>
  <w:style w:type="character" w:customStyle="1" w:styleId="Nagwek8Znak">
    <w:name w:val="Nagłówek 8 Znak"/>
    <w:link w:val="Nagwek8"/>
    <w:uiPriority w:val="9"/>
    <w:rsid w:val="00E531A3"/>
    <w:rPr>
      <w:rFonts w:ascii="Cambria" w:eastAsia="Times New Roman" w:hAnsi="Cambria"/>
      <w:color w:val="404040"/>
      <w:lang w:val="x-none" w:eastAsia="en-US"/>
    </w:rPr>
  </w:style>
  <w:style w:type="character" w:customStyle="1" w:styleId="Nagwek9Znak">
    <w:name w:val="Nagłówek 9 Znak"/>
    <w:link w:val="Nagwek9"/>
    <w:uiPriority w:val="9"/>
    <w:rsid w:val="00E531A3"/>
    <w:rPr>
      <w:rFonts w:ascii="Cambria" w:eastAsia="Times New Roman" w:hAnsi="Cambria"/>
      <w:i/>
      <w:iCs/>
      <w:color w:val="404040"/>
      <w:lang w:val="x-none" w:eastAsia="en-US"/>
    </w:rPr>
  </w:style>
  <w:style w:type="numbering" w:customStyle="1" w:styleId="Bezlisty1">
    <w:name w:val="Bez listy1"/>
    <w:next w:val="Bezlisty"/>
    <w:uiPriority w:val="99"/>
    <w:semiHidden/>
    <w:unhideWhenUsed/>
    <w:rsid w:val="00E531A3"/>
  </w:style>
  <w:style w:type="character" w:styleId="Numerstrony">
    <w:name w:val="page number"/>
    <w:semiHidden/>
    <w:rsid w:val="00E531A3"/>
  </w:style>
  <w:style w:type="table" w:styleId="Tabela-Siatka">
    <w:name w:val="Table Grid"/>
    <w:basedOn w:val="Standardowy"/>
    <w:uiPriority w:val="39"/>
    <w:rsid w:val="00E531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Zawartotabeli">
    <w:name w:val="Zawartość tabeli"/>
    <w:basedOn w:val="Normalny"/>
    <w:rsid w:val="00E531A3"/>
    <w:pPr>
      <w:widowControl w:val="0"/>
      <w:suppressLineNumber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line="100" w:lineRule="atLeast"/>
      <w:textAlignment w:val="baseline"/>
    </w:pPr>
    <w:rPr>
      <w:rFonts w:eastAsia="Lucida Sans Unicode" w:cs="Mangal"/>
      <w:kern w:val="1"/>
      <w:bdr w:val="none" w:sz="0" w:space="0" w:color="auto"/>
      <w:lang w:val="pl-PL" w:eastAsia="hi-IN" w:bidi="hi-IN"/>
    </w:rPr>
  </w:style>
  <w:style w:type="table" w:customStyle="1" w:styleId="Tabela-Siatka1">
    <w:name w:val="Tabela - Siatka1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treci22">
    <w:name w:val="Tekst treści (22)"/>
    <w:basedOn w:val="Normalny"/>
    <w:rsid w:val="00E531A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uppressAutoHyphens/>
      <w:spacing w:line="240" w:lineRule="atLeast"/>
      <w:ind w:hanging="1060"/>
    </w:pPr>
    <w:rPr>
      <w:rFonts w:ascii="Lucida Sans Unicode" w:eastAsia="Lucida Sans Unicode" w:hAnsi="Lucida Sans Unicode" w:cs="Lucida Sans Unicode"/>
      <w:spacing w:val="-10"/>
      <w:kern w:val="1"/>
      <w:sz w:val="23"/>
      <w:szCs w:val="23"/>
      <w:bdr w:val="none" w:sz="0" w:space="0" w:color="auto"/>
      <w:lang w:val="pl-PL"/>
    </w:rPr>
  </w:style>
  <w:style w:type="numbering" w:customStyle="1" w:styleId="Styl1">
    <w:name w:val="Styl1"/>
    <w:uiPriority w:val="99"/>
    <w:rsid w:val="00E531A3"/>
    <w:pPr>
      <w:numPr>
        <w:numId w:val="11"/>
      </w:numPr>
    </w:pPr>
  </w:style>
  <w:style w:type="paragraph" w:customStyle="1" w:styleId="Standard">
    <w:name w:val="Standard"/>
    <w:rsid w:val="00E531A3"/>
    <w:pPr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E531A3"/>
    <w:rPr>
      <w:color w:val="808080"/>
      <w:shd w:val="clear" w:color="auto" w:fill="E6E6E6"/>
    </w:rPr>
  </w:style>
  <w:style w:type="character" w:customStyle="1" w:styleId="ng-binding">
    <w:name w:val="ng-binding"/>
    <w:rsid w:val="00E531A3"/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pl-PL" w:eastAsia="pl-PL"/>
    </w:rPr>
  </w:style>
  <w:style w:type="paragraph" w:styleId="Lista">
    <w:name w:val="List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spacing w:before="90" w:line="380" w:lineRule="atLeast"/>
      <w:jc w:val="both"/>
    </w:pPr>
    <w:rPr>
      <w:rFonts w:eastAsia="Times New Roman"/>
      <w:w w:val="89"/>
      <w:sz w:val="25"/>
      <w:szCs w:val="20"/>
      <w:bdr w:val="none" w:sz="0" w:space="0" w:color="auto"/>
      <w:lang w:val="pl-PL" w:eastAsia="pl-PL"/>
    </w:rPr>
  </w:style>
  <w:style w:type="paragraph" w:customStyle="1" w:styleId="NormalBold">
    <w:name w:val="NormalBold"/>
    <w:basedOn w:val="Normalny"/>
    <w:link w:val="NormalBoldChar"/>
    <w:rsid w:val="00E531A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/>
      <w:szCs w:val="22"/>
      <w:bdr w:val="none" w:sz="0" w:space="0" w:color="auto"/>
      <w:lang w:val="x-none" w:eastAsia="en-GB"/>
    </w:rPr>
  </w:style>
  <w:style w:type="character" w:customStyle="1" w:styleId="NormalBoldChar">
    <w:name w:val="NormalBold Char"/>
    <w:link w:val="NormalBold"/>
    <w:locked/>
    <w:rsid w:val="00E531A3"/>
    <w:rPr>
      <w:rFonts w:eastAsia="Times New Roman"/>
      <w:b/>
      <w:sz w:val="24"/>
      <w:szCs w:val="22"/>
      <w:lang w:val="x-none" w:eastAsia="en-GB"/>
    </w:rPr>
  </w:style>
  <w:style w:type="paragraph" w:customStyle="1" w:styleId="Text1">
    <w:name w:val="Text 1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ind w:left="85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ormalLeft">
    <w:name w:val="Normal Left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Tiret0">
    <w:name w:val="Tiret 0"/>
    <w:basedOn w:val="Normalny"/>
    <w:rsid w:val="00E531A3"/>
    <w:pPr>
      <w:numPr>
        <w:numId w:val="1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umPar1">
    <w:name w:val="NumPar 1"/>
    <w:basedOn w:val="Normalny"/>
    <w:next w:val="Text1"/>
    <w:rsid w:val="00E531A3"/>
    <w:pPr>
      <w:numPr>
        <w:numId w:val="13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umPar2">
    <w:name w:val="NumPar 2"/>
    <w:basedOn w:val="Normalny"/>
    <w:next w:val="Text1"/>
    <w:rsid w:val="00E531A3"/>
    <w:pPr>
      <w:numPr>
        <w:ilvl w:val="1"/>
        <w:numId w:val="13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umPar3">
    <w:name w:val="NumPar 3"/>
    <w:basedOn w:val="Normalny"/>
    <w:next w:val="Text1"/>
    <w:rsid w:val="00E531A3"/>
    <w:pPr>
      <w:numPr>
        <w:ilvl w:val="2"/>
        <w:numId w:val="13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umPar4">
    <w:name w:val="NumPar 4"/>
    <w:basedOn w:val="Normalny"/>
    <w:next w:val="Text1"/>
    <w:rsid w:val="00E531A3"/>
    <w:pPr>
      <w:numPr>
        <w:ilvl w:val="3"/>
        <w:numId w:val="13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ChapterTitle">
    <w:name w:val="ChapterTitle"/>
    <w:basedOn w:val="Normalny"/>
    <w:next w:val="Normalny"/>
    <w:rsid w:val="00E531A3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360"/>
      <w:jc w:val="center"/>
    </w:pPr>
    <w:rPr>
      <w:rFonts w:eastAsia="Calibri"/>
      <w:b/>
      <w:sz w:val="32"/>
      <w:szCs w:val="22"/>
      <w:bdr w:val="none" w:sz="0" w:space="0" w:color="auto"/>
      <w:lang w:val="pl-PL" w:eastAsia="en-GB"/>
    </w:rPr>
  </w:style>
  <w:style w:type="paragraph" w:customStyle="1" w:styleId="SectionTitle">
    <w:name w:val="SectionTitle"/>
    <w:basedOn w:val="Normalny"/>
    <w:next w:val="Nagwek1"/>
    <w:rsid w:val="00E531A3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360"/>
      <w:jc w:val="center"/>
    </w:pPr>
    <w:rPr>
      <w:rFonts w:eastAsia="Calibri"/>
      <w:b/>
      <w:smallCaps/>
      <w:sz w:val="28"/>
      <w:szCs w:val="22"/>
      <w:bdr w:val="none" w:sz="0" w:space="0" w:color="auto"/>
      <w:lang w:val="pl-PL" w:eastAsia="en-GB"/>
    </w:rPr>
  </w:style>
  <w:style w:type="paragraph" w:customStyle="1" w:styleId="Annexetitre">
    <w:name w:val="Annexe titre"/>
    <w:basedOn w:val="Normalny"/>
    <w:next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center"/>
    </w:pPr>
    <w:rPr>
      <w:rFonts w:eastAsia="Calibri"/>
      <w:b/>
      <w:szCs w:val="22"/>
      <w:u w:val="single"/>
      <w:bdr w:val="none" w:sz="0" w:space="0" w:color="auto"/>
      <w:lang w:val="pl-PL" w:eastAsia="en-GB"/>
    </w:rPr>
  </w:style>
  <w:style w:type="character" w:styleId="Tekstzastpczy">
    <w:name w:val="Placeholder Text"/>
    <w:uiPriority w:val="99"/>
    <w:semiHidden/>
    <w:rsid w:val="00E531A3"/>
    <w:rPr>
      <w:color w:val="808080"/>
    </w:rPr>
  </w:style>
  <w:style w:type="paragraph" w:customStyle="1" w:styleId="Zawartoramki">
    <w:name w:val="Zawartość ramki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ascii="Tahoma" w:eastAsia="Times New Roman" w:hAnsi="Tahoma" w:cs="Tahoma"/>
      <w:bdr w:val="none" w:sz="0" w:space="0" w:color="auto"/>
      <w:lang w:val="pl-PL" w:eastAsia="zh-CN"/>
    </w:rPr>
  </w:style>
  <w:style w:type="paragraph" w:customStyle="1" w:styleId="western">
    <w:name w:val="western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280" w:after="119"/>
    </w:pPr>
    <w:rPr>
      <w:rFonts w:eastAsia="Times New Roman"/>
      <w:sz w:val="20"/>
      <w:szCs w:val="20"/>
      <w:bdr w:val="none" w:sz="0" w:space="0" w:color="auto"/>
      <w:lang w:val="pl-PL" w:eastAsia="pl-PL"/>
    </w:rPr>
  </w:style>
  <w:style w:type="character" w:customStyle="1" w:styleId="st">
    <w:name w:val="st"/>
    <w:rsid w:val="00E531A3"/>
  </w:style>
  <w:style w:type="character" w:styleId="Uwydatnienie">
    <w:name w:val="Emphasis"/>
    <w:uiPriority w:val="20"/>
    <w:qFormat/>
    <w:rsid w:val="00E531A3"/>
    <w:rPr>
      <w:i/>
      <w:iCs/>
    </w:rPr>
  </w:style>
  <w:style w:type="numbering" w:customStyle="1" w:styleId="Bezlisty11">
    <w:name w:val="Bez listy11"/>
    <w:next w:val="Bezlisty"/>
    <w:uiPriority w:val="99"/>
    <w:semiHidden/>
    <w:unhideWhenUsed/>
    <w:rsid w:val="00E531A3"/>
  </w:style>
  <w:style w:type="table" w:customStyle="1" w:styleId="Tabela-Siatka5">
    <w:name w:val="Tabela - Siatka5"/>
    <w:basedOn w:val="Standardowy"/>
    <w:next w:val="Tabela-Siatka"/>
    <w:uiPriority w:val="59"/>
    <w:rsid w:val="00E531A3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E531A3"/>
  </w:style>
  <w:style w:type="table" w:customStyle="1" w:styleId="Tabela-Siatka6">
    <w:name w:val="Tabela - Siatka6"/>
    <w:basedOn w:val="Standardowy"/>
    <w:next w:val="Tabela-Siatka"/>
    <w:uiPriority w:val="59"/>
    <w:rsid w:val="00E531A3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wstpniesformatowany">
    <w:name w:val="Tekst wstępnie sformatowany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ascii="Courier New" w:eastAsia="NSimSun" w:hAnsi="Courier New" w:cs="Courier New"/>
      <w:sz w:val="20"/>
      <w:szCs w:val="20"/>
      <w:bdr w:val="none" w:sz="0" w:space="0" w:color="auto"/>
      <w:lang w:val="pl-PL" w:eastAsia="ar-SA"/>
    </w:rPr>
  </w:style>
  <w:style w:type="table" w:customStyle="1" w:styleId="Tabela-Siatka7">
    <w:name w:val="Tabela - Siatka7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Kolorowalistaakcent11">
    <w:name w:val="Kolorowa lista — akcent 11"/>
    <w:basedOn w:val="Normalny"/>
    <w:qFormat/>
    <w:rsid w:val="00772AF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eastAsia="Times New Roman"/>
      <w:bdr w:val="none" w:sz="0" w:space="0" w:color="auto"/>
      <w:lang w:val="pl-PL"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60010"/>
    <w:rPr>
      <w:color w:val="605E5C"/>
      <w:shd w:val="clear" w:color="auto" w:fill="E1DFDD"/>
    </w:rPr>
  </w:style>
  <w:style w:type="character" w:customStyle="1" w:styleId="Teksttreci">
    <w:name w:val="Tekst treści_"/>
    <w:link w:val="Teksttreci0"/>
    <w:rsid w:val="009F2470"/>
    <w:rPr>
      <w:rFonts w:ascii="Tahoma" w:eastAsia="Tahoma" w:hAnsi="Tahoma" w:cs="Tahoma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F2470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after="40" w:line="305" w:lineRule="auto"/>
      <w:jc w:val="both"/>
    </w:pPr>
    <w:rPr>
      <w:rFonts w:ascii="Tahoma" w:eastAsia="Tahoma" w:hAnsi="Tahoma" w:cs="Tahoma"/>
      <w:sz w:val="18"/>
      <w:szCs w:val="18"/>
      <w:bdr w:val="none" w:sz="0" w:space="0" w:color="auto"/>
      <w:lang w:val="pl-PL"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824FE"/>
    <w:rPr>
      <w:color w:val="605E5C"/>
      <w:shd w:val="clear" w:color="auto" w:fill="E1DFDD"/>
    </w:rPr>
  </w:style>
  <w:style w:type="paragraph" w:customStyle="1" w:styleId="Nagwek10">
    <w:name w:val="Nagłówek1"/>
    <w:basedOn w:val="Normalny"/>
    <w:next w:val="Tekstpodstawowy"/>
    <w:rsid w:val="00DC2F19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240" w:after="120"/>
    </w:pPr>
    <w:rPr>
      <w:rFonts w:ascii="Arial" w:eastAsia="Microsoft YaHei" w:hAnsi="Arial" w:cs="Mangal"/>
      <w:sz w:val="28"/>
      <w:szCs w:val="28"/>
      <w:bdr w:val="none" w:sz="0" w:space="0" w:color="auto"/>
      <w:lang w:val="pl-PL" w:eastAsia="zh-CN"/>
    </w:rPr>
  </w:style>
  <w:style w:type="paragraph" w:customStyle="1" w:styleId="Normalny2">
    <w:name w:val="Normalny_2"/>
    <w:basedOn w:val="Normalny"/>
    <w:qFormat/>
    <w:rsid w:val="000B27F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360" w:lineRule="auto"/>
    </w:pPr>
    <w:rPr>
      <w:rFonts w:ascii="Arial Narrow" w:eastAsia="Calibri" w:hAnsi="Arial Narrow"/>
      <w:sz w:val="22"/>
      <w:szCs w:val="22"/>
      <w:bdr w:val="none" w:sz="0" w:space="0" w:color="auto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84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5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D649E-4E14-4070-A312-67CC7543C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6FF1A2D5</Template>
  <TotalTime>42</TotalTime>
  <Pages>1</Pages>
  <Words>2042</Words>
  <Characters>12256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14270</CharactersWithSpaces>
  <SharedDoc>false</SharedDoc>
  <HLinks>
    <vt:vector size="54" baseType="variant">
      <vt:variant>
        <vt:i4>5439498</vt:i4>
      </vt:variant>
      <vt:variant>
        <vt:i4>24</vt:i4>
      </vt:variant>
      <vt:variant>
        <vt:i4>0</vt:i4>
      </vt:variant>
      <vt:variant>
        <vt:i4>5</vt:i4>
      </vt:variant>
      <vt:variant>
        <vt:lpwstr>https://portal.smartpzp.pl/uck.gdansk</vt:lpwstr>
      </vt:variant>
      <vt:variant>
        <vt:lpwstr/>
      </vt:variant>
      <vt:variant>
        <vt:i4>4128817</vt:i4>
      </vt:variant>
      <vt:variant>
        <vt:i4>21</vt:i4>
      </vt:variant>
      <vt:variant>
        <vt:i4>0</vt:i4>
      </vt:variant>
      <vt:variant>
        <vt:i4>5</vt:i4>
      </vt:variant>
      <vt:variant>
        <vt:lpwstr>https://www.gov.pl/web/gov/zaloz-profil-zaufany</vt:lpwstr>
      </vt:variant>
      <vt:variant>
        <vt:lpwstr/>
      </vt:variant>
      <vt:variant>
        <vt:i4>196695</vt:i4>
      </vt:variant>
      <vt:variant>
        <vt:i4>18</vt:i4>
      </vt:variant>
      <vt:variant>
        <vt:i4>0</vt:i4>
      </vt:variant>
      <vt:variant>
        <vt:i4>5</vt:i4>
      </vt:variant>
      <vt:variant>
        <vt:lpwstr>http://www.nccert.pl/kontakt.htm</vt:lpwstr>
      </vt:variant>
      <vt:variant>
        <vt:lpwstr/>
      </vt:variant>
      <vt:variant>
        <vt:i4>1966199</vt:i4>
      </vt:variant>
      <vt:variant>
        <vt:i4>15</vt:i4>
      </vt:variant>
      <vt:variant>
        <vt:i4>0</vt:i4>
      </vt:variant>
      <vt:variant>
        <vt:i4>5</vt:i4>
      </vt:variant>
      <vt:variant>
        <vt:lpwstr>mailto:dzp@uck.gda.pl</vt:lpwstr>
      </vt:variant>
      <vt:variant>
        <vt:lpwstr/>
      </vt:variant>
      <vt:variant>
        <vt:i4>5439498</vt:i4>
      </vt:variant>
      <vt:variant>
        <vt:i4>12</vt:i4>
      </vt:variant>
      <vt:variant>
        <vt:i4>0</vt:i4>
      </vt:variant>
      <vt:variant>
        <vt:i4>5</vt:i4>
      </vt:variant>
      <vt:variant>
        <vt:lpwstr>https://portal.smartpzp.pl/uck.gdansk</vt:lpwstr>
      </vt:variant>
      <vt:variant>
        <vt:lpwstr/>
      </vt:variant>
      <vt:variant>
        <vt:i4>5439498</vt:i4>
      </vt:variant>
      <vt:variant>
        <vt:i4>9</vt:i4>
      </vt:variant>
      <vt:variant>
        <vt:i4>0</vt:i4>
      </vt:variant>
      <vt:variant>
        <vt:i4>5</vt:i4>
      </vt:variant>
      <vt:variant>
        <vt:lpwstr>https://portal.smartpzp.pl/uck.gdansk</vt:lpwstr>
      </vt:variant>
      <vt:variant>
        <vt:lpwstr/>
      </vt:variant>
      <vt:variant>
        <vt:i4>5439498</vt:i4>
      </vt:variant>
      <vt:variant>
        <vt:i4>6</vt:i4>
      </vt:variant>
      <vt:variant>
        <vt:i4>0</vt:i4>
      </vt:variant>
      <vt:variant>
        <vt:i4>5</vt:i4>
      </vt:variant>
      <vt:variant>
        <vt:lpwstr>https://portal.smartpzp.pl/uck.gdansk</vt:lpwstr>
      </vt:variant>
      <vt:variant>
        <vt:lpwstr/>
      </vt:variant>
      <vt:variant>
        <vt:i4>1966199</vt:i4>
      </vt:variant>
      <vt:variant>
        <vt:i4>3</vt:i4>
      </vt:variant>
      <vt:variant>
        <vt:i4>0</vt:i4>
      </vt:variant>
      <vt:variant>
        <vt:i4>5</vt:i4>
      </vt:variant>
      <vt:variant>
        <vt:lpwstr>mailto:dzp@uck.gda.pl</vt:lpwstr>
      </vt:variant>
      <vt:variant>
        <vt:lpwstr/>
      </vt:variant>
      <vt:variant>
        <vt:i4>6946929</vt:i4>
      </vt:variant>
      <vt:variant>
        <vt:i4>0</vt:i4>
      </vt:variant>
      <vt:variant>
        <vt:i4>0</vt:i4>
      </vt:variant>
      <vt:variant>
        <vt:i4>5</vt:i4>
      </vt:variant>
      <vt:variant>
        <vt:lpwstr>http://www.uck.pl/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Wójcik</dc:creator>
  <cp:keywords/>
  <cp:lastModifiedBy>Paweł Faczyński</cp:lastModifiedBy>
  <cp:revision>9</cp:revision>
  <cp:lastPrinted>2023-09-04T19:28:00Z</cp:lastPrinted>
  <dcterms:created xsi:type="dcterms:W3CDTF">2024-10-22T06:06:00Z</dcterms:created>
  <dcterms:modified xsi:type="dcterms:W3CDTF">2024-10-22T09:15:00Z</dcterms:modified>
</cp:coreProperties>
</file>